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D3F8A" w14:textId="77777777"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14:paraId="3A7B5AF0" w14:textId="77777777" w:rsidR="00606A95" w:rsidRDefault="00606A95" w:rsidP="00061202">
      <w:pPr>
        <w:rPr>
          <w:rStyle w:val="Fett"/>
          <w:color w:val="1F497D"/>
          <w:lang w:val="sv-SE"/>
        </w:rPr>
      </w:pPr>
    </w:p>
    <w:p w14:paraId="295C7FCE" w14:textId="77777777" w:rsidR="00606A95" w:rsidRDefault="00606A95" w:rsidP="00061202">
      <w:pPr>
        <w:rPr>
          <w:rStyle w:val="Fett"/>
          <w:color w:val="1F497D"/>
          <w:lang w:val="sv-SE"/>
        </w:rPr>
      </w:pPr>
    </w:p>
    <w:p w14:paraId="5C9FDAC6" w14:textId="77777777" w:rsidR="002971E8" w:rsidRPr="001D1277" w:rsidRDefault="002971E8" w:rsidP="003554B8">
      <w:pPr>
        <w:rPr>
          <w:rFonts w:asciiTheme="majorHAnsi" w:hAnsiTheme="majorHAnsi" w:cstheme="majorHAnsi"/>
          <w:b/>
          <w:lang w:val="sv-SE"/>
        </w:rPr>
      </w:pPr>
    </w:p>
    <w:p w14:paraId="23A56C7A" w14:textId="251BFCB9" w:rsidR="000F0410" w:rsidRDefault="00A41493" w:rsidP="000F0410">
      <w:pPr>
        <w:rPr>
          <w:rFonts w:asciiTheme="majorHAnsi" w:hAnsiTheme="majorHAnsi" w:cstheme="majorHAnsi"/>
          <w:b/>
          <w:bCs/>
          <w:lang w:val="de-DE"/>
        </w:rPr>
      </w:pPr>
      <w:r>
        <w:rPr>
          <w:rFonts w:asciiTheme="majorHAnsi" w:hAnsiTheme="majorHAnsi" w:cstheme="majorHAnsi"/>
          <w:b/>
          <w:bCs/>
          <w:lang w:val="de-DE"/>
        </w:rPr>
        <w:t>Fastems:</w:t>
      </w:r>
      <w:r w:rsidR="00266BC2">
        <w:rPr>
          <w:rFonts w:asciiTheme="majorHAnsi" w:hAnsiTheme="majorHAnsi" w:cstheme="majorHAnsi"/>
          <w:b/>
          <w:bCs/>
          <w:lang w:val="de-DE"/>
        </w:rPr>
        <w:t xml:space="preserve"> </w:t>
      </w:r>
      <w:r w:rsidRPr="00A41493">
        <w:rPr>
          <w:rFonts w:asciiTheme="majorHAnsi" w:hAnsiTheme="majorHAnsi" w:cstheme="majorHAnsi"/>
          <w:b/>
          <w:bCs/>
          <w:lang w:val="de-DE"/>
        </w:rPr>
        <w:t xml:space="preserve">Rik Peer ist neuer Sales </w:t>
      </w:r>
      <w:proofErr w:type="spellStart"/>
      <w:r w:rsidRPr="00A41493">
        <w:rPr>
          <w:rFonts w:asciiTheme="majorHAnsi" w:hAnsiTheme="majorHAnsi" w:cstheme="majorHAnsi"/>
          <w:b/>
          <w:bCs/>
          <w:lang w:val="de-DE"/>
        </w:rPr>
        <w:t>Dire</w:t>
      </w:r>
      <w:r w:rsidR="008662F7">
        <w:rPr>
          <w:rFonts w:asciiTheme="majorHAnsi" w:hAnsiTheme="majorHAnsi" w:cstheme="majorHAnsi"/>
          <w:b/>
          <w:bCs/>
          <w:lang w:val="de-DE"/>
        </w:rPr>
        <w:t>c</w:t>
      </w:r>
      <w:r w:rsidRPr="00A41493">
        <w:rPr>
          <w:rFonts w:asciiTheme="majorHAnsi" w:hAnsiTheme="majorHAnsi" w:cstheme="majorHAnsi"/>
          <w:b/>
          <w:bCs/>
          <w:lang w:val="de-DE"/>
        </w:rPr>
        <w:t>tor</w:t>
      </w:r>
      <w:proofErr w:type="spellEnd"/>
      <w:r w:rsidRPr="00A41493">
        <w:rPr>
          <w:rFonts w:asciiTheme="majorHAnsi" w:hAnsiTheme="majorHAnsi" w:cstheme="majorHAnsi"/>
          <w:b/>
          <w:bCs/>
          <w:lang w:val="de-DE"/>
        </w:rPr>
        <w:t xml:space="preserve"> EMEA</w:t>
      </w:r>
      <w:r>
        <w:rPr>
          <w:rFonts w:asciiTheme="majorHAnsi" w:hAnsiTheme="majorHAnsi" w:cstheme="majorHAnsi"/>
          <w:b/>
          <w:bCs/>
          <w:lang w:val="de-DE"/>
        </w:rPr>
        <w:br/>
      </w:r>
      <w:r w:rsidRPr="00A41493">
        <w:rPr>
          <w:rFonts w:asciiTheme="majorHAnsi" w:hAnsiTheme="majorHAnsi" w:cstheme="majorHAnsi"/>
          <w:b/>
          <w:bCs/>
          <w:lang w:val="de-DE"/>
        </w:rPr>
        <w:t>Automatisierungsspezialist richtet Vertriebsaktivitäten neu aus</w:t>
      </w:r>
    </w:p>
    <w:p w14:paraId="65C74453" w14:textId="77777777" w:rsidR="00D93AA4" w:rsidRPr="00D93AA4" w:rsidRDefault="00D93AA4" w:rsidP="00D93AA4">
      <w:pPr>
        <w:rPr>
          <w:rFonts w:asciiTheme="majorHAnsi" w:hAnsiTheme="majorHAnsi" w:cstheme="majorHAnsi"/>
          <w:lang w:val="de-DE"/>
        </w:rPr>
      </w:pPr>
    </w:p>
    <w:p w14:paraId="7432A016" w14:textId="4B4A4792" w:rsidR="003F1B6A" w:rsidRDefault="00A41493" w:rsidP="000F0410">
      <w:pPr>
        <w:rPr>
          <w:rFonts w:asciiTheme="majorHAnsi" w:hAnsiTheme="majorHAnsi" w:cstheme="majorHAnsi"/>
          <w:lang w:val="de-DE"/>
        </w:rPr>
      </w:pPr>
      <w:r w:rsidRPr="00A41493">
        <w:rPr>
          <w:rFonts w:asciiTheme="majorHAnsi" w:hAnsiTheme="majorHAnsi" w:cstheme="majorHAnsi"/>
          <w:lang w:val="de-DE"/>
        </w:rPr>
        <w:t>Rik Peer ist seit Anfang November 2024 neuer Sales Dire</w:t>
      </w:r>
      <w:r w:rsidR="008662F7">
        <w:rPr>
          <w:rFonts w:asciiTheme="majorHAnsi" w:hAnsiTheme="majorHAnsi" w:cstheme="majorHAnsi"/>
          <w:lang w:val="de-DE"/>
        </w:rPr>
        <w:t>c</w:t>
      </w:r>
      <w:r w:rsidRPr="00A41493">
        <w:rPr>
          <w:rFonts w:asciiTheme="majorHAnsi" w:hAnsiTheme="majorHAnsi" w:cstheme="majorHAnsi"/>
          <w:lang w:val="de-DE"/>
        </w:rPr>
        <w:t>tor EMEA von Fastems und zeichnet somit verantwortlich für die strategische Ausrichtung aller Vertriebsaktivitäten des Unternehmens in Europa, Nahost und Afrika.</w:t>
      </w:r>
    </w:p>
    <w:p w14:paraId="7E939F8D" w14:textId="77777777" w:rsidR="00A41493" w:rsidRDefault="00A41493" w:rsidP="000F0410">
      <w:pPr>
        <w:rPr>
          <w:rFonts w:asciiTheme="majorHAnsi" w:hAnsiTheme="majorHAnsi" w:cstheme="majorHAnsi"/>
          <w:lang w:val="de-DE"/>
        </w:rPr>
      </w:pPr>
    </w:p>
    <w:p w14:paraId="08438972" w14:textId="7A4BFE87" w:rsidR="00A41493" w:rsidRDefault="00A41493" w:rsidP="000F0410">
      <w:pPr>
        <w:rPr>
          <w:rFonts w:asciiTheme="majorHAnsi" w:hAnsiTheme="majorHAnsi" w:cstheme="majorHAnsi"/>
          <w:lang w:val="de-DE"/>
        </w:rPr>
      </w:pPr>
      <w:r w:rsidRPr="00A41493">
        <w:rPr>
          <w:rFonts w:asciiTheme="majorHAnsi" w:hAnsiTheme="majorHAnsi" w:cstheme="majorHAnsi"/>
          <w:lang w:val="de-DE"/>
        </w:rPr>
        <w:t xml:space="preserve">Rik Peer studierte Betriebswirtschaft </w:t>
      </w:r>
      <w:r w:rsidR="00CD325F" w:rsidRPr="00A41493">
        <w:rPr>
          <w:rFonts w:asciiTheme="majorHAnsi" w:hAnsiTheme="majorHAnsi" w:cstheme="majorHAnsi"/>
          <w:lang w:val="de-DE"/>
        </w:rPr>
        <w:t xml:space="preserve">mit Fokus auf internationale Märkte </w:t>
      </w:r>
      <w:r w:rsidRPr="00A41493">
        <w:rPr>
          <w:rFonts w:asciiTheme="majorHAnsi" w:hAnsiTheme="majorHAnsi" w:cstheme="majorHAnsi"/>
          <w:lang w:val="de-DE"/>
        </w:rPr>
        <w:t xml:space="preserve">an der Leeds Metropolitan University in England und der Haarlem Business School in den Niederlanden. Seine berufliche Karriere begann Rik Peer bei der </w:t>
      </w:r>
      <w:proofErr w:type="spellStart"/>
      <w:r w:rsidRPr="00A41493">
        <w:rPr>
          <w:rFonts w:asciiTheme="majorHAnsi" w:hAnsiTheme="majorHAnsi" w:cstheme="majorHAnsi"/>
          <w:lang w:val="de-DE"/>
        </w:rPr>
        <w:t>Lissmac</w:t>
      </w:r>
      <w:proofErr w:type="spellEnd"/>
      <w:r w:rsidRPr="00A41493">
        <w:rPr>
          <w:rFonts w:asciiTheme="majorHAnsi" w:hAnsiTheme="majorHAnsi" w:cstheme="majorHAnsi"/>
          <w:lang w:val="de-DE"/>
        </w:rPr>
        <w:t xml:space="preserve"> Maschinenbau GmbH (Baden-Württemberg), bevor er als Geschäftsführer zur Bruma Machines B.V. in den Niederlanden wechselte. Seit 20</w:t>
      </w:r>
      <w:r w:rsidR="00EC6D2D" w:rsidRPr="00F00950">
        <w:rPr>
          <w:rFonts w:asciiTheme="majorHAnsi" w:hAnsiTheme="majorHAnsi" w:cstheme="majorHAnsi"/>
          <w:lang w:val="de-DE"/>
        </w:rPr>
        <w:t>18</w:t>
      </w:r>
      <w:r w:rsidRPr="00A41493">
        <w:rPr>
          <w:rFonts w:asciiTheme="majorHAnsi" w:hAnsiTheme="majorHAnsi" w:cstheme="majorHAnsi"/>
          <w:lang w:val="de-DE"/>
        </w:rPr>
        <w:t xml:space="preserve"> </w:t>
      </w:r>
      <w:r w:rsidR="006C1B60">
        <w:rPr>
          <w:rFonts w:asciiTheme="majorHAnsi" w:hAnsiTheme="majorHAnsi" w:cstheme="majorHAnsi"/>
          <w:lang w:val="de-DE"/>
        </w:rPr>
        <w:t xml:space="preserve">übernahm </w:t>
      </w:r>
      <w:r w:rsidRPr="00A41493">
        <w:rPr>
          <w:rFonts w:asciiTheme="majorHAnsi" w:hAnsiTheme="majorHAnsi" w:cstheme="majorHAnsi"/>
          <w:lang w:val="de-DE"/>
        </w:rPr>
        <w:t>Rik Peer</w:t>
      </w:r>
      <w:r w:rsidR="00F00950">
        <w:rPr>
          <w:rFonts w:asciiTheme="majorHAnsi" w:hAnsiTheme="majorHAnsi" w:cstheme="majorHAnsi"/>
          <w:lang w:val="de-DE"/>
        </w:rPr>
        <w:t xml:space="preserve"> </w:t>
      </w:r>
      <w:r w:rsidRPr="00A41493">
        <w:rPr>
          <w:rFonts w:asciiTheme="majorHAnsi" w:hAnsiTheme="majorHAnsi" w:cstheme="majorHAnsi"/>
          <w:lang w:val="de-DE"/>
        </w:rPr>
        <w:t xml:space="preserve"> </w:t>
      </w:r>
      <w:r w:rsidR="006C1B60">
        <w:rPr>
          <w:rFonts w:asciiTheme="majorHAnsi" w:hAnsiTheme="majorHAnsi" w:cstheme="majorHAnsi"/>
          <w:lang w:val="de-DE"/>
        </w:rPr>
        <w:t xml:space="preserve">die </w:t>
      </w:r>
      <w:r w:rsidR="006C1B60" w:rsidRPr="00A41493">
        <w:rPr>
          <w:rFonts w:asciiTheme="majorHAnsi" w:hAnsiTheme="majorHAnsi" w:cstheme="majorHAnsi"/>
          <w:lang w:val="de-DE"/>
        </w:rPr>
        <w:t xml:space="preserve">internationale strategische </w:t>
      </w:r>
      <w:r w:rsidR="006C1B60">
        <w:rPr>
          <w:rFonts w:asciiTheme="majorHAnsi" w:hAnsiTheme="majorHAnsi" w:cstheme="majorHAnsi"/>
          <w:lang w:val="de-DE"/>
        </w:rPr>
        <w:t>Vertriebsl</w:t>
      </w:r>
      <w:r w:rsidR="006C1B60" w:rsidRPr="00A41493">
        <w:rPr>
          <w:rFonts w:asciiTheme="majorHAnsi" w:hAnsiTheme="majorHAnsi" w:cstheme="majorHAnsi"/>
          <w:lang w:val="de-DE"/>
        </w:rPr>
        <w:t xml:space="preserve">eitung </w:t>
      </w:r>
      <w:r w:rsidR="006C1B60">
        <w:rPr>
          <w:rFonts w:asciiTheme="majorHAnsi" w:hAnsiTheme="majorHAnsi" w:cstheme="majorHAnsi"/>
          <w:lang w:val="de-DE"/>
        </w:rPr>
        <w:t xml:space="preserve">von </w:t>
      </w:r>
      <w:r w:rsidRPr="00A41493">
        <w:rPr>
          <w:rFonts w:asciiTheme="majorHAnsi" w:hAnsiTheme="majorHAnsi" w:cstheme="majorHAnsi"/>
          <w:lang w:val="de-DE"/>
        </w:rPr>
        <w:t>Halter CNC Automation B.V, einem Anbieter von Robotik-Automatisierungslösungen.</w:t>
      </w:r>
    </w:p>
    <w:p w14:paraId="6F286F12" w14:textId="77777777" w:rsidR="00A41493" w:rsidRDefault="00A41493" w:rsidP="000F0410">
      <w:pPr>
        <w:rPr>
          <w:rFonts w:asciiTheme="majorHAnsi" w:hAnsiTheme="majorHAnsi" w:cstheme="majorHAnsi"/>
          <w:lang w:val="de-DE"/>
        </w:rPr>
      </w:pPr>
    </w:p>
    <w:p w14:paraId="1F7C3861" w14:textId="0A512580" w:rsidR="00DB0A69" w:rsidRDefault="005345F4" w:rsidP="000F0410">
      <w:pPr>
        <w:rPr>
          <w:rFonts w:asciiTheme="majorHAnsi" w:hAnsiTheme="majorHAnsi" w:cstheme="majorHAnsi"/>
          <w:lang w:val="de-DE"/>
        </w:rPr>
      </w:pPr>
      <w:r>
        <w:rPr>
          <w:rFonts w:asciiTheme="majorHAnsi" w:hAnsiTheme="majorHAnsi" w:cstheme="majorHAnsi"/>
          <w:lang w:val="de-DE"/>
        </w:rPr>
        <w:t>Zentralisierte Vertriebsaktivitäten</w:t>
      </w:r>
    </w:p>
    <w:p w14:paraId="3506C6D7" w14:textId="79542555" w:rsidR="00A41493" w:rsidRDefault="00A41493" w:rsidP="000F0410">
      <w:pPr>
        <w:rPr>
          <w:rFonts w:asciiTheme="majorHAnsi" w:hAnsiTheme="majorHAnsi" w:cstheme="majorHAnsi"/>
          <w:lang w:val="de-DE"/>
        </w:rPr>
      </w:pPr>
      <w:r w:rsidRPr="00A41493">
        <w:rPr>
          <w:rFonts w:asciiTheme="majorHAnsi" w:hAnsiTheme="majorHAnsi" w:cstheme="majorHAnsi"/>
          <w:lang w:val="de-DE"/>
        </w:rPr>
        <w:t xml:space="preserve">In seiner neuen Funktion bei Fastems versteht sich Rik Peer nach eigenen Aussagen und ganz im Sinne der Strategie „Closer </w:t>
      </w:r>
      <w:proofErr w:type="spellStart"/>
      <w:r w:rsidRPr="00A41493">
        <w:rPr>
          <w:rFonts w:asciiTheme="majorHAnsi" w:hAnsiTheme="majorHAnsi" w:cstheme="majorHAnsi"/>
          <w:lang w:val="de-DE"/>
        </w:rPr>
        <w:t>to</w:t>
      </w:r>
      <w:proofErr w:type="spellEnd"/>
      <w:r w:rsidRPr="00A41493">
        <w:rPr>
          <w:rFonts w:asciiTheme="majorHAnsi" w:hAnsiTheme="majorHAnsi" w:cstheme="majorHAnsi"/>
          <w:lang w:val="de-DE"/>
        </w:rPr>
        <w:t xml:space="preserve"> </w:t>
      </w:r>
      <w:proofErr w:type="spellStart"/>
      <w:r w:rsidRPr="00A41493">
        <w:rPr>
          <w:rFonts w:asciiTheme="majorHAnsi" w:hAnsiTheme="majorHAnsi" w:cstheme="majorHAnsi"/>
          <w:lang w:val="de-DE"/>
        </w:rPr>
        <w:t>customer</w:t>
      </w:r>
      <w:proofErr w:type="spellEnd"/>
      <w:r w:rsidRPr="00A41493">
        <w:rPr>
          <w:rFonts w:asciiTheme="majorHAnsi" w:hAnsiTheme="majorHAnsi" w:cstheme="majorHAnsi"/>
          <w:lang w:val="de-DE"/>
        </w:rPr>
        <w:t xml:space="preserve">“ als Brückenbauer zwischen </w:t>
      </w:r>
      <w:r w:rsidR="006C1B60">
        <w:rPr>
          <w:rFonts w:asciiTheme="majorHAnsi" w:hAnsiTheme="majorHAnsi" w:cstheme="majorHAnsi"/>
          <w:lang w:val="de-DE"/>
        </w:rPr>
        <w:t xml:space="preserve">den </w:t>
      </w:r>
      <w:r w:rsidRPr="00A41493">
        <w:rPr>
          <w:rFonts w:asciiTheme="majorHAnsi" w:hAnsiTheme="majorHAnsi" w:cstheme="majorHAnsi"/>
          <w:lang w:val="de-DE"/>
        </w:rPr>
        <w:t xml:space="preserve">Kunden und </w:t>
      </w:r>
      <w:r w:rsidR="006C1B60">
        <w:rPr>
          <w:rFonts w:asciiTheme="majorHAnsi" w:hAnsiTheme="majorHAnsi" w:cstheme="majorHAnsi"/>
          <w:lang w:val="de-DE"/>
        </w:rPr>
        <w:t xml:space="preserve">dem </w:t>
      </w:r>
      <w:r w:rsidRPr="00A41493">
        <w:rPr>
          <w:rFonts w:asciiTheme="majorHAnsi" w:hAnsiTheme="majorHAnsi" w:cstheme="majorHAnsi"/>
          <w:lang w:val="de-DE"/>
        </w:rPr>
        <w:t>Unterneh</w:t>
      </w:r>
      <w:r w:rsidR="00642247">
        <w:rPr>
          <w:rFonts w:asciiTheme="majorHAnsi" w:hAnsiTheme="majorHAnsi" w:cstheme="majorHAnsi"/>
          <w:lang w:val="de-DE"/>
        </w:rPr>
        <w:t>m</w:t>
      </w:r>
      <w:r w:rsidRPr="00A41493">
        <w:rPr>
          <w:rFonts w:asciiTheme="majorHAnsi" w:hAnsiTheme="majorHAnsi" w:cstheme="majorHAnsi"/>
          <w:lang w:val="de-DE"/>
        </w:rPr>
        <w:t xml:space="preserve">en. Waren zuvor die Vertriebsaktivitäten von </w:t>
      </w:r>
      <w:proofErr w:type="spellStart"/>
      <w:r w:rsidRPr="00A41493">
        <w:rPr>
          <w:rFonts w:asciiTheme="majorHAnsi" w:hAnsiTheme="majorHAnsi" w:cstheme="majorHAnsi"/>
          <w:lang w:val="de-DE"/>
        </w:rPr>
        <w:t>Fastems</w:t>
      </w:r>
      <w:proofErr w:type="spellEnd"/>
      <w:r w:rsidRPr="00A41493">
        <w:rPr>
          <w:rFonts w:asciiTheme="majorHAnsi" w:hAnsiTheme="majorHAnsi" w:cstheme="majorHAnsi"/>
          <w:lang w:val="de-DE"/>
        </w:rPr>
        <w:t xml:space="preserve"> in </w:t>
      </w:r>
      <w:r w:rsidR="00607E71">
        <w:rPr>
          <w:rFonts w:asciiTheme="majorHAnsi" w:hAnsiTheme="majorHAnsi" w:cstheme="majorHAnsi"/>
          <w:lang w:val="de-DE"/>
        </w:rPr>
        <w:t>Europa</w:t>
      </w:r>
      <w:r w:rsidR="00EC6D2D">
        <w:rPr>
          <w:rFonts w:asciiTheme="majorHAnsi" w:hAnsiTheme="majorHAnsi" w:cstheme="majorHAnsi"/>
          <w:lang w:val="de-DE"/>
        </w:rPr>
        <w:t xml:space="preserve"> </w:t>
      </w:r>
      <w:r w:rsidRPr="00A41493">
        <w:rPr>
          <w:rFonts w:asciiTheme="majorHAnsi" w:hAnsiTheme="majorHAnsi" w:cstheme="majorHAnsi"/>
          <w:lang w:val="de-DE"/>
        </w:rPr>
        <w:t>aufgeteilt, werden diese nun gebündelt bzw. zentralisiert, wodurch Rik Peer innerhalb der Organisation ein neues Aufgabengebiet übernimmt.</w:t>
      </w:r>
    </w:p>
    <w:p w14:paraId="2AA4DB95" w14:textId="77777777" w:rsidR="00A41493" w:rsidRDefault="00A41493" w:rsidP="000F0410">
      <w:pPr>
        <w:rPr>
          <w:rFonts w:asciiTheme="majorHAnsi" w:hAnsiTheme="majorHAnsi" w:cstheme="majorHAnsi"/>
          <w:lang w:val="de-DE"/>
        </w:rPr>
      </w:pPr>
    </w:p>
    <w:p w14:paraId="417D3908" w14:textId="77777777" w:rsidR="00A41493" w:rsidRPr="00A41493" w:rsidRDefault="00A41493" w:rsidP="00A41493">
      <w:pPr>
        <w:rPr>
          <w:rFonts w:asciiTheme="majorHAnsi" w:hAnsiTheme="majorHAnsi" w:cstheme="majorHAnsi"/>
          <w:lang w:val="de-DE"/>
        </w:rPr>
      </w:pPr>
      <w:r w:rsidRPr="00A41493">
        <w:rPr>
          <w:rFonts w:asciiTheme="majorHAnsi" w:hAnsiTheme="majorHAnsi" w:cstheme="majorHAnsi"/>
          <w:lang w:val="de-DE"/>
        </w:rPr>
        <w:t>Digitalisierung als besondere Stärke</w:t>
      </w:r>
    </w:p>
    <w:p w14:paraId="358B1F16" w14:textId="04A51381" w:rsidR="00A41493" w:rsidRDefault="00A41493" w:rsidP="00A41493">
      <w:pPr>
        <w:rPr>
          <w:rFonts w:asciiTheme="majorHAnsi" w:hAnsiTheme="majorHAnsi" w:cstheme="majorHAnsi"/>
          <w:lang w:val="de-DE"/>
        </w:rPr>
      </w:pPr>
      <w:r w:rsidRPr="00A41493">
        <w:rPr>
          <w:rFonts w:asciiTheme="majorHAnsi" w:hAnsiTheme="majorHAnsi" w:cstheme="majorHAnsi"/>
          <w:lang w:val="de-DE"/>
        </w:rPr>
        <w:t>„Wirklich effektive Automatisierungslösungen in der CNC-Bearbeitung basieren auf fortschrittlichen, softwarebasierten Steuerungssystemen für die Fertigung, die die Effizienz optimieren, die Ausfallzeiten minimieren und neue Möglichkeiten einer unterbrechungsfreien 24/7-Produktion erschließen. Fastems ist ein idealer Partner, diese Ziele zu erreichen. Eine meiner vorrangigen Zielsetzungen ist es daher, die Digitalisierung in der spanabhebenden Fertigung als eine besondere Stärke von Fastems hervorzuheben und noch bekannter zu machen“, s</w:t>
      </w:r>
      <w:r>
        <w:rPr>
          <w:rFonts w:asciiTheme="majorHAnsi" w:hAnsiTheme="majorHAnsi" w:cstheme="majorHAnsi"/>
          <w:lang w:val="de-DE"/>
        </w:rPr>
        <w:t xml:space="preserve">agt </w:t>
      </w:r>
      <w:r w:rsidRPr="00A41493">
        <w:rPr>
          <w:rFonts w:asciiTheme="majorHAnsi" w:hAnsiTheme="majorHAnsi" w:cstheme="majorHAnsi"/>
          <w:lang w:val="de-DE"/>
        </w:rPr>
        <w:t>Rik Peer.</w:t>
      </w:r>
    </w:p>
    <w:p w14:paraId="089EF1F5" w14:textId="65D52DB4" w:rsidR="00266BC2" w:rsidRDefault="00266BC2" w:rsidP="000F0410">
      <w:pPr>
        <w:rPr>
          <w:rFonts w:asciiTheme="majorHAnsi" w:hAnsiTheme="majorHAnsi" w:cstheme="majorHAnsi"/>
          <w:lang w:val="de-DE"/>
        </w:rPr>
      </w:pPr>
    </w:p>
    <w:p w14:paraId="470BDF18" w14:textId="7FE65AC6" w:rsidR="00DB0A69" w:rsidRDefault="00DB0A69">
      <w:pPr>
        <w:rPr>
          <w:rFonts w:asciiTheme="majorHAnsi" w:hAnsiTheme="majorHAnsi" w:cstheme="majorHAnsi"/>
          <w:lang w:val="de-DE"/>
        </w:rPr>
      </w:pPr>
      <w:r>
        <w:rPr>
          <w:rFonts w:asciiTheme="majorHAnsi" w:hAnsiTheme="majorHAnsi" w:cstheme="majorHAnsi"/>
          <w:lang w:val="de-DE"/>
        </w:rPr>
        <w:br w:type="page"/>
      </w:r>
    </w:p>
    <w:p w14:paraId="7ACDE7FA" w14:textId="7B094F6B" w:rsidR="000F0410" w:rsidRDefault="00DB0A69" w:rsidP="000F0410">
      <w:pPr>
        <w:rPr>
          <w:rFonts w:asciiTheme="majorHAnsi" w:hAnsiTheme="majorHAnsi" w:cstheme="majorHAnsi"/>
          <w:lang w:val="de-DE"/>
        </w:rPr>
      </w:pPr>
      <w:r>
        <w:rPr>
          <w:rFonts w:asciiTheme="majorHAnsi" w:hAnsiTheme="majorHAnsi" w:cstheme="majorHAnsi"/>
          <w:noProof/>
          <w:lang w:val="de-DE"/>
        </w:rPr>
        <w:lastRenderedPageBreak/>
        <w:drawing>
          <wp:inline distT="0" distB="0" distL="0" distR="0" wp14:anchorId="2F38BB1A" wp14:editId="53F4FD0B">
            <wp:extent cx="3498317" cy="3498317"/>
            <wp:effectExtent l="0" t="0" r="0" b="0"/>
            <wp:docPr id="1128235189" name="Grafik 1" descr="Ein Bild, das Menschliches Gesicht, Person, Lächeln, Porträtbil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235189" name="Grafik 1" descr="Ein Bild, das Menschliches Gesicht, Person, Lächeln, Porträtbild enthält.&#10;&#10;KI-generierte Inhalte können fehlerhaft sei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07850" cy="3507850"/>
                    </a:xfrm>
                    <a:prstGeom prst="rect">
                      <a:avLst/>
                    </a:prstGeom>
                  </pic:spPr>
                </pic:pic>
              </a:graphicData>
            </a:graphic>
          </wp:inline>
        </w:drawing>
      </w:r>
    </w:p>
    <w:p w14:paraId="48494A0C" w14:textId="150AE586" w:rsidR="00F10C11" w:rsidRDefault="000F0410" w:rsidP="000F0410">
      <w:pPr>
        <w:spacing w:after="300"/>
        <w:rPr>
          <w:rFonts w:asciiTheme="majorHAnsi" w:hAnsiTheme="majorHAnsi" w:cstheme="majorHAnsi"/>
          <w:lang w:val="de-DE"/>
        </w:rPr>
      </w:pPr>
      <w:r>
        <w:rPr>
          <w:rFonts w:asciiTheme="majorHAnsi" w:hAnsiTheme="majorHAnsi" w:cstheme="majorHAnsi"/>
          <w:lang w:val="de-DE"/>
        </w:rPr>
        <w:br/>
        <w:t xml:space="preserve">BILDUNTERSCHRIFT: </w:t>
      </w:r>
      <w:r w:rsidR="00DB0A69">
        <w:rPr>
          <w:rFonts w:asciiTheme="majorHAnsi" w:hAnsiTheme="majorHAnsi" w:cstheme="majorHAnsi"/>
          <w:lang w:val="de-DE"/>
        </w:rPr>
        <w:t>Ri</w:t>
      </w:r>
      <w:r w:rsidR="005345F4">
        <w:rPr>
          <w:rFonts w:asciiTheme="majorHAnsi" w:hAnsiTheme="majorHAnsi" w:cstheme="majorHAnsi"/>
          <w:lang w:val="de-DE"/>
        </w:rPr>
        <w:t>k</w:t>
      </w:r>
      <w:r w:rsidR="00DB0A69">
        <w:rPr>
          <w:rFonts w:asciiTheme="majorHAnsi" w:hAnsiTheme="majorHAnsi" w:cstheme="majorHAnsi"/>
          <w:lang w:val="de-DE"/>
        </w:rPr>
        <w:t xml:space="preserve"> Peer ist </w:t>
      </w:r>
      <w:r w:rsidR="005345F4">
        <w:rPr>
          <w:rFonts w:asciiTheme="majorHAnsi" w:hAnsiTheme="majorHAnsi" w:cstheme="majorHAnsi"/>
          <w:lang w:val="de-DE"/>
        </w:rPr>
        <w:t xml:space="preserve">seit </w:t>
      </w:r>
      <w:r w:rsidR="00DB0A69" w:rsidRPr="00A41493">
        <w:rPr>
          <w:rFonts w:asciiTheme="majorHAnsi" w:hAnsiTheme="majorHAnsi" w:cstheme="majorHAnsi"/>
          <w:lang w:val="de-DE"/>
        </w:rPr>
        <w:t xml:space="preserve">Anfang November 2024 </w:t>
      </w:r>
      <w:r w:rsidR="005345F4">
        <w:rPr>
          <w:rFonts w:asciiTheme="majorHAnsi" w:hAnsiTheme="majorHAnsi" w:cstheme="majorHAnsi"/>
          <w:lang w:val="de-DE"/>
        </w:rPr>
        <w:br/>
      </w:r>
      <w:r w:rsidR="00DB0A69" w:rsidRPr="00A41493">
        <w:rPr>
          <w:rFonts w:asciiTheme="majorHAnsi" w:hAnsiTheme="majorHAnsi" w:cstheme="majorHAnsi"/>
          <w:lang w:val="de-DE"/>
        </w:rPr>
        <w:t xml:space="preserve">neuer Sales </w:t>
      </w:r>
      <w:proofErr w:type="spellStart"/>
      <w:r w:rsidR="00DB0A69" w:rsidRPr="00A41493">
        <w:rPr>
          <w:rFonts w:asciiTheme="majorHAnsi" w:hAnsiTheme="majorHAnsi" w:cstheme="majorHAnsi"/>
          <w:lang w:val="de-DE"/>
        </w:rPr>
        <w:t>Dire</w:t>
      </w:r>
      <w:r w:rsidR="00514E41">
        <w:rPr>
          <w:rFonts w:asciiTheme="majorHAnsi" w:hAnsiTheme="majorHAnsi" w:cstheme="majorHAnsi"/>
          <w:lang w:val="de-DE"/>
        </w:rPr>
        <w:t>c</w:t>
      </w:r>
      <w:r w:rsidR="00DB0A69" w:rsidRPr="00A41493">
        <w:rPr>
          <w:rFonts w:asciiTheme="majorHAnsi" w:hAnsiTheme="majorHAnsi" w:cstheme="majorHAnsi"/>
          <w:lang w:val="de-DE"/>
        </w:rPr>
        <w:t>tor</w:t>
      </w:r>
      <w:proofErr w:type="spellEnd"/>
      <w:r w:rsidR="00DB0A69" w:rsidRPr="00A41493">
        <w:rPr>
          <w:rFonts w:asciiTheme="majorHAnsi" w:hAnsiTheme="majorHAnsi" w:cstheme="majorHAnsi"/>
          <w:lang w:val="de-DE"/>
        </w:rPr>
        <w:t xml:space="preserve"> EMEA von </w:t>
      </w:r>
      <w:proofErr w:type="spellStart"/>
      <w:r w:rsidR="00DB0A69" w:rsidRPr="00A41493">
        <w:rPr>
          <w:rFonts w:asciiTheme="majorHAnsi" w:hAnsiTheme="majorHAnsi" w:cstheme="majorHAnsi"/>
          <w:lang w:val="de-DE"/>
        </w:rPr>
        <w:t>Fastems</w:t>
      </w:r>
      <w:proofErr w:type="spellEnd"/>
      <w:r w:rsidR="00DB0A69">
        <w:rPr>
          <w:rFonts w:asciiTheme="majorHAnsi" w:hAnsiTheme="majorHAnsi" w:cstheme="majorHAnsi"/>
          <w:lang w:val="de-DE"/>
        </w:rPr>
        <w:t>.</w:t>
      </w:r>
      <w:r w:rsidR="00DB0A69" w:rsidRPr="00A41493">
        <w:rPr>
          <w:rFonts w:asciiTheme="majorHAnsi" w:hAnsiTheme="majorHAnsi" w:cstheme="majorHAnsi"/>
          <w:lang w:val="de-DE"/>
        </w:rPr>
        <w:t xml:space="preserve"> </w:t>
      </w:r>
      <w:r w:rsidRPr="00D21248">
        <w:rPr>
          <w:rFonts w:asciiTheme="majorHAnsi" w:hAnsiTheme="majorHAnsi" w:cstheme="majorHAnsi"/>
          <w:lang w:val="de-DE"/>
        </w:rPr>
        <w:t>(Bild: Fastems</w:t>
      </w:r>
      <w:r>
        <w:rPr>
          <w:rFonts w:asciiTheme="majorHAnsi" w:hAnsiTheme="majorHAnsi" w:cstheme="majorHAnsi"/>
          <w:lang w:val="de-DE"/>
        </w:rPr>
        <w:t xml:space="preserve"> Oy AB</w:t>
      </w:r>
      <w:r w:rsidRPr="00D21248">
        <w:rPr>
          <w:rFonts w:asciiTheme="majorHAnsi" w:hAnsiTheme="majorHAnsi" w:cstheme="majorHAnsi"/>
          <w:lang w:val="de-DE"/>
        </w:rPr>
        <w:t>)</w:t>
      </w:r>
    </w:p>
    <w:p w14:paraId="6CEC953D" w14:textId="77777777" w:rsidR="00F10C11" w:rsidRDefault="00F10C11">
      <w:pPr>
        <w:rPr>
          <w:rFonts w:asciiTheme="majorHAnsi" w:hAnsiTheme="majorHAnsi" w:cstheme="majorHAnsi"/>
          <w:lang w:val="de-DE"/>
        </w:rPr>
      </w:pPr>
      <w:r>
        <w:rPr>
          <w:rFonts w:asciiTheme="majorHAnsi" w:hAnsiTheme="majorHAnsi" w:cstheme="majorHAnsi"/>
          <w:lang w:val="de-DE"/>
        </w:rPr>
        <w:br w:type="page"/>
      </w:r>
    </w:p>
    <w:p w14:paraId="60B607F8" w14:textId="13E8138F" w:rsidR="00061202" w:rsidRPr="00D21248" w:rsidRDefault="00061202" w:rsidP="00061202">
      <w:pPr>
        <w:rPr>
          <w:color w:val="000000"/>
          <w:lang w:val="de-DE"/>
        </w:rPr>
      </w:pPr>
      <w:r w:rsidRPr="00D21248">
        <w:rPr>
          <w:color w:val="000000"/>
          <w:lang w:val="de-DE"/>
        </w:rPr>
        <w:lastRenderedPageBreak/>
        <w:t>Über Fastems</w:t>
      </w:r>
    </w:p>
    <w:p w14:paraId="425C936E"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Fastems liefert intelligente Lösungen für die Fabrikautomatisierung in der metallverarbeitenden Industrie. Fastems branchenführende und für alle industrielle Werkzeugmaschinen offene Steuerungssoftware, kombiniert mit einem breitgefächerten Service und jahrzehntelanger Erfahrung, machen das Unternehmen einzigartig. </w:t>
      </w:r>
    </w:p>
    <w:p w14:paraId="7490B0BC" w14:textId="77777777" w:rsidR="003D2D5E" w:rsidRPr="003D2D5E" w:rsidRDefault="003D2D5E" w:rsidP="003D2D5E">
      <w:pPr>
        <w:pStyle w:val="AbsatzohneAbstandnach"/>
        <w:spacing w:line="240" w:lineRule="auto"/>
        <w:rPr>
          <w:rFonts w:asciiTheme="majorHAnsi" w:hAnsiTheme="majorHAnsi" w:cstheme="majorHAnsi"/>
        </w:rPr>
      </w:pPr>
    </w:p>
    <w:p w14:paraId="6DD90AF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14:paraId="3A868A82" w14:textId="77777777" w:rsidR="003D2D5E" w:rsidRPr="003D2D5E" w:rsidRDefault="003D2D5E" w:rsidP="003D2D5E">
      <w:pPr>
        <w:pStyle w:val="AbsatzohneAbstandnach"/>
        <w:spacing w:line="240" w:lineRule="auto"/>
        <w:rPr>
          <w:rFonts w:asciiTheme="majorHAnsi" w:hAnsiTheme="majorHAnsi" w:cstheme="majorHAnsi"/>
        </w:rPr>
      </w:pPr>
    </w:p>
    <w:p w14:paraId="567C82E7" w14:textId="4292AA9E"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Fastems hat seinen Hauptsitz in Tampere (Finnland). Mit seinem Fertigungsstandort in Finnland sowie einer globalen Verkaufs- und Serviceorganisation hat das Unternehmen bisher über </w:t>
      </w:r>
      <w:r w:rsidR="00431916">
        <w:rPr>
          <w:rFonts w:asciiTheme="majorHAnsi" w:hAnsiTheme="majorHAnsi" w:cstheme="majorHAnsi"/>
        </w:rPr>
        <w:t>5</w:t>
      </w:r>
      <w:r w:rsidRPr="003D2D5E">
        <w:rPr>
          <w:rFonts w:asciiTheme="majorHAnsi" w:hAnsiTheme="majorHAnsi" w:cstheme="majorHAnsi"/>
        </w:rPr>
        <w:t xml:space="preserve">.000 Systeme an seine Hauptmärkte in Europa, Nordamerika und Asien geliefert und installiert. </w:t>
      </w:r>
    </w:p>
    <w:p w14:paraId="01B6C46B" w14:textId="77777777" w:rsidR="00061202" w:rsidRPr="003D2D5E" w:rsidRDefault="00061202" w:rsidP="003D2D5E">
      <w:pPr>
        <w:rPr>
          <w:rFonts w:asciiTheme="majorHAnsi" w:hAnsiTheme="majorHAnsi" w:cstheme="majorHAnsi"/>
          <w:color w:val="000000"/>
          <w:lang w:val="de-DE"/>
        </w:rPr>
      </w:pPr>
    </w:p>
    <w:p w14:paraId="5B99F0F2" w14:textId="77777777" w:rsidR="00AA55E1" w:rsidRPr="003D2D5E" w:rsidRDefault="00AA55E1" w:rsidP="003D2D5E">
      <w:pPr>
        <w:rPr>
          <w:rFonts w:asciiTheme="majorHAnsi" w:hAnsiTheme="majorHAnsi" w:cstheme="majorHAnsi"/>
          <w:color w:val="000000"/>
          <w:lang w:val="de-DE"/>
        </w:rPr>
      </w:pPr>
    </w:p>
    <w:p w14:paraId="3BBD56F9" w14:textId="77777777"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14:paraId="69BE5DE1" w14:textId="77777777" w:rsidR="00606A95" w:rsidRPr="003D2D5E" w:rsidRDefault="00606A95" w:rsidP="003D2D5E">
      <w:pPr>
        <w:rPr>
          <w:rFonts w:asciiTheme="majorHAnsi" w:hAnsiTheme="majorHAnsi" w:cstheme="majorHAnsi"/>
          <w:color w:val="000000"/>
          <w:lang w:val="de-DE"/>
        </w:rPr>
      </w:pPr>
    </w:p>
    <w:p w14:paraId="47246F42" w14:textId="77777777"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Maike Teuwsen</w:t>
      </w:r>
    </w:p>
    <w:p w14:paraId="5BCD0DBE"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14:paraId="649518E6"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w:t>
      </w:r>
      <w:r w:rsidR="00AE039E" w:rsidRPr="00AE039E">
        <w:rPr>
          <w:rFonts w:asciiTheme="majorHAnsi" w:hAnsiTheme="majorHAnsi" w:cstheme="majorHAnsi"/>
          <w:color w:val="000000"/>
          <w:lang w:val="de-DE"/>
        </w:rPr>
        <w:t>162 9923336</w:t>
      </w:r>
      <w:r w:rsidR="00AE039E" w:rsidRPr="00AE039E">
        <w:rPr>
          <w:rFonts w:asciiTheme="majorHAnsi" w:hAnsiTheme="majorHAnsi" w:cstheme="majorHAnsi"/>
          <w:color w:val="000000"/>
          <w:lang w:val="de-DE"/>
        </w:rPr>
        <w:t>‬</w:t>
      </w:r>
    </w:p>
    <w:p w14:paraId="46E91874" w14:textId="112C8CFE" w:rsidR="00606A95" w:rsidRPr="003D2D5E" w:rsidRDefault="00F10C11" w:rsidP="003D2D5E">
      <w:pPr>
        <w:rPr>
          <w:rFonts w:asciiTheme="majorHAnsi" w:hAnsiTheme="majorHAnsi" w:cstheme="majorHAnsi"/>
          <w:color w:val="000000"/>
          <w:lang w:val="de-DE"/>
        </w:rPr>
      </w:pPr>
      <w:r w:rsidRPr="003D2D5E">
        <w:rPr>
          <w:rFonts w:asciiTheme="majorHAnsi" w:hAnsiTheme="majorHAnsi" w:cstheme="majorHAnsi"/>
          <w:color w:val="000000"/>
          <w:lang w:val="de-DE"/>
        </w:rPr>
        <w:t>E-Mail</w:t>
      </w:r>
      <w:r w:rsidR="00606A95" w:rsidRPr="003D2D5E">
        <w:rPr>
          <w:rFonts w:asciiTheme="majorHAnsi" w:hAnsiTheme="majorHAnsi" w:cstheme="majorHAnsi"/>
          <w:color w:val="000000"/>
          <w:lang w:val="de-DE"/>
        </w:rPr>
        <w:t xml:space="preserve">: </w:t>
      </w:r>
      <w:r w:rsidR="00120A71" w:rsidRPr="003D2D5E">
        <w:rPr>
          <w:rFonts w:asciiTheme="majorHAnsi" w:hAnsiTheme="majorHAnsi" w:cstheme="majorHAnsi"/>
          <w:color w:val="000000"/>
          <w:lang w:val="de-DE"/>
        </w:rPr>
        <w:t>maike</w:t>
      </w:r>
      <w:r w:rsidR="00606A95" w:rsidRPr="003D2D5E">
        <w:rPr>
          <w:rFonts w:asciiTheme="majorHAnsi" w:hAnsiTheme="majorHAnsi" w:cstheme="majorHAnsi"/>
          <w:color w:val="000000"/>
          <w:lang w:val="de-DE"/>
        </w:rPr>
        <w:t>.</w:t>
      </w:r>
      <w:r w:rsidR="00120A71" w:rsidRPr="003D2D5E">
        <w:rPr>
          <w:rFonts w:asciiTheme="majorHAnsi" w:hAnsiTheme="majorHAnsi" w:cstheme="majorHAnsi"/>
          <w:color w:val="000000"/>
          <w:lang w:val="de-DE"/>
        </w:rPr>
        <w:t>teuwsen</w:t>
      </w:r>
      <w:r w:rsidR="00606A95" w:rsidRPr="003D2D5E">
        <w:rPr>
          <w:rFonts w:asciiTheme="majorHAnsi" w:hAnsiTheme="majorHAnsi" w:cstheme="majorHAnsi"/>
          <w:color w:val="000000"/>
          <w:lang w:val="de-DE"/>
        </w:rPr>
        <w:t>@fastems.com</w:t>
      </w:r>
    </w:p>
    <w:sectPr w:rsidR="00606A95" w:rsidRPr="003D2D5E" w:rsidSect="00AA5AC9">
      <w:headerReference w:type="default" r:id="rId13"/>
      <w:footerReference w:type="default" r:id="rId14"/>
      <w:headerReference w:type="first" r:id="rId15"/>
      <w:footerReference w:type="first" r:id="rId16"/>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9878DC" w14:textId="77777777" w:rsidR="00AD209C" w:rsidRDefault="00AD209C" w:rsidP="001C44B3">
      <w:r>
        <w:separator/>
      </w:r>
    </w:p>
  </w:endnote>
  <w:endnote w:type="continuationSeparator" w:id="0">
    <w:p w14:paraId="5F9CC3A1" w14:textId="77777777" w:rsidR="00AD209C" w:rsidRDefault="00AD209C"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46F4C11F" w14:textId="77777777" w:rsidTr="00674C91">
      <w:trPr>
        <w:trHeight w:val="340"/>
      </w:trPr>
      <w:tc>
        <w:tcPr>
          <w:tcW w:w="2030" w:type="dxa"/>
          <w:tcBorders>
            <w:top w:val="single" w:sz="8" w:space="0" w:color="4F5250" w:themeColor="accent1"/>
          </w:tcBorders>
        </w:tcPr>
        <w:p w14:paraId="09A0B36E" w14:textId="77777777" w:rsidR="00061202" w:rsidRPr="00ED7B7B" w:rsidRDefault="00061202">
          <w:pPr>
            <w:pStyle w:val="Fuzeile"/>
            <w:rPr>
              <w:lang w:val="de-DE"/>
            </w:rPr>
          </w:pPr>
        </w:p>
      </w:tc>
      <w:tc>
        <w:tcPr>
          <w:tcW w:w="1866" w:type="dxa"/>
          <w:tcBorders>
            <w:top w:val="single" w:sz="8" w:space="0" w:color="4F5250" w:themeColor="accent1"/>
          </w:tcBorders>
        </w:tcPr>
        <w:p w14:paraId="7510498A"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0CE23762"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5D73750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315C8F5D" w14:textId="77777777" w:rsidR="00061202" w:rsidRPr="00ED7B7B" w:rsidRDefault="00061202" w:rsidP="001E3ECA">
          <w:pPr>
            <w:pStyle w:val="Fuzeile"/>
            <w:rPr>
              <w:lang w:val="de-DE"/>
            </w:rPr>
          </w:pPr>
        </w:p>
      </w:tc>
    </w:tr>
    <w:tr w:rsidR="00061202" w:rsidRPr="00514E41" w14:paraId="2BFB9D11" w14:textId="77777777" w:rsidTr="00674C91">
      <w:trPr>
        <w:trHeight w:val="170"/>
      </w:trPr>
      <w:tc>
        <w:tcPr>
          <w:tcW w:w="2030" w:type="dxa"/>
        </w:tcPr>
        <w:p w14:paraId="36A1900A"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6F1F97F0" w14:textId="77777777" w:rsidR="00061202" w:rsidRPr="00FF2F2F" w:rsidRDefault="00061202" w:rsidP="00FF2F2F">
          <w:pPr>
            <w:pStyle w:val="Fuzeile"/>
            <w:rPr>
              <w:lang w:val="de-DE"/>
            </w:rPr>
          </w:pPr>
          <w:r w:rsidRPr="00FF2F2F">
            <w:rPr>
              <w:lang w:val="de-DE"/>
            </w:rPr>
            <w:t>Zweigstelle Göppingen:</w:t>
          </w:r>
        </w:p>
        <w:p w14:paraId="2A14B6E5" w14:textId="77777777" w:rsidR="00061202" w:rsidRPr="00FF2F2F" w:rsidRDefault="00061202" w:rsidP="00FF2F2F">
          <w:pPr>
            <w:pStyle w:val="Fuzeile"/>
            <w:rPr>
              <w:lang w:val="de-DE"/>
            </w:rPr>
          </w:pPr>
          <w:r w:rsidRPr="00FF2F2F">
            <w:rPr>
              <w:lang w:val="de-DE"/>
            </w:rPr>
            <w:t>Heilbronner Straße 17/1</w:t>
          </w:r>
        </w:p>
        <w:p w14:paraId="77B92776" w14:textId="77777777" w:rsidR="00061202" w:rsidRPr="00FF2F2F" w:rsidRDefault="00061202" w:rsidP="00FF2F2F">
          <w:pPr>
            <w:pStyle w:val="Fuzeile"/>
            <w:rPr>
              <w:lang w:val="de-DE"/>
            </w:rPr>
          </w:pPr>
          <w:r w:rsidRPr="00FF2F2F">
            <w:rPr>
              <w:lang w:val="de-DE"/>
            </w:rPr>
            <w:t>D-73037 Göppingen</w:t>
          </w:r>
        </w:p>
        <w:p w14:paraId="152BC385" w14:textId="77777777" w:rsidR="00061202" w:rsidRPr="00FF2F2F" w:rsidRDefault="00061202" w:rsidP="00FF2F2F">
          <w:pPr>
            <w:pStyle w:val="Fuzeile"/>
            <w:rPr>
              <w:lang w:val="de-DE"/>
            </w:rPr>
          </w:pPr>
          <w:r w:rsidRPr="00FF2F2F">
            <w:rPr>
              <w:lang w:val="de-DE"/>
            </w:rPr>
            <w:t>T:  +49 7161 963 800</w:t>
          </w:r>
        </w:p>
        <w:p w14:paraId="39EB4DA9" w14:textId="28EED437" w:rsidR="00061202" w:rsidRPr="00FF2F2F" w:rsidRDefault="007467D9" w:rsidP="00FF2F2F">
          <w:pPr>
            <w:pStyle w:val="Fuzeile"/>
            <w:rPr>
              <w:lang w:val="de-DE"/>
            </w:rPr>
          </w:pPr>
          <w:r>
            <w:rPr>
              <w:lang w:val="de-DE"/>
            </w:rPr>
            <w:t>in</w:t>
          </w:r>
          <w:r w:rsidR="00061202">
            <w:rPr>
              <w:lang w:val="de-DE"/>
            </w:rPr>
            <w:t>fo.fastems</w:t>
          </w:r>
          <w:r w:rsidR="00061202" w:rsidRPr="00FF2F2F">
            <w:rPr>
              <w:lang w:val="de-DE"/>
            </w:rPr>
            <w:t>@fastems.com</w:t>
          </w:r>
        </w:p>
        <w:p w14:paraId="130F14B4"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34A6C453" w14:textId="7079A86F" w:rsidR="00061202" w:rsidRPr="00ED7B7B" w:rsidRDefault="00061202" w:rsidP="00FF2F2F">
          <w:pPr>
            <w:pStyle w:val="Fuzeile"/>
            <w:rPr>
              <w:lang w:val="de-DE"/>
            </w:rPr>
          </w:pPr>
        </w:p>
      </w:tc>
      <w:tc>
        <w:tcPr>
          <w:tcW w:w="1468" w:type="dxa"/>
          <w:vMerge w:val="restart"/>
        </w:tcPr>
        <w:p w14:paraId="7CC66377" w14:textId="77777777" w:rsidR="00061202" w:rsidRPr="00FF2F2F" w:rsidRDefault="00061202" w:rsidP="00FF2F2F">
          <w:pPr>
            <w:pStyle w:val="Fuzeile"/>
            <w:rPr>
              <w:lang w:val="de-DE"/>
            </w:rPr>
          </w:pPr>
          <w:r w:rsidRPr="00FF2F2F">
            <w:rPr>
              <w:lang w:val="de-DE"/>
            </w:rPr>
            <w:t>Hauptsitz Issum</w:t>
          </w:r>
        </w:p>
        <w:p w14:paraId="61E2B8BA" w14:textId="586D11E3" w:rsidR="00061202" w:rsidRPr="00FF2F2F" w:rsidRDefault="00061202" w:rsidP="00FF1FBD">
          <w:pPr>
            <w:pStyle w:val="Fuzeile"/>
            <w:rPr>
              <w:lang w:val="de-DE"/>
            </w:rPr>
          </w:pPr>
          <w:r w:rsidRPr="00FF2F2F">
            <w:rPr>
              <w:lang w:val="de-DE"/>
            </w:rPr>
            <w:t>Amtsgericht K</w:t>
          </w:r>
          <w:r w:rsidR="00A37CDF">
            <w:rPr>
              <w:lang w:val="de-DE"/>
            </w:rPr>
            <w:t>refeld</w:t>
          </w:r>
          <w:r w:rsidRPr="00FF2F2F">
            <w:rPr>
              <w:lang w:val="de-DE"/>
            </w:rPr>
            <w:t xml:space="preserve"> </w:t>
          </w:r>
        </w:p>
        <w:p w14:paraId="51D59202" w14:textId="32D1AC93" w:rsidR="00061202" w:rsidRPr="00A37CDF" w:rsidRDefault="00061202" w:rsidP="00FF1FBD">
          <w:pPr>
            <w:pStyle w:val="Fuzeile"/>
            <w:rPr>
              <w:lang w:val="de-DE"/>
            </w:rPr>
          </w:pPr>
          <w:r w:rsidRPr="00FF2F2F">
            <w:rPr>
              <w:lang w:val="de-DE"/>
            </w:rPr>
            <w:t>HRB</w:t>
          </w:r>
          <w:r w:rsidRPr="00A37CDF">
            <w:rPr>
              <w:color w:val="000000" w:themeColor="text1"/>
              <w:szCs w:val="14"/>
              <w:lang w:val="de-DE"/>
            </w:rPr>
            <w:t xml:space="preserve"> </w:t>
          </w:r>
          <w:r w:rsidR="00A37CDF" w:rsidRPr="00A37CDF">
            <w:rPr>
              <w:color w:val="000000" w:themeColor="text1"/>
              <w:szCs w:val="14"/>
              <w:lang w:val="de-DE"/>
            </w:rPr>
            <w:t>20555</w:t>
          </w:r>
          <w:r w:rsidR="00A37CDF" w:rsidRPr="00A37CDF">
            <w:rPr>
              <w:color w:val="000000" w:themeColor="text1"/>
              <w:sz w:val="20"/>
              <w:szCs w:val="20"/>
              <w:lang w:val="de-DE"/>
            </w:rPr>
            <w:t> </w:t>
          </w:r>
        </w:p>
        <w:p w14:paraId="094F39C9" w14:textId="77777777" w:rsidR="00061202" w:rsidRPr="00FF2F2F" w:rsidRDefault="00061202" w:rsidP="00FF2F2F">
          <w:pPr>
            <w:pStyle w:val="Fuzeile"/>
            <w:rPr>
              <w:lang w:val="de-DE"/>
            </w:rPr>
          </w:pPr>
          <w:r w:rsidRPr="00FF2F2F">
            <w:rPr>
              <w:lang w:val="de-DE"/>
            </w:rPr>
            <w:t>Geschäftsführer:</w:t>
          </w:r>
        </w:p>
        <w:p w14:paraId="3F688C71" w14:textId="13B28776" w:rsidR="00061202" w:rsidRDefault="000E71E0" w:rsidP="00FF2F2F">
          <w:pPr>
            <w:pStyle w:val="Fuzeile"/>
            <w:rPr>
              <w:lang w:val="de-DE"/>
            </w:rPr>
          </w:pPr>
          <w:r>
            <w:rPr>
              <w:lang w:val="de-DE"/>
            </w:rPr>
            <w:t>Stefan Becker</w:t>
          </w:r>
        </w:p>
        <w:p w14:paraId="758C5A61" w14:textId="176B66F3" w:rsidR="00A37CDF" w:rsidRDefault="00A37CDF" w:rsidP="00FF2F2F">
          <w:pPr>
            <w:pStyle w:val="Fuzeile"/>
            <w:rPr>
              <w:lang w:val="de-DE"/>
            </w:rPr>
          </w:pPr>
          <w:r>
            <w:rPr>
              <w:lang w:val="de-DE"/>
            </w:rPr>
            <w:t>Sven Schewe</w:t>
          </w:r>
        </w:p>
        <w:p w14:paraId="28E09C46" w14:textId="77777777" w:rsidR="006C2B35" w:rsidRPr="00FF2F2F" w:rsidRDefault="006C2B35" w:rsidP="00FF2F2F">
          <w:pPr>
            <w:pStyle w:val="Fuzeile"/>
            <w:rPr>
              <w:lang w:val="de-DE"/>
            </w:rPr>
          </w:pPr>
        </w:p>
        <w:p w14:paraId="4BD7FF5F" w14:textId="77777777" w:rsidR="00061202" w:rsidRPr="00ED7B7B" w:rsidRDefault="00061202" w:rsidP="00FF2F2F">
          <w:pPr>
            <w:pStyle w:val="Fuzeile"/>
            <w:rPr>
              <w:lang w:val="de-DE"/>
            </w:rPr>
          </w:pPr>
        </w:p>
      </w:tc>
      <w:tc>
        <w:tcPr>
          <w:tcW w:w="2264" w:type="dxa"/>
          <w:vMerge w:val="restart"/>
        </w:tcPr>
        <w:p w14:paraId="386CC677" w14:textId="77777777" w:rsidR="00061202" w:rsidRPr="00FF2F2F" w:rsidRDefault="00061202" w:rsidP="00FF2F2F">
          <w:pPr>
            <w:pStyle w:val="Fuzeile"/>
            <w:rPr>
              <w:lang w:val="de-DE"/>
            </w:rPr>
          </w:pPr>
          <w:r w:rsidRPr="00FF2F2F">
            <w:rPr>
              <w:lang w:val="de-DE"/>
            </w:rPr>
            <w:t>Nordea Bank</w:t>
          </w:r>
          <w:r>
            <w:rPr>
              <w:lang w:val="de-DE"/>
            </w:rPr>
            <w:t xml:space="preserve"> AB</w:t>
          </w:r>
        </w:p>
        <w:p w14:paraId="40068CBC" w14:textId="77777777" w:rsidR="00061202" w:rsidRPr="00FF2F2F" w:rsidRDefault="00061202" w:rsidP="00FF2F2F">
          <w:pPr>
            <w:pStyle w:val="Fuzeile"/>
            <w:rPr>
              <w:lang w:val="de-DE"/>
            </w:rPr>
          </w:pPr>
          <w:r w:rsidRPr="00FF2F2F">
            <w:rPr>
              <w:lang w:val="de-DE"/>
            </w:rPr>
            <w:t>Niederlassung Deutschland</w:t>
          </w:r>
        </w:p>
        <w:p w14:paraId="5651E967" w14:textId="77777777" w:rsidR="00061202" w:rsidRPr="00FF2F2F" w:rsidRDefault="00061202" w:rsidP="00FF2F2F">
          <w:pPr>
            <w:pStyle w:val="Fuzeile"/>
            <w:rPr>
              <w:lang w:val="de-DE"/>
            </w:rPr>
          </w:pPr>
          <w:r w:rsidRPr="00FF2F2F">
            <w:rPr>
              <w:lang w:val="de-DE"/>
            </w:rPr>
            <w:t>SWIFT/BIC:  NDEADEFF</w:t>
          </w:r>
        </w:p>
        <w:p w14:paraId="1F73FDD8" w14:textId="77777777" w:rsidR="00061202" w:rsidRPr="00FF2F2F" w:rsidRDefault="00061202" w:rsidP="00FF2F2F">
          <w:pPr>
            <w:pStyle w:val="Fuzeile"/>
            <w:rPr>
              <w:lang w:val="de-DE"/>
            </w:rPr>
          </w:pPr>
          <w:r w:rsidRPr="00FF2F2F">
            <w:rPr>
              <w:lang w:val="de-DE"/>
            </w:rPr>
            <w:t>IBAN:  DE49 5143 0300 6576 2700 01</w:t>
          </w:r>
        </w:p>
        <w:p w14:paraId="3FDE10C0"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453561F4" w14:textId="77777777" w:rsidR="00061202" w:rsidRPr="00ED7B7B" w:rsidRDefault="00061202" w:rsidP="00FF2F2F">
          <w:pPr>
            <w:pStyle w:val="Fuzeile"/>
            <w:rPr>
              <w:lang w:val="de-DE"/>
            </w:rPr>
          </w:pPr>
          <w:r w:rsidRPr="00FF2F2F">
            <w:rPr>
              <w:lang w:val="de-DE"/>
            </w:rPr>
            <w:t>Steuer-Nr.:  113/5722/1969</w:t>
          </w:r>
        </w:p>
      </w:tc>
    </w:tr>
    <w:tr w:rsidR="00061202" w:rsidRPr="00514E41" w14:paraId="7C468BDF" w14:textId="77777777" w:rsidTr="00674C91">
      <w:trPr>
        <w:trHeight w:val="230"/>
      </w:trPr>
      <w:tc>
        <w:tcPr>
          <w:tcW w:w="2030" w:type="dxa"/>
        </w:tcPr>
        <w:p w14:paraId="6EC55D54" w14:textId="1AE5CA81" w:rsidR="00061202" w:rsidRPr="00183099" w:rsidRDefault="00061202" w:rsidP="00183099">
          <w:pPr>
            <w:pStyle w:val="Fuzeile"/>
            <w:rPr>
              <w:lang w:val="de-DE"/>
            </w:rPr>
          </w:pPr>
          <w:proofErr w:type="spellStart"/>
          <w:r w:rsidRPr="00183099">
            <w:rPr>
              <w:lang w:val="de-DE"/>
            </w:rPr>
            <w:t>G</w:t>
          </w:r>
          <w:r w:rsidR="00FD1EAA">
            <w:rPr>
              <w:lang w:val="de-DE"/>
            </w:rPr>
            <w:t>irmesgath</w:t>
          </w:r>
          <w:proofErr w:type="spellEnd"/>
          <w:r w:rsidR="00FD1EAA">
            <w:rPr>
              <w:lang w:val="de-DE"/>
            </w:rPr>
            <w:t xml:space="preserve"> 5 / Gebäude 10</w:t>
          </w:r>
        </w:p>
        <w:p w14:paraId="249A5CA6" w14:textId="68A5351C" w:rsidR="00061202" w:rsidRPr="00183099" w:rsidRDefault="00061202" w:rsidP="00183099">
          <w:pPr>
            <w:pStyle w:val="Fuzeile"/>
            <w:rPr>
              <w:lang w:val="de-DE"/>
            </w:rPr>
          </w:pPr>
          <w:r w:rsidRPr="00183099">
            <w:rPr>
              <w:lang w:val="de-DE"/>
            </w:rPr>
            <w:t>D-</w:t>
          </w:r>
          <w:r w:rsidR="00FD1EAA">
            <w:rPr>
              <w:lang w:val="de-DE"/>
            </w:rPr>
            <w:t>47803</w:t>
          </w:r>
          <w:r w:rsidRPr="00183099">
            <w:rPr>
              <w:lang w:val="de-DE"/>
            </w:rPr>
            <w:t xml:space="preserve"> </w:t>
          </w:r>
          <w:r w:rsidR="00FD1EAA">
            <w:rPr>
              <w:lang w:val="de-DE"/>
            </w:rPr>
            <w:t>Krefeld</w:t>
          </w:r>
        </w:p>
        <w:p w14:paraId="50E10CF8" w14:textId="3DF80C12" w:rsidR="00061202" w:rsidRPr="00183099" w:rsidRDefault="00061202" w:rsidP="00183099">
          <w:pPr>
            <w:pStyle w:val="Fuzeile"/>
            <w:rPr>
              <w:lang w:val="de-DE"/>
            </w:rPr>
          </w:pPr>
          <w:r w:rsidRPr="00183099">
            <w:rPr>
              <w:lang w:val="de-DE"/>
            </w:rPr>
            <w:t>T:  +49 2</w:t>
          </w:r>
          <w:r w:rsidR="00FD1EAA">
            <w:rPr>
              <w:lang w:val="de-DE"/>
            </w:rPr>
            <w:t>151</w:t>
          </w:r>
          <w:r w:rsidRPr="00183099">
            <w:rPr>
              <w:lang w:val="de-DE"/>
            </w:rPr>
            <w:t xml:space="preserve"> </w:t>
          </w:r>
          <w:r w:rsidR="00FD1EAA">
            <w:rPr>
              <w:lang w:val="de-DE"/>
            </w:rPr>
            <w:t>41258</w:t>
          </w:r>
          <w:r w:rsidRPr="00183099">
            <w:rPr>
              <w:lang w:val="de-DE"/>
            </w:rPr>
            <w:t>0</w:t>
          </w:r>
          <w:r w:rsidR="00FD1EAA">
            <w:rPr>
              <w:lang w:val="de-DE"/>
            </w:rPr>
            <w:t>-0</w:t>
          </w:r>
        </w:p>
        <w:p w14:paraId="01F4D5AA" w14:textId="32347C66" w:rsidR="00061202" w:rsidRPr="007467D9" w:rsidRDefault="007467D9" w:rsidP="00183099">
          <w:pPr>
            <w:pStyle w:val="Fuzeile"/>
            <w:rPr>
              <w:lang w:val="de-DE"/>
            </w:rPr>
          </w:pPr>
          <w:r>
            <w:rPr>
              <w:lang w:val="de-DE"/>
            </w:rPr>
            <w:t>i</w:t>
          </w:r>
          <w:r w:rsidR="00061202" w:rsidRPr="007467D9">
            <w:rPr>
              <w:lang w:val="de-DE"/>
            </w:rPr>
            <w:t>nfo.fastems@fastems.com</w:t>
          </w:r>
        </w:p>
        <w:p w14:paraId="28B59E32" w14:textId="77777777" w:rsidR="00061202" w:rsidRPr="007467D9" w:rsidRDefault="00061202" w:rsidP="00B6676E">
          <w:pPr>
            <w:pStyle w:val="Fuzeile"/>
            <w:rPr>
              <w:lang w:val="de-DE"/>
            </w:rPr>
          </w:pPr>
          <w:r w:rsidRPr="007467D9">
            <w:rPr>
              <w:lang w:val="de-DE"/>
            </w:rPr>
            <w:t>www.fastems.com</w:t>
          </w:r>
        </w:p>
      </w:tc>
      <w:tc>
        <w:tcPr>
          <w:tcW w:w="1866" w:type="dxa"/>
          <w:vMerge/>
        </w:tcPr>
        <w:p w14:paraId="5A82A9EC" w14:textId="77777777" w:rsidR="00061202" w:rsidRPr="007467D9" w:rsidRDefault="00061202" w:rsidP="00ED7B7B">
          <w:pPr>
            <w:pStyle w:val="Fuzeile"/>
            <w:rPr>
              <w:lang w:val="de-DE"/>
            </w:rPr>
          </w:pPr>
        </w:p>
      </w:tc>
      <w:tc>
        <w:tcPr>
          <w:tcW w:w="1866" w:type="dxa"/>
          <w:vMerge/>
        </w:tcPr>
        <w:p w14:paraId="61BDB7B2" w14:textId="77777777" w:rsidR="00061202" w:rsidRPr="007467D9" w:rsidRDefault="00061202" w:rsidP="00ED7B7B">
          <w:pPr>
            <w:pStyle w:val="Fuzeile"/>
            <w:rPr>
              <w:lang w:val="de-DE"/>
            </w:rPr>
          </w:pPr>
        </w:p>
      </w:tc>
      <w:tc>
        <w:tcPr>
          <w:tcW w:w="1468" w:type="dxa"/>
          <w:vMerge/>
        </w:tcPr>
        <w:p w14:paraId="463D1642" w14:textId="77777777" w:rsidR="00061202" w:rsidRPr="007467D9" w:rsidRDefault="00061202" w:rsidP="00ED7B7B">
          <w:pPr>
            <w:rPr>
              <w:lang w:val="de-DE"/>
            </w:rPr>
          </w:pPr>
        </w:p>
      </w:tc>
      <w:tc>
        <w:tcPr>
          <w:tcW w:w="2264" w:type="dxa"/>
          <w:vMerge/>
        </w:tcPr>
        <w:p w14:paraId="308BBFB7" w14:textId="77777777" w:rsidR="00061202" w:rsidRPr="007467D9" w:rsidRDefault="00061202" w:rsidP="00ED7B7B">
          <w:pPr>
            <w:rPr>
              <w:lang w:val="de-DE"/>
            </w:rPr>
          </w:pPr>
        </w:p>
      </w:tc>
    </w:tr>
  </w:tbl>
  <w:p w14:paraId="3970D349" w14:textId="77777777" w:rsidR="005E3459" w:rsidRPr="007467D9"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1B5229F6" w14:textId="77777777" w:rsidTr="00674C91">
      <w:trPr>
        <w:trHeight w:val="340"/>
      </w:trPr>
      <w:tc>
        <w:tcPr>
          <w:tcW w:w="2030" w:type="dxa"/>
          <w:tcBorders>
            <w:top w:val="single" w:sz="8" w:space="0" w:color="4F5250" w:themeColor="accent1"/>
          </w:tcBorders>
        </w:tcPr>
        <w:p w14:paraId="152F9E16" w14:textId="77777777" w:rsidR="00061202" w:rsidRPr="00ED7B7B" w:rsidRDefault="00061202">
          <w:pPr>
            <w:pStyle w:val="Fuzeile"/>
            <w:rPr>
              <w:lang w:val="de-DE"/>
            </w:rPr>
          </w:pPr>
        </w:p>
      </w:tc>
      <w:tc>
        <w:tcPr>
          <w:tcW w:w="1866" w:type="dxa"/>
          <w:tcBorders>
            <w:top w:val="single" w:sz="8" w:space="0" w:color="4F5250" w:themeColor="accent1"/>
          </w:tcBorders>
        </w:tcPr>
        <w:p w14:paraId="5ED07700"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7E722000"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7B429A8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452E4677" w14:textId="77777777" w:rsidR="00061202" w:rsidRPr="00ED7B7B" w:rsidRDefault="00061202" w:rsidP="001E3ECA">
          <w:pPr>
            <w:pStyle w:val="Fuzeile"/>
            <w:rPr>
              <w:lang w:val="de-DE"/>
            </w:rPr>
          </w:pPr>
        </w:p>
      </w:tc>
    </w:tr>
    <w:tr w:rsidR="00061202" w:rsidRPr="00514E41" w14:paraId="255E3195" w14:textId="77777777" w:rsidTr="00674C91">
      <w:trPr>
        <w:trHeight w:val="170"/>
      </w:trPr>
      <w:tc>
        <w:tcPr>
          <w:tcW w:w="2030" w:type="dxa"/>
        </w:tcPr>
        <w:p w14:paraId="3A2076F8"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0A80CF34" w14:textId="77777777" w:rsidR="00061202" w:rsidRPr="00FF2F2F" w:rsidRDefault="00061202" w:rsidP="00FF2F2F">
          <w:pPr>
            <w:pStyle w:val="Fuzeile"/>
            <w:rPr>
              <w:lang w:val="de-DE"/>
            </w:rPr>
          </w:pPr>
          <w:r w:rsidRPr="00FF2F2F">
            <w:rPr>
              <w:lang w:val="de-DE"/>
            </w:rPr>
            <w:t>Zweigstelle Göppingen:</w:t>
          </w:r>
        </w:p>
        <w:p w14:paraId="0A99BFD5" w14:textId="77777777" w:rsidR="00061202" w:rsidRPr="00FF2F2F" w:rsidRDefault="00061202" w:rsidP="00FF2F2F">
          <w:pPr>
            <w:pStyle w:val="Fuzeile"/>
            <w:rPr>
              <w:lang w:val="de-DE"/>
            </w:rPr>
          </w:pPr>
          <w:r w:rsidRPr="00FF2F2F">
            <w:rPr>
              <w:lang w:val="de-DE"/>
            </w:rPr>
            <w:t>Heilbronner Straße 17/1</w:t>
          </w:r>
        </w:p>
        <w:p w14:paraId="4760FBDC" w14:textId="77777777" w:rsidR="00061202" w:rsidRPr="00FF2F2F" w:rsidRDefault="00061202" w:rsidP="00FF2F2F">
          <w:pPr>
            <w:pStyle w:val="Fuzeile"/>
            <w:rPr>
              <w:lang w:val="de-DE"/>
            </w:rPr>
          </w:pPr>
          <w:r w:rsidRPr="00FF2F2F">
            <w:rPr>
              <w:lang w:val="de-DE"/>
            </w:rPr>
            <w:t>D-73037 Göppingen</w:t>
          </w:r>
        </w:p>
        <w:p w14:paraId="6EAB0A93" w14:textId="77777777" w:rsidR="00061202" w:rsidRPr="00FF2F2F" w:rsidRDefault="00061202" w:rsidP="00FF2F2F">
          <w:pPr>
            <w:pStyle w:val="Fuzeile"/>
            <w:rPr>
              <w:lang w:val="de-DE"/>
            </w:rPr>
          </w:pPr>
          <w:r w:rsidRPr="00FF2F2F">
            <w:rPr>
              <w:lang w:val="de-DE"/>
            </w:rPr>
            <w:t>T:  +49 7161 963 800</w:t>
          </w:r>
        </w:p>
        <w:p w14:paraId="32C19992" w14:textId="77777777" w:rsidR="00061202" w:rsidRPr="00FF2F2F" w:rsidRDefault="00061202" w:rsidP="00FF2F2F">
          <w:pPr>
            <w:pStyle w:val="Fuzeile"/>
            <w:rPr>
              <w:lang w:val="de-DE"/>
            </w:rPr>
          </w:pPr>
          <w:r w:rsidRPr="00FF2F2F">
            <w:rPr>
              <w:lang w:val="de-DE"/>
            </w:rPr>
            <w:t>F:  +49 7161 963 8049</w:t>
          </w:r>
        </w:p>
        <w:p w14:paraId="482D4CBB" w14:textId="77777777" w:rsidR="00061202" w:rsidRPr="00FF2F2F" w:rsidRDefault="00061202" w:rsidP="00FF2F2F">
          <w:pPr>
            <w:pStyle w:val="Fuzeile"/>
            <w:rPr>
              <w:lang w:val="de-DE"/>
            </w:rPr>
          </w:pPr>
          <w:r>
            <w:rPr>
              <w:lang w:val="de-DE"/>
            </w:rPr>
            <w:t>info.fastems</w:t>
          </w:r>
          <w:r w:rsidRPr="00FF2F2F">
            <w:rPr>
              <w:lang w:val="de-DE"/>
            </w:rPr>
            <w:t>@fastems.com</w:t>
          </w:r>
        </w:p>
        <w:p w14:paraId="0CE581D8"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5BB30220" w14:textId="77777777" w:rsidR="00061202" w:rsidRPr="00FF2F2F" w:rsidRDefault="00061202" w:rsidP="00FF2F2F">
          <w:pPr>
            <w:pStyle w:val="Fuzeile"/>
            <w:rPr>
              <w:lang w:val="de-DE"/>
            </w:rPr>
          </w:pPr>
          <w:r w:rsidRPr="00FF2F2F">
            <w:rPr>
              <w:lang w:val="de-DE"/>
            </w:rPr>
            <w:t>Zweigstelle Lyon:</w:t>
          </w:r>
        </w:p>
        <w:p w14:paraId="7D656A7A" w14:textId="77777777" w:rsidR="00061202" w:rsidRPr="00FF2F2F" w:rsidRDefault="00061202" w:rsidP="00FF2F2F">
          <w:pPr>
            <w:pStyle w:val="Fuzeile"/>
            <w:rPr>
              <w:lang w:val="de-DE"/>
            </w:rPr>
          </w:pPr>
          <w:r w:rsidRPr="00FF2F2F">
            <w:rPr>
              <w:lang w:val="de-DE"/>
            </w:rPr>
            <w:t>99, Rue de Gerland</w:t>
          </w:r>
        </w:p>
        <w:p w14:paraId="36B2B6E4" w14:textId="77777777" w:rsidR="00061202" w:rsidRPr="00FF2F2F" w:rsidRDefault="00061202" w:rsidP="00FF2F2F">
          <w:pPr>
            <w:pStyle w:val="Fuzeile"/>
            <w:rPr>
              <w:lang w:val="de-DE"/>
            </w:rPr>
          </w:pPr>
          <w:r w:rsidRPr="00FF2F2F">
            <w:rPr>
              <w:lang w:val="de-DE"/>
            </w:rPr>
            <w:t>F-69007 Lyon</w:t>
          </w:r>
        </w:p>
        <w:p w14:paraId="011F2A50" w14:textId="77777777" w:rsidR="00061202" w:rsidRPr="00FF2F2F" w:rsidRDefault="00061202" w:rsidP="00FF2F2F">
          <w:pPr>
            <w:pStyle w:val="Fuzeile"/>
            <w:rPr>
              <w:lang w:val="de-DE"/>
            </w:rPr>
          </w:pPr>
          <w:r w:rsidRPr="00FF2F2F">
            <w:rPr>
              <w:lang w:val="de-DE"/>
            </w:rPr>
            <w:t>T:  +33 4 3765 2000</w:t>
          </w:r>
        </w:p>
        <w:p w14:paraId="23A6FE9B" w14:textId="77777777" w:rsidR="00061202" w:rsidRPr="00FF2F2F" w:rsidRDefault="00061202" w:rsidP="00FF2F2F">
          <w:pPr>
            <w:pStyle w:val="Fuzeile"/>
            <w:rPr>
              <w:lang w:val="de-DE"/>
            </w:rPr>
          </w:pPr>
          <w:r w:rsidRPr="00FF2F2F">
            <w:rPr>
              <w:lang w:val="de-DE"/>
            </w:rPr>
            <w:t>F:  +33 4 3765 2001</w:t>
          </w:r>
        </w:p>
        <w:p w14:paraId="588234FC" w14:textId="77777777" w:rsidR="00061202" w:rsidRPr="00FF2F2F" w:rsidRDefault="00061202" w:rsidP="00FF2F2F">
          <w:pPr>
            <w:pStyle w:val="Fuzeile"/>
            <w:rPr>
              <w:lang w:val="de-DE"/>
            </w:rPr>
          </w:pPr>
          <w:r w:rsidRPr="00FF2F2F">
            <w:rPr>
              <w:lang w:val="de-DE"/>
            </w:rPr>
            <w:t>info.fastems@fastems.com</w:t>
          </w:r>
        </w:p>
        <w:p w14:paraId="16378120" w14:textId="77777777" w:rsidR="00061202" w:rsidRPr="00ED7B7B" w:rsidRDefault="00061202" w:rsidP="00FF2F2F">
          <w:pPr>
            <w:pStyle w:val="Fuzeile"/>
            <w:rPr>
              <w:lang w:val="de-DE"/>
            </w:rPr>
          </w:pPr>
          <w:r w:rsidRPr="00FF2F2F">
            <w:rPr>
              <w:lang w:val="de-DE"/>
            </w:rPr>
            <w:t>www.fastems.com</w:t>
          </w:r>
        </w:p>
      </w:tc>
      <w:tc>
        <w:tcPr>
          <w:tcW w:w="1468" w:type="dxa"/>
          <w:vMerge w:val="restart"/>
        </w:tcPr>
        <w:p w14:paraId="6A61750D" w14:textId="77777777" w:rsidR="00061202" w:rsidRPr="00FF2F2F" w:rsidRDefault="00061202" w:rsidP="00FF2F2F">
          <w:pPr>
            <w:pStyle w:val="Fuzeile"/>
            <w:rPr>
              <w:lang w:val="de-DE"/>
            </w:rPr>
          </w:pPr>
          <w:r w:rsidRPr="00FF2F2F">
            <w:rPr>
              <w:lang w:val="de-DE"/>
            </w:rPr>
            <w:t>Hauptsitz Issum</w:t>
          </w:r>
        </w:p>
        <w:p w14:paraId="37D4580D" w14:textId="77777777" w:rsidR="00061202" w:rsidRPr="00FF2F2F" w:rsidRDefault="00061202" w:rsidP="00FF2F2F">
          <w:pPr>
            <w:pStyle w:val="Fuzeile"/>
            <w:rPr>
              <w:lang w:val="de-DE"/>
            </w:rPr>
          </w:pPr>
          <w:r w:rsidRPr="00FF2F2F">
            <w:rPr>
              <w:lang w:val="de-DE"/>
            </w:rPr>
            <w:t xml:space="preserve">Amtsgericht Kleve </w:t>
          </w:r>
        </w:p>
        <w:p w14:paraId="6842CCE0" w14:textId="77777777" w:rsidR="00061202" w:rsidRPr="00FF2F2F" w:rsidRDefault="00061202" w:rsidP="00FF2F2F">
          <w:pPr>
            <w:pStyle w:val="Fuzeile"/>
            <w:rPr>
              <w:lang w:val="de-DE"/>
            </w:rPr>
          </w:pPr>
          <w:r w:rsidRPr="00FF2F2F">
            <w:rPr>
              <w:lang w:val="de-DE"/>
            </w:rPr>
            <w:t>HRB 12692</w:t>
          </w:r>
        </w:p>
        <w:p w14:paraId="65BAABA1" w14:textId="77777777" w:rsidR="00061202" w:rsidRPr="00FF2F2F" w:rsidRDefault="00061202" w:rsidP="00FF2F2F">
          <w:pPr>
            <w:pStyle w:val="Fuzeile"/>
            <w:rPr>
              <w:lang w:val="de-DE"/>
            </w:rPr>
          </w:pPr>
          <w:r w:rsidRPr="00FF2F2F">
            <w:rPr>
              <w:lang w:val="de-DE"/>
            </w:rPr>
            <w:t>Geschäftsführer:</w:t>
          </w:r>
        </w:p>
        <w:p w14:paraId="45571BCD" w14:textId="77777777" w:rsidR="00061202" w:rsidRPr="00FF2F2F" w:rsidRDefault="00061202" w:rsidP="00FF2F2F">
          <w:pPr>
            <w:pStyle w:val="Fuzeile"/>
            <w:rPr>
              <w:lang w:val="de-DE"/>
            </w:rPr>
          </w:pPr>
          <w:r w:rsidRPr="00FF2F2F">
            <w:rPr>
              <w:lang w:val="de-DE"/>
            </w:rPr>
            <w:t>Heikki Hallila</w:t>
          </w:r>
        </w:p>
        <w:p w14:paraId="39D258EC" w14:textId="77777777" w:rsidR="00061202" w:rsidRPr="00ED7B7B" w:rsidRDefault="00061202" w:rsidP="00FF2F2F">
          <w:pPr>
            <w:pStyle w:val="Fuzeile"/>
            <w:rPr>
              <w:lang w:val="de-DE"/>
            </w:rPr>
          </w:pPr>
        </w:p>
      </w:tc>
      <w:tc>
        <w:tcPr>
          <w:tcW w:w="2264" w:type="dxa"/>
          <w:vMerge w:val="restart"/>
        </w:tcPr>
        <w:p w14:paraId="55AA1A38" w14:textId="77777777" w:rsidR="00061202" w:rsidRPr="00FF2F2F" w:rsidRDefault="00061202" w:rsidP="00FF2F2F">
          <w:pPr>
            <w:pStyle w:val="Fuzeile"/>
            <w:rPr>
              <w:lang w:val="de-DE"/>
            </w:rPr>
          </w:pPr>
          <w:r w:rsidRPr="00FF2F2F">
            <w:rPr>
              <w:lang w:val="de-DE"/>
            </w:rPr>
            <w:t>Nordea Bank</w:t>
          </w:r>
          <w:r>
            <w:rPr>
              <w:lang w:val="de-DE"/>
            </w:rPr>
            <w:t xml:space="preserve"> AB</w:t>
          </w:r>
        </w:p>
        <w:p w14:paraId="79BCB0EE" w14:textId="77777777" w:rsidR="00061202" w:rsidRPr="00FF2F2F" w:rsidRDefault="00061202" w:rsidP="00FF2F2F">
          <w:pPr>
            <w:pStyle w:val="Fuzeile"/>
            <w:rPr>
              <w:lang w:val="de-DE"/>
            </w:rPr>
          </w:pPr>
          <w:r w:rsidRPr="00FF2F2F">
            <w:rPr>
              <w:lang w:val="de-DE"/>
            </w:rPr>
            <w:t>Niederlassung Deutschland</w:t>
          </w:r>
        </w:p>
        <w:p w14:paraId="56DC8B74" w14:textId="77777777" w:rsidR="00061202" w:rsidRPr="00FF2F2F" w:rsidRDefault="00061202" w:rsidP="00FF2F2F">
          <w:pPr>
            <w:pStyle w:val="Fuzeile"/>
            <w:rPr>
              <w:lang w:val="de-DE"/>
            </w:rPr>
          </w:pPr>
          <w:r w:rsidRPr="00FF2F2F">
            <w:rPr>
              <w:lang w:val="de-DE"/>
            </w:rPr>
            <w:t>SWIFT/BIC:  NDEADEFF</w:t>
          </w:r>
        </w:p>
        <w:p w14:paraId="65DEB7AE" w14:textId="77777777" w:rsidR="00061202" w:rsidRPr="00FF2F2F" w:rsidRDefault="00061202" w:rsidP="00FF2F2F">
          <w:pPr>
            <w:pStyle w:val="Fuzeile"/>
            <w:rPr>
              <w:lang w:val="de-DE"/>
            </w:rPr>
          </w:pPr>
          <w:r w:rsidRPr="00FF2F2F">
            <w:rPr>
              <w:lang w:val="de-DE"/>
            </w:rPr>
            <w:t>IBAN:  DE49 5143 0300 6576 2700 01</w:t>
          </w:r>
        </w:p>
        <w:p w14:paraId="2C39868C"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35EB77C3" w14:textId="77777777" w:rsidR="00061202" w:rsidRPr="00ED7B7B" w:rsidRDefault="00061202" w:rsidP="00FF2F2F">
          <w:pPr>
            <w:pStyle w:val="Fuzeile"/>
            <w:rPr>
              <w:lang w:val="de-DE"/>
            </w:rPr>
          </w:pPr>
          <w:r w:rsidRPr="00FF2F2F">
            <w:rPr>
              <w:lang w:val="de-DE"/>
            </w:rPr>
            <w:t>Steuer-Nr.:  113/5722/1969</w:t>
          </w:r>
        </w:p>
      </w:tc>
    </w:tr>
    <w:tr w:rsidR="00061202" w:rsidRPr="00514E41" w14:paraId="4F713986" w14:textId="77777777" w:rsidTr="00674C91">
      <w:trPr>
        <w:trHeight w:val="230"/>
      </w:trPr>
      <w:tc>
        <w:tcPr>
          <w:tcW w:w="2030" w:type="dxa"/>
        </w:tcPr>
        <w:p w14:paraId="29A0EE62" w14:textId="77777777" w:rsidR="00061202" w:rsidRPr="00183099" w:rsidRDefault="00061202" w:rsidP="00183099">
          <w:pPr>
            <w:pStyle w:val="Fuzeile"/>
            <w:rPr>
              <w:lang w:val="de-DE"/>
            </w:rPr>
          </w:pPr>
          <w:r w:rsidRPr="00183099">
            <w:rPr>
              <w:lang w:val="de-DE"/>
            </w:rPr>
            <w:t>Gewerbering 5</w:t>
          </w:r>
        </w:p>
        <w:p w14:paraId="1DE5E37F" w14:textId="77777777" w:rsidR="00061202" w:rsidRPr="00183099" w:rsidRDefault="00061202" w:rsidP="00183099">
          <w:pPr>
            <w:pStyle w:val="Fuzeile"/>
            <w:rPr>
              <w:lang w:val="de-DE"/>
            </w:rPr>
          </w:pPr>
          <w:r w:rsidRPr="00183099">
            <w:rPr>
              <w:lang w:val="de-DE"/>
            </w:rPr>
            <w:t>D-47661 Issum</w:t>
          </w:r>
        </w:p>
        <w:p w14:paraId="175533F7" w14:textId="77777777" w:rsidR="00061202" w:rsidRPr="00183099" w:rsidRDefault="00061202" w:rsidP="00183099">
          <w:pPr>
            <w:pStyle w:val="Fuzeile"/>
            <w:rPr>
              <w:lang w:val="de-DE"/>
            </w:rPr>
          </w:pPr>
          <w:r w:rsidRPr="00183099">
            <w:rPr>
              <w:lang w:val="de-DE"/>
            </w:rPr>
            <w:t>T:  +49 2835 9244 0</w:t>
          </w:r>
        </w:p>
        <w:p w14:paraId="3AB74061" w14:textId="77777777" w:rsidR="00061202" w:rsidRPr="00183099" w:rsidRDefault="00061202" w:rsidP="00183099">
          <w:pPr>
            <w:pStyle w:val="Fuzeile"/>
            <w:rPr>
              <w:lang w:val="de-DE"/>
            </w:rPr>
          </w:pPr>
          <w:r w:rsidRPr="00183099">
            <w:rPr>
              <w:lang w:val="de-DE"/>
            </w:rPr>
            <w:t>F:  +49 2835 9244 444</w:t>
          </w:r>
        </w:p>
        <w:p w14:paraId="232DA52D"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9268451"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45AEF084" w14:textId="77777777" w:rsidR="00061202" w:rsidRPr="00ED7B7B" w:rsidRDefault="00061202" w:rsidP="00ED7B7B">
          <w:pPr>
            <w:pStyle w:val="Fuzeile"/>
            <w:rPr>
              <w:lang w:val="de-DE"/>
            </w:rPr>
          </w:pPr>
        </w:p>
      </w:tc>
      <w:tc>
        <w:tcPr>
          <w:tcW w:w="1866" w:type="dxa"/>
          <w:vMerge/>
        </w:tcPr>
        <w:p w14:paraId="634DD0AB" w14:textId="77777777" w:rsidR="00061202" w:rsidRPr="00ED7B7B" w:rsidRDefault="00061202" w:rsidP="00ED7B7B">
          <w:pPr>
            <w:pStyle w:val="Fuzeile"/>
            <w:rPr>
              <w:lang w:val="de-DE"/>
            </w:rPr>
          </w:pPr>
        </w:p>
      </w:tc>
      <w:tc>
        <w:tcPr>
          <w:tcW w:w="1468" w:type="dxa"/>
          <w:vMerge/>
        </w:tcPr>
        <w:p w14:paraId="3B4B0C5C" w14:textId="77777777" w:rsidR="00061202" w:rsidRPr="00ED7B7B" w:rsidRDefault="00061202" w:rsidP="00ED7B7B">
          <w:pPr>
            <w:rPr>
              <w:lang w:val="de-DE"/>
            </w:rPr>
          </w:pPr>
        </w:p>
      </w:tc>
      <w:tc>
        <w:tcPr>
          <w:tcW w:w="2264" w:type="dxa"/>
          <w:vMerge/>
        </w:tcPr>
        <w:p w14:paraId="4925EFE6" w14:textId="77777777" w:rsidR="00061202" w:rsidRPr="00ED7B7B" w:rsidRDefault="00061202" w:rsidP="00ED7B7B">
          <w:pPr>
            <w:rPr>
              <w:lang w:val="de-DE"/>
            </w:rPr>
          </w:pPr>
        </w:p>
      </w:tc>
    </w:tr>
  </w:tbl>
  <w:p w14:paraId="45B8A3E5" w14:textId="77777777"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6FA147" w14:textId="77777777" w:rsidR="00AD209C" w:rsidRDefault="00AD209C" w:rsidP="001C44B3">
      <w:r>
        <w:separator/>
      </w:r>
    </w:p>
  </w:footnote>
  <w:footnote w:type="continuationSeparator" w:id="0">
    <w:p w14:paraId="5B4DCF91" w14:textId="77777777" w:rsidR="00AD209C" w:rsidRDefault="00AD209C"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14:paraId="392605D1" w14:textId="77777777" w:rsidTr="00235DD8">
      <w:trPr>
        <w:trHeight w:hRule="exact" w:val="227"/>
      </w:trPr>
      <w:tc>
        <w:tcPr>
          <w:tcW w:w="3136" w:type="dxa"/>
          <w:vMerge w:val="restart"/>
        </w:tcPr>
        <w:p w14:paraId="4CC2FC68" w14:textId="77777777" w:rsidR="00270F49" w:rsidRDefault="00270F49">
          <w:pPr>
            <w:pStyle w:val="Kopfzeile"/>
          </w:pPr>
          <w:r>
            <w:rPr>
              <w:noProof/>
              <w:lang w:val="de-DE" w:eastAsia="de-DE"/>
            </w:rPr>
            <w:drawing>
              <wp:inline distT="0" distB="0" distL="0" distR="0" wp14:anchorId="05A4E637" wp14:editId="22208621">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6F5A105F" w14:textId="77777777" w:rsidR="00270F49" w:rsidRDefault="00270F49">
          <w:pPr>
            <w:pStyle w:val="Kopfzeile"/>
          </w:pPr>
        </w:p>
      </w:tc>
      <w:tc>
        <w:tcPr>
          <w:tcW w:w="3219" w:type="dxa"/>
        </w:tcPr>
        <w:p w14:paraId="6D33109C" w14:textId="77777777" w:rsidR="00270F49" w:rsidRDefault="00270F49" w:rsidP="00AD4C2F">
          <w:pPr>
            <w:pStyle w:val="Kopfzeile"/>
            <w:jc w:val="right"/>
          </w:pPr>
        </w:p>
      </w:tc>
      <w:tc>
        <w:tcPr>
          <w:tcW w:w="2688" w:type="dxa"/>
        </w:tcPr>
        <w:p w14:paraId="5B111380" w14:textId="77777777" w:rsidR="00270F49" w:rsidRDefault="00270F49" w:rsidP="001C44B3">
          <w:pPr>
            <w:pStyle w:val="Kopfzeile"/>
            <w:jc w:val="right"/>
          </w:pPr>
        </w:p>
      </w:tc>
    </w:tr>
    <w:tr w:rsidR="00270F49" w14:paraId="40A94CC7" w14:textId="77777777" w:rsidTr="001C44B3">
      <w:tc>
        <w:tcPr>
          <w:tcW w:w="3136" w:type="dxa"/>
          <w:vMerge/>
        </w:tcPr>
        <w:p w14:paraId="02BA077C" w14:textId="77777777" w:rsidR="00270F49" w:rsidRDefault="00270F49">
          <w:pPr>
            <w:pStyle w:val="Kopfzeile"/>
            <w:rPr>
              <w:noProof/>
              <w:lang w:eastAsia="fi-FI"/>
            </w:rPr>
          </w:pPr>
        </w:p>
      </w:tc>
      <w:tc>
        <w:tcPr>
          <w:tcW w:w="336" w:type="dxa"/>
        </w:tcPr>
        <w:p w14:paraId="35BDCA62" w14:textId="77777777"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5-01-22T00:00:00Z">
            <w:dateFormat w:val="d.M.yyyy"/>
            <w:lid w:val="fi-FI"/>
            <w:storeMappedDataAs w:val="dateTime"/>
            <w:calendar w:val="gregorian"/>
          </w:date>
        </w:sdtPr>
        <w:sdtContent>
          <w:tc>
            <w:tcPr>
              <w:tcW w:w="3219" w:type="dxa"/>
            </w:tcPr>
            <w:p w14:paraId="4D09DD22" w14:textId="1B427722" w:rsidR="00270F49" w:rsidRDefault="00FD1EAA" w:rsidP="00701680">
              <w:pPr>
                <w:pStyle w:val="Kopfzeile"/>
                <w:jc w:val="right"/>
              </w:pPr>
              <w:r>
                <w:rPr>
                  <w:lang w:val="fi-FI"/>
                </w:rPr>
                <w:t>2</w:t>
              </w:r>
              <w:r w:rsidR="00F00950">
                <w:rPr>
                  <w:lang w:val="fi-FI"/>
                </w:rPr>
                <w:t>2</w:t>
              </w:r>
              <w:r>
                <w:rPr>
                  <w:lang w:val="fi-FI"/>
                </w:rPr>
                <w:t>.1.2025</w:t>
              </w:r>
            </w:p>
          </w:tc>
        </w:sdtContent>
      </w:sdt>
      <w:tc>
        <w:tcPr>
          <w:tcW w:w="2688" w:type="dxa"/>
        </w:tcPr>
        <w:p w14:paraId="0E752F6E" w14:textId="77777777"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14:paraId="2618C7C8" w14:textId="77777777" w:rsidTr="001C44B3">
      <w:tc>
        <w:tcPr>
          <w:tcW w:w="3136" w:type="dxa"/>
          <w:vMerge/>
        </w:tcPr>
        <w:p w14:paraId="39F34283" w14:textId="77777777" w:rsidR="00270F49" w:rsidRDefault="00270F49">
          <w:pPr>
            <w:pStyle w:val="Kopfzeile"/>
            <w:rPr>
              <w:noProof/>
              <w:lang w:eastAsia="fi-FI"/>
            </w:rPr>
          </w:pPr>
        </w:p>
      </w:tc>
      <w:tc>
        <w:tcPr>
          <w:tcW w:w="336" w:type="dxa"/>
        </w:tcPr>
        <w:p w14:paraId="444B7BB9" w14:textId="77777777" w:rsidR="00270F49" w:rsidRDefault="00270F49">
          <w:pPr>
            <w:pStyle w:val="Kopfzeile"/>
          </w:pPr>
        </w:p>
      </w:tc>
      <w:tc>
        <w:tcPr>
          <w:tcW w:w="3219" w:type="dxa"/>
        </w:tcPr>
        <w:p w14:paraId="1ED643C6" w14:textId="77777777" w:rsidR="00270F49" w:rsidRPr="00867EF2" w:rsidRDefault="00270F49" w:rsidP="00E22FAC">
          <w:pPr>
            <w:pStyle w:val="Kopfzeile"/>
            <w:jc w:val="right"/>
          </w:pPr>
        </w:p>
      </w:tc>
      <w:tc>
        <w:tcPr>
          <w:tcW w:w="2688" w:type="dxa"/>
        </w:tcPr>
        <w:p w14:paraId="1CF2B50F" w14:textId="77777777" w:rsidR="00270F49" w:rsidRDefault="00270F49" w:rsidP="00E22FAC">
          <w:pPr>
            <w:pStyle w:val="Kopfzeile"/>
            <w:jc w:val="right"/>
          </w:pPr>
        </w:p>
      </w:tc>
    </w:tr>
    <w:tr w:rsidR="00270F49" w14:paraId="304DECA0" w14:textId="77777777" w:rsidTr="001C44B3">
      <w:tc>
        <w:tcPr>
          <w:tcW w:w="3136" w:type="dxa"/>
          <w:vMerge/>
        </w:tcPr>
        <w:p w14:paraId="1FB51A80" w14:textId="77777777" w:rsidR="00270F49" w:rsidRDefault="00270F49">
          <w:pPr>
            <w:pStyle w:val="Kopfzeile"/>
            <w:rPr>
              <w:noProof/>
              <w:lang w:eastAsia="fi-FI"/>
            </w:rPr>
          </w:pPr>
        </w:p>
      </w:tc>
      <w:tc>
        <w:tcPr>
          <w:tcW w:w="336" w:type="dxa"/>
        </w:tcPr>
        <w:p w14:paraId="01C667FC" w14:textId="77777777" w:rsidR="00270F49" w:rsidRDefault="00270F49">
          <w:pPr>
            <w:pStyle w:val="Kopfzeile"/>
          </w:pPr>
        </w:p>
      </w:tc>
      <w:tc>
        <w:tcPr>
          <w:tcW w:w="3219" w:type="dxa"/>
        </w:tcPr>
        <w:p w14:paraId="338FECF7" w14:textId="77777777" w:rsidR="00270F49" w:rsidRDefault="00270F49" w:rsidP="001C44B3">
          <w:pPr>
            <w:pStyle w:val="Kopfzeile"/>
            <w:jc w:val="right"/>
          </w:pPr>
        </w:p>
      </w:tc>
      <w:tc>
        <w:tcPr>
          <w:tcW w:w="2688" w:type="dxa"/>
        </w:tcPr>
        <w:p w14:paraId="33827EF9" w14:textId="77777777" w:rsidR="00270F49" w:rsidRDefault="00270F49" w:rsidP="001C44B3">
          <w:pPr>
            <w:pStyle w:val="Kopfzeile"/>
            <w:jc w:val="right"/>
          </w:pPr>
        </w:p>
      </w:tc>
    </w:tr>
    <w:tr w:rsidR="00270F49" w14:paraId="16134CD2" w14:textId="77777777" w:rsidTr="001C44B3">
      <w:tc>
        <w:tcPr>
          <w:tcW w:w="3136" w:type="dxa"/>
        </w:tcPr>
        <w:p w14:paraId="387B8B9E" w14:textId="77777777" w:rsidR="00270F49" w:rsidRDefault="00270F49">
          <w:pPr>
            <w:pStyle w:val="Kopfzeile"/>
            <w:rPr>
              <w:noProof/>
              <w:lang w:eastAsia="fi-FI"/>
            </w:rPr>
          </w:pPr>
        </w:p>
      </w:tc>
      <w:tc>
        <w:tcPr>
          <w:tcW w:w="336" w:type="dxa"/>
        </w:tcPr>
        <w:p w14:paraId="76A80FE6" w14:textId="77777777" w:rsidR="00270F49" w:rsidRDefault="00270F49">
          <w:pPr>
            <w:pStyle w:val="Kopfzeile"/>
          </w:pPr>
        </w:p>
      </w:tc>
      <w:tc>
        <w:tcPr>
          <w:tcW w:w="3219" w:type="dxa"/>
        </w:tcPr>
        <w:p w14:paraId="2876F327" w14:textId="77777777" w:rsidR="00270F49" w:rsidRDefault="00270F49" w:rsidP="001C44B3">
          <w:pPr>
            <w:pStyle w:val="Kopfzeile"/>
            <w:jc w:val="right"/>
          </w:pPr>
        </w:p>
      </w:tc>
      <w:tc>
        <w:tcPr>
          <w:tcW w:w="2688" w:type="dxa"/>
        </w:tcPr>
        <w:p w14:paraId="765AD7BC" w14:textId="77777777" w:rsidR="00270F49" w:rsidRDefault="00270F49" w:rsidP="001C44B3">
          <w:pPr>
            <w:pStyle w:val="Kopfzeile"/>
            <w:jc w:val="right"/>
          </w:pPr>
        </w:p>
      </w:tc>
    </w:tr>
  </w:tbl>
  <w:p w14:paraId="7D76E223" w14:textId="77777777"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14:paraId="32522B43" w14:textId="77777777" w:rsidTr="00235DD8">
      <w:trPr>
        <w:trHeight w:hRule="exact" w:val="227"/>
      </w:trPr>
      <w:tc>
        <w:tcPr>
          <w:tcW w:w="3136" w:type="dxa"/>
          <w:vMerge w:val="restart"/>
        </w:tcPr>
        <w:p w14:paraId="4E485A62" w14:textId="77777777" w:rsidR="00DE2EB5" w:rsidRDefault="00DE2EB5">
          <w:pPr>
            <w:pStyle w:val="Kopfzeile"/>
          </w:pPr>
          <w:r>
            <w:rPr>
              <w:noProof/>
              <w:lang w:val="de-DE" w:eastAsia="de-DE"/>
            </w:rPr>
            <w:drawing>
              <wp:inline distT="0" distB="0" distL="0" distR="0" wp14:anchorId="54C651AA" wp14:editId="5737D101">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48C05285" w14:textId="77777777" w:rsidR="00DE2EB5" w:rsidRDefault="00DE2EB5">
          <w:pPr>
            <w:pStyle w:val="Kopfzeile"/>
          </w:pPr>
        </w:p>
      </w:tc>
      <w:tc>
        <w:tcPr>
          <w:tcW w:w="3219" w:type="dxa"/>
        </w:tcPr>
        <w:p w14:paraId="152A87E5" w14:textId="77777777" w:rsidR="00DE2EB5" w:rsidRDefault="00DE2EB5" w:rsidP="00AD4C2F">
          <w:pPr>
            <w:pStyle w:val="Kopfzeile"/>
            <w:jc w:val="right"/>
          </w:pPr>
        </w:p>
      </w:tc>
      <w:tc>
        <w:tcPr>
          <w:tcW w:w="2688" w:type="dxa"/>
        </w:tcPr>
        <w:p w14:paraId="1BAC0BEC" w14:textId="77777777" w:rsidR="00DE2EB5" w:rsidRDefault="00DE2EB5" w:rsidP="001C44B3">
          <w:pPr>
            <w:pStyle w:val="Kopfzeile"/>
            <w:jc w:val="right"/>
          </w:pPr>
        </w:p>
      </w:tc>
    </w:tr>
    <w:tr w:rsidR="00DE2EB5" w14:paraId="0A24F83A" w14:textId="77777777" w:rsidTr="001C44B3">
      <w:tc>
        <w:tcPr>
          <w:tcW w:w="3136" w:type="dxa"/>
          <w:vMerge/>
        </w:tcPr>
        <w:p w14:paraId="15526A9B" w14:textId="77777777" w:rsidR="00DE2EB5" w:rsidRDefault="00DE2EB5">
          <w:pPr>
            <w:pStyle w:val="Kopfzeile"/>
            <w:rPr>
              <w:noProof/>
              <w:lang w:eastAsia="fi-FI"/>
            </w:rPr>
          </w:pPr>
        </w:p>
      </w:tc>
      <w:tc>
        <w:tcPr>
          <w:tcW w:w="336" w:type="dxa"/>
        </w:tcPr>
        <w:p w14:paraId="15D077CE" w14:textId="77777777"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5-01-22T00:00:00Z">
            <w:dateFormat w:val="d.M.yyyy"/>
            <w:lid w:val="fi-FI"/>
            <w:storeMappedDataAs w:val="dateTime"/>
            <w:calendar w:val="gregorian"/>
          </w:date>
        </w:sdtPr>
        <w:sdtContent>
          <w:tc>
            <w:tcPr>
              <w:tcW w:w="3219" w:type="dxa"/>
            </w:tcPr>
            <w:p w14:paraId="7990D5DA" w14:textId="519E1766" w:rsidR="00DE2EB5" w:rsidRDefault="00F00950" w:rsidP="00E22FAC">
              <w:pPr>
                <w:pStyle w:val="Kopfzeile"/>
                <w:jc w:val="right"/>
              </w:pPr>
              <w:r>
                <w:rPr>
                  <w:lang w:val="fi-FI"/>
                </w:rPr>
                <w:t>22.1.2025</w:t>
              </w:r>
            </w:p>
          </w:tc>
        </w:sdtContent>
      </w:sdt>
      <w:tc>
        <w:tcPr>
          <w:tcW w:w="2688" w:type="dxa"/>
        </w:tcPr>
        <w:p w14:paraId="4468F8FE" w14:textId="77777777"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14:paraId="6727B633" w14:textId="77777777" w:rsidTr="001C44B3">
      <w:tc>
        <w:tcPr>
          <w:tcW w:w="3136" w:type="dxa"/>
          <w:vMerge/>
        </w:tcPr>
        <w:p w14:paraId="47537547" w14:textId="77777777" w:rsidR="00DE2EB5" w:rsidRDefault="00DE2EB5">
          <w:pPr>
            <w:pStyle w:val="Kopfzeile"/>
            <w:rPr>
              <w:noProof/>
              <w:lang w:eastAsia="fi-FI"/>
            </w:rPr>
          </w:pPr>
        </w:p>
      </w:tc>
      <w:tc>
        <w:tcPr>
          <w:tcW w:w="336" w:type="dxa"/>
        </w:tcPr>
        <w:p w14:paraId="67C70513" w14:textId="77777777"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Content>
          <w:tc>
            <w:tcPr>
              <w:tcW w:w="3219" w:type="dxa"/>
            </w:tcPr>
            <w:p w14:paraId="591A9366" w14:textId="77777777" w:rsidR="00DE2EB5" w:rsidRPr="00867EF2" w:rsidRDefault="00DE2EB5" w:rsidP="00E22FAC">
              <w:pPr>
                <w:pStyle w:val="Kopfzeile"/>
                <w:jc w:val="right"/>
              </w:pPr>
              <w:r w:rsidRPr="00976951">
                <w:rPr>
                  <w:rStyle w:val="Platzhaltertext"/>
                </w:rPr>
                <w:t>[Subject]</w:t>
              </w:r>
            </w:p>
          </w:tc>
        </w:sdtContent>
      </w:sdt>
      <w:tc>
        <w:tcPr>
          <w:tcW w:w="2688" w:type="dxa"/>
        </w:tcPr>
        <w:p w14:paraId="6B95A6AA" w14:textId="77777777" w:rsidR="00DE2EB5" w:rsidRDefault="00DE2EB5" w:rsidP="00E22FAC">
          <w:pPr>
            <w:pStyle w:val="Kopfzeile"/>
            <w:jc w:val="right"/>
          </w:pPr>
        </w:p>
      </w:tc>
    </w:tr>
    <w:tr w:rsidR="00DE2EB5" w14:paraId="565F4D70" w14:textId="77777777" w:rsidTr="001C44B3">
      <w:tc>
        <w:tcPr>
          <w:tcW w:w="3136" w:type="dxa"/>
          <w:vMerge/>
        </w:tcPr>
        <w:p w14:paraId="7985B8D6" w14:textId="77777777" w:rsidR="00DE2EB5" w:rsidRDefault="00DE2EB5">
          <w:pPr>
            <w:pStyle w:val="Kopfzeile"/>
            <w:rPr>
              <w:noProof/>
              <w:lang w:eastAsia="fi-FI"/>
            </w:rPr>
          </w:pPr>
        </w:p>
      </w:tc>
      <w:tc>
        <w:tcPr>
          <w:tcW w:w="336" w:type="dxa"/>
        </w:tcPr>
        <w:p w14:paraId="1A10E2AE" w14:textId="77777777" w:rsidR="00DE2EB5" w:rsidRDefault="00DE2EB5">
          <w:pPr>
            <w:pStyle w:val="Kopfzeile"/>
          </w:pPr>
        </w:p>
      </w:tc>
      <w:tc>
        <w:tcPr>
          <w:tcW w:w="3219" w:type="dxa"/>
        </w:tcPr>
        <w:p w14:paraId="14D4E749" w14:textId="77777777" w:rsidR="00DE2EB5" w:rsidRDefault="00DE2EB5" w:rsidP="001C44B3">
          <w:pPr>
            <w:pStyle w:val="Kopfzeile"/>
            <w:jc w:val="right"/>
          </w:pPr>
        </w:p>
      </w:tc>
      <w:tc>
        <w:tcPr>
          <w:tcW w:w="2688" w:type="dxa"/>
        </w:tcPr>
        <w:p w14:paraId="46B9863B" w14:textId="77777777" w:rsidR="00DE2EB5" w:rsidRDefault="00DE2EB5" w:rsidP="001C44B3">
          <w:pPr>
            <w:pStyle w:val="Kopfzeile"/>
            <w:jc w:val="right"/>
          </w:pPr>
        </w:p>
      </w:tc>
    </w:tr>
    <w:tr w:rsidR="00DE2EB5" w14:paraId="16261CD2" w14:textId="77777777"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Content>
          <w:tc>
            <w:tcPr>
              <w:tcW w:w="3136" w:type="dxa"/>
            </w:tcPr>
            <w:p w14:paraId="212AB0E2" w14:textId="77777777" w:rsidR="00DE2EB5" w:rsidRDefault="006C2B35">
              <w:pPr>
                <w:pStyle w:val="Kopfzeile"/>
                <w:rPr>
                  <w:noProof/>
                  <w:lang w:eastAsia="fi-FI"/>
                </w:rPr>
              </w:pPr>
              <w:r>
                <w:rPr>
                  <w:noProof/>
                  <w:lang w:eastAsia="fi-FI"/>
                </w:rPr>
                <w:t>Teuwsen Maike</w:t>
              </w:r>
            </w:p>
          </w:tc>
        </w:sdtContent>
      </w:sdt>
      <w:tc>
        <w:tcPr>
          <w:tcW w:w="336" w:type="dxa"/>
        </w:tcPr>
        <w:p w14:paraId="7DD096DA" w14:textId="77777777" w:rsidR="00DE2EB5" w:rsidRDefault="00DE2EB5">
          <w:pPr>
            <w:pStyle w:val="Kopfzeile"/>
          </w:pPr>
        </w:p>
      </w:tc>
      <w:tc>
        <w:tcPr>
          <w:tcW w:w="3219" w:type="dxa"/>
        </w:tcPr>
        <w:p w14:paraId="463837B5" w14:textId="77777777" w:rsidR="00DE2EB5" w:rsidRDefault="00DE2EB5" w:rsidP="001C44B3">
          <w:pPr>
            <w:pStyle w:val="Kopfzeile"/>
            <w:jc w:val="right"/>
          </w:pPr>
        </w:p>
      </w:tc>
      <w:tc>
        <w:tcPr>
          <w:tcW w:w="2688" w:type="dxa"/>
        </w:tcPr>
        <w:p w14:paraId="75BE072C" w14:textId="77777777" w:rsidR="00DE2EB5" w:rsidRDefault="00DE2EB5" w:rsidP="001C44B3">
          <w:pPr>
            <w:pStyle w:val="Kopfzeile"/>
            <w:jc w:val="right"/>
          </w:pPr>
        </w:p>
      </w:tc>
    </w:tr>
  </w:tbl>
  <w:p w14:paraId="4F2C6540" w14:textId="77777777"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C5CCB"/>
    <w:multiLevelType w:val="hybridMultilevel"/>
    <w:tmpl w:val="66624700"/>
    <w:lvl w:ilvl="0" w:tplc="CBC00C4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4"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5" w15:restartNumberingAfterBreak="0">
    <w:nsid w:val="10BC1C7C"/>
    <w:multiLevelType w:val="multilevel"/>
    <w:tmpl w:val="99C48C2E"/>
    <w:numStyleLink w:val="Bulletlist"/>
  </w:abstractNum>
  <w:abstractNum w:abstractNumId="6"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7"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915675"/>
    <w:multiLevelType w:val="multilevel"/>
    <w:tmpl w:val="03D8B05C"/>
    <w:numStyleLink w:val="Numberlist"/>
  </w:abstractNum>
  <w:abstractNum w:abstractNumId="9"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A2127D"/>
    <w:multiLevelType w:val="multilevel"/>
    <w:tmpl w:val="0EC020C8"/>
    <w:numStyleLink w:val="Headingnumbers"/>
  </w:abstractNum>
  <w:num w:numId="1" w16cid:durableId="1323044226">
    <w:abstractNumId w:val="1"/>
  </w:num>
  <w:num w:numId="2" w16cid:durableId="3825455">
    <w:abstractNumId w:val="0"/>
  </w:num>
  <w:num w:numId="3" w16cid:durableId="446972190">
    <w:abstractNumId w:val="6"/>
  </w:num>
  <w:num w:numId="4" w16cid:durableId="504052094">
    <w:abstractNumId w:val="5"/>
  </w:num>
  <w:num w:numId="5" w16cid:durableId="349071905">
    <w:abstractNumId w:val="4"/>
  </w:num>
  <w:num w:numId="6" w16cid:durableId="721638760">
    <w:abstractNumId w:val="8"/>
  </w:num>
  <w:num w:numId="7" w16cid:durableId="1400589911">
    <w:abstractNumId w:val="9"/>
  </w:num>
  <w:num w:numId="8" w16cid:durableId="462575705">
    <w:abstractNumId w:val="3"/>
  </w:num>
  <w:num w:numId="9" w16cid:durableId="1364862345">
    <w:abstractNumId w:val="10"/>
  </w:num>
  <w:num w:numId="10" w16cid:durableId="1664897268">
    <w:abstractNumId w:val="7"/>
  </w:num>
  <w:num w:numId="11" w16cid:durableId="1555658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5"/>
  <w:proofState w:spelling="clean"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0CD1"/>
    <w:rsid w:val="00001A06"/>
    <w:rsid w:val="000038D2"/>
    <w:rsid w:val="0000589D"/>
    <w:rsid w:val="000219D2"/>
    <w:rsid w:val="00021AA0"/>
    <w:rsid w:val="00026FCE"/>
    <w:rsid w:val="000331E0"/>
    <w:rsid w:val="00035A34"/>
    <w:rsid w:val="000362E8"/>
    <w:rsid w:val="00037859"/>
    <w:rsid w:val="000400FF"/>
    <w:rsid w:val="00041D96"/>
    <w:rsid w:val="000450BB"/>
    <w:rsid w:val="00046926"/>
    <w:rsid w:val="00046987"/>
    <w:rsid w:val="000543E9"/>
    <w:rsid w:val="000560E5"/>
    <w:rsid w:val="00060459"/>
    <w:rsid w:val="00061202"/>
    <w:rsid w:val="00065C5C"/>
    <w:rsid w:val="00067594"/>
    <w:rsid w:val="00070CFA"/>
    <w:rsid w:val="000711B5"/>
    <w:rsid w:val="00077CC6"/>
    <w:rsid w:val="00080D94"/>
    <w:rsid w:val="00082DED"/>
    <w:rsid w:val="00083593"/>
    <w:rsid w:val="000836B0"/>
    <w:rsid w:val="00086F02"/>
    <w:rsid w:val="000968BF"/>
    <w:rsid w:val="000A10E6"/>
    <w:rsid w:val="000B0C4F"/>
    <w:rsid w:val="000B4843"/>
    <w:rsid w:val="000B4D83"/>
    <w:rsid w:val="000C3708"/>
    <w:rsid w:val="000C3C3C"/>
    <w:rsid w:val="000C6CC8"/>
    <w:rsid w:val="000C7E4A"/>
    <w:rsid w:val="000D5719"/>
    <w:rsid w:val="000E14BC"/>
    <w:rsid w:val="000E1F7B"/>
    <w:rsid w:val="000E22B6"/>
    <w:rsid w:val="000E71E0"/>
    <w:rsid w:val="000F0410"/>
    <w:rsid w:val="000F4E8A"/>
    <w:rsid w:val="00100839"/>
    <w:rsid w:val="00111E37"/>
    <w:rsid w:val="00113188"/>
    <w:rsid w:val="0011580F"/>
    <w:rsid w:val="00120A71"/>
    <w:rsid w:val="00132D12"/>
    <w:rsid w:val="00135190"/>
    <w:rsid w:val="00135A4A"/>
    <w:rsid w:val="0013721A"/>
    <w:rsid w:val="0013748C"/>
    <w:rsid w:val="0014005A"/>
    <w:rsid w:val="00141689"/>
    <w:rsid w:val="00142763"/>
    <w:rsid w:val="00145D96"/>
    <w:rsid w:val="00146BCF"/>
    <w:rsid w:val="00147E54"/>
    <w:rsid w:val="001650ED"/>
    <w:rsid w:val="00174031"/>
    <w:rsid w:val="0017423B"/>
    <w:rsid w:val="001747CF"/>
    <w:rsid w:val="001768C8"/>
    <w:rsid w:val="00177BCB"/>
    <w:rsid w:val="0018279A"/>
    <w:rsid w:val="00183F07"/>
    <w:rsid w:val="00185476"/>
    <w:rsid w:val="001876A8"/>
    <w:rsid w:val="0019037B"/>
    <w:rsid w:val="001913B2"/>
    <w:rsid w:val="00191EA4"/>
    <w:rsid w:val="00195EF7"/>
    <w:rsid w:val="001A246F"/>
    <w:rsid w:val="001A5046"/>
    <w:rsid w:val="001A72B8"/>
    <w:rsid w:val="001C0EC8"/>
    <w:rsid w:val="001C44B3"/>
    <w:rsid w:val="001C45F8"/>
    <w:rsid w:val="001C6B45"/>
    <w:rsid w:val="001D1277"/>
    <w:rsid w:val="001D6D56"/>
    <w:rsid w:val="001E3ECA"/>
    <w:rsid w:val="001F3711"/>
    <w:rsid w:val="001F5AAD"/>
    <w:rsid w:val="001F5B62"/>
    <w:rsid w:val="001F6A5E"/>
    <w:rsid w:val="00207899"/>
    <w:rsid w:val="0021070D"/>
    <w:rsid w:val="00211506"/>
    <w:rsid w:val="00212FB6"/>
    <w:rsid w:val="00213DF2"/>
    <w:rsid w:val="002237AD"/>
    <w:rsid w:val="00224011"/>
    <w:rsid w:val="002248BE"/>
    <w:rsid w:val="00234BFB"/>
    <w:rsid w:val="0023525D"/>
    <w:rsid w:val="00235DD8"/>
    <w:rsid w:val="00240950"/>
    <w:rsid w:val="002422EF"/>
    <w:rsid w:val="00256DB9"/>
    <w:rsid w:val="002570C7"/>
    <w:rsid w:val="00260132"/>
    <w:rsid w:val="002615AD"/>
    <w:rsid w:val="00266BC2"/>
    <w:rsid w:val="00270F49"/>
    <w:rsid w:val="0027236C"/>
    <w:rsid w:val="002730BE"/>
    <w:rsid w:val="00273A74"/>
    <w:rsid w:val="0027747B"/>
    <w:rsid w:val="00283B2A"/>
    <w:rsid w:val="00287A0E"/>
    <w:rsid w:val="002971E8"/>
    <w:rsid w:val="002A37B6"/>
    <w:rsid w:val="002A3E56"/>
    <w:rsid w:val="002A674C"/>
    <w:rsid w:val="002A7E43"/>
    <w:rsid w:val="002B3AD8"/>
    <w:rsid w:val="002B7ED3"/>
    <w:rsid w:val="002C143D"/>
    <w:rsid w:val="002C58FE"/>
    <w:rsid w:val="002D1C91"/>
    <w:rsid w:val="002D44D8"/>
    <w:rsid w:val="002E0746"/>
    <w:rsid w:val="002E0CAA"/>
    <w:rsid w:val="002E421D"/>
    <w:rsid w:val="002E42DD"/>
    <w:rsid w:val="002E5DA3"/>
    <w:rsid w:val="002E73B5"/>
    <w:rsid w:val="002F0586"/>
    <w:rsid w:val="002F4695"/>
    <w:rsid w:val="002F5F9C"/>
    <w:rsid w:val="002F7E44"/>
    <w:rsid w:val="003016C2"/>
    <w:rsid w:val="00303F16"/>
    <w:rsid w:val="00310D40"/>
    <w:rsid w:val="00311CD7"/>
    <w:rsid w:val="00312E10"/>
    <w:rsid w:val="003137DA"/>
    <w:rsid w:val="0031779E"/>
    <w:rsid w:val="00322271"/>
    <w:rsid w:val="0032455E"/>
    <w:rsid w:val="003252A0"/>
    <w:rsid w:val="003259A4"/>
    <w:rsid w:val="003268E1"/>
    <w:rsid w:val="00337250"/>
    <w:rsid w:val="00340439"/>
    <w:rsid w:val="00340FE4"/>
    <w:rsid w:val="00343B82"/>
    <w:rsid w:val="00346111"/>
    <w:rsid w:val="00346893"/>
    <w:rsid w:val="00354C20"/>
    <w:rsid w:val="003554B8"/>
    <w:rsid w:val="003575F7"/>
    <w:rsid w:val="00364AA5"/>
    <w:rsid w:val="00365206"/>
    <w:rsid w:val="003724CA"/>
    <w:rsid w:val="003739FC"/>
    <w:rsid w:val="00374CFF"/>
    <w:rsid w:val="00380B79"/>
    <w:rsid w:val="00380DED"/>
    <w:rsid w:val="00385E74"/>
    <w:rsid w:val="00386103"/>
    <w:rsid w:val="003A3ECE"/>
    <w:rsid w:val="003A43BA"/>
    <w:rsid w:val="003B101F"/>
    <w:rsid w:val="003B6F90"/>
    <w:rsid w:val="003C339C"/>
    <w:rsid w:val="003C4569"/>
    <w:rsid w:val="003C53F4"/>
    <w:rsid w:val="003C6EA9"/>
    <w:rsid w:val="003C7991"/>
    <w:rsid w:val="003C7FF1"/>
    <w:rsid w:val="003D205C"/>
    <w:rsid w:val="003D2D5E"/>
    <w:rsid w:val="003D322E"/>
    <w:rsid w:val="003D3A63"/>
    <w:rsid w:val="003D6870"/>
    <w:rsid w:val="003E00D5"/>
    <w:rsid w:val="003E1FF0"/>
    <w:rsid w:val="003F07F3"/>
    <w:rsid w:val="003F1B6A"/>
    <w:rsid w:val="003F4190"/>
    <w:rsid w:val="003F5E61"/>
    <w:rsid w:val="003F7D29"/>
    <w:rsid w:val="004001C3"/>
    <w:rsid w:val="00407986"/>
    <w:rsid w:val="004132E0"/>
    <w:rsid w:val="004136A2"/>
    <w:rsid w:val="00415E93"/>
    <w:rsid w:val="004168E3"/>
    <w:rsid w:val="004261FB"/>
    <w:rsid w:val="0042752A"/>
    <w:rsid w:val="00431859"/>
    <w:rsid w:val="00431916"/>
    <w:rsid w:val="00435B2C"/>
    <w:rsid w:val="00441456"/>
    <w:rsid w:val="00445864"/>
    <w:rsid w:val="00454AEE"/>
    <w:rsid w:val="0045510B"/>
    <w:rsid w:val="004561BF"/>
    <w:rsid w:val="004563F6"/>
    <w:rsid w:val="00456588"/>
    <w:rsid w:val="004567E6"/>
    <w:rsid w:val="00461A61"/>
    <w:rsid w:val="004708F3"/>
    <w:rsid w:val="00474EE3"/>
    <w:rsid w:val="004843E9"/>
    <w:rsid w:val="00495AC9"/>
    <w:rsid w:val="004A04AA"/>
    <w:rsid w:val="004A323D"/>
    <w:rsid w:val="004A3A66"/>
    <w:rsid w:val="004A43EF"/>
    <w:rsid w:val="004A4D33"/>
    <w:rsid w:val="004B3F11"/>
    <w:rsid w:val="004B719D"/>
    <w:rsid w:val="004C40DA"/>
    <w:rsid w:val="004C568F"/>
    <w:rsid w:val="004E43AA"/>
    <w:rsid w:val="004E58BB"/>
    <w:rsid w:val="004E5F65"/>
    <w:rsid w:val="004F2B08"/>
    <w:rsid w:val="004F4F23"/>
    <w:rsid w:val="00507559"/>
    <w:rsid w:val="005101B9"/>
    <w:rsid w:val="005120BB"/>
    <w:rsid w:val="005130DC"/>
    <w:rsid w:val="00514E41"/>
    <w:rsid w:val="005211F8"/>
    <w:rsid w:val="005226EF"/>
    <w:rsid w:val="005264EB"/>
    <w:rsid w:val="005345F4"/>
    <w:rsid w:val="00535257"/>
    <w:rsid w:val="00537969"/>
    <w:rsid w:val="005416D6"/>
    <w:rsid w:val="005420B6"/>
    <w:rsid w:val="00551D90"/>
    <w:rsid w:val="00552ADD"/>
    <w:rsid w:val="00555393"/>
    <w:rsid w:val="005611C8"/>
    <w:rsid w:val="005638E5"/>
    <w:rsid w:val="00573FAF"/>
    <w:rsid w:val="00583733"/>
    <w:rsid w:val="00584A42"/>
    <w:rsid w:val="005875FB"/>
    <w:rsid w:val="005954A3"/>
    <w:rsid w:val="0059756D"/>
    <w:rsid w:val="005A0EE2"/>
    <w:rsid w:val="005A37F6"/>
    <w:rsid w:val="005B0DD9"/>
    <w:rsid w:val="005B1E75"/>
    <w:rsid w:val="005B4969"/>
    <w:rsid w:val="005C2E04"/>
    <w:rsid w:val="005C420E"/>
    <w:rsid w:val="005C48EA"/>
    <w:rsid w:val="005C5DED"/>
    <w:rsid w:val="005C637A"/>
    <w:rsid w:val="005D7D69"/>
    <w:rsid w:val="005E2E7C"/>
    <w:rsid w:val="005E3162"/>
    <w:rsid w:val="005E3459"/>
    <w:rsid w:val="005E4266"/>
    <w:rsid w:val="005F49B9"/>
    <w:rsid w:val="005F569C"/>
    <w:rsid w:val="00604113"/>
    <w:rsid w:val="00606A95"/>
    <w:rsid w:val="00607E71"/>
    <w:rsid w:val="00607E91"/>
    <w:rsid w:val="00611F76"/>
    <w:rsid w:val="00613E43"/>
    <w:rsid w:val="006140D4"/>
    <w:rsid w:val="00616CBD"/>
    <w:rsid w:val="00623AF0"/>
    <w:rsid w:val="00625061"/>
    <w:rsid w:val="006320BC"/>
    <w:rsid w:val="00634B20"/>
    <w:rsid w:val="00634C8E"/>
    <w:rsid w:val="00642247"/>
    <w:rsid w:val="006430E3"/>
    <w:rsid w:val="00643CCC"/>
    <w:rsid w:val="006504B3"/>
    <w:rsid w:val="0065688E"/>
    <w:rsid w:val="00683448"/>
    <w:rsid w:val="00686C5C"/>
    <w:rsid w:val="00687C2D"/>
    <w:rsid w:val="006A1913"/>
    <w:rsid w:val="006A2615"/>
    <w:rsid w:val="006A5073"/>
    <w:rsid w:val="006A642A"/>
    <w:rsid w:val="006B0753"/>
    <w:rsid w:val="006C1B60"/>
    <w:rsid w:val="006C28D9"/>
    <w:rsid w:val="006C2B35"/>
    <w:rsid w:val="006C40EE"/>
    <w:rsid w:val="006D6468"/>
    <w:rsid w:val="006E0432"/>
    <w:rsid w:val="006E33D4"/>
    <w:rsid w:val="006E5CA0"/>
    <w:rsid w:val="006E5F47"/>
    <w:rsid w:val="006E6DC8"/>
    <w:rsid w:val="006F204B"/>
    <w:rsid w:val="006F36D0"/>
    <w:rsid w:val="006F6225"/>
    <w:rsid w:val="006F6927"/>
    <w:rsid w:val="006F6A86"/>
    <w:rsid w:val="006F70DE"/>
    <w:rsid w:val="006F7667"/>
    <w:rsid w:val="006F7B5E"/>
    <w:rsid w:val="00701229"/>
    <w:rsid w:val="00701680"/>
    <w:rsid w:val="0070273E"/>
    <w:rsid w:val="00702BE2"/>
    <w:rsid w:val="00713ABE"/>
    <w:rsid w:val="00715613"/>
    <w:rsid w:val="0072238E"/>
    <w:rsid w:val="0072692A"/>
    <w:rsid w:val="00726F5E"/>
    <w:rsid w:val="007275A8"/>
    <w:rsid w:val="00732611"/>
    <w:rsid w:val="00733018"/>
    <w:rsid w:val="00741BF5"/>
    <w:rsid w:val="007420E4"/>
    <w:rsid w:val="00742664"/>
    <w:rsid w:val="007454AE"/>
    <w:rsid w:val="007456F8"/>
    <w:rsid w:val="00745980"/>
    <w:rsid w:val="007467D9"/>
    <w:rsid w:val="00746B95"/>
    <w:rsid w:val="00746C94"/>
    <w:rsid w:val="00752D86"/>
    <w:rsid w:val="00753F08"/>
    <w:rsid w:val="00757B69"/>
    <w:rsid w:val="00762B2E"/>
    <w:rsid w:val="00765D70"/>
    <w:rsid w:val="00766E75"/>
    <w:rsid w:val="00773664"/>
    <w:rsid w:val="0077502C"/>
    <w:rsid w:val="007808DE"/>
    <w:rsid w:val="0078344B"/>
    <w:rsid w:val="0078650F"/>
    <w:rsid w:val="007865AA"/>
    <w:rsid w:val="00797A2A"/>
    <w:rsid w:val="007A1299"/>
    <w:rsid w:val="007A4036"/>
    <w:rsid w:val="007A5123"/>
    <w:rsid w:val="007B02CC"/>
    <w:rsid w:val="007B1428"/>
    <w:rsid w:val="007B660C"/>
    <w:rsid w:val="007C3005"/>
    <w:rsid w:val="007C52A7"/>
    <w:rsid w:val="007D16CF"/>
    <w:rsid w:val="007D19D4"/>
    <w:rsid w:val="007D2AD9"/>
    <w:rsid w:val="007E05F6"/>
    <w:rsid w:val="007E0754"/>
    <w:rsid w:val="007F404B"/>
    <w:rsid w:val="00805059"/>
    <w:rsid w:val="0080696D"/>
    <w:rsid w:val="00807207"/>
    <w:rsid w:val="008105C1"/>
    <w:rsid w:val="00812552"/>
    <w:rsid w:val="00812FD6"/>
    <w:rsid w:val="0081558E"/>
    <w:rsid w:val="00815F19"/>
    <w:rsid w:val="00816856"/>
    <w:rsid w:val="0082180F"/>
    <w:rsid w:val="00821A55"/>
    <w:rsid w:val="008261C3"/>
    <w:rsid w:val="00826D18"/>
    <w:rsid w:val="008327F6"/>
    <w:rsid w:val="00832C1D"/>
    <w:rsid w:val="0083705E"/>
    <w:rsid w:val="00840E3B"/>
    <w:rsid w:val="008410B4"/>
    <w:rsid w:val="00841C08"/>
    <w:rsid w:val="00843500"/>
    <w:rsid w:val="00844C46"/>
    <w:rsid w:val="0085000C"/>
    <w:rsid w:val="00852FE6"/>
    <w:rsid w:val="00855252"/>
    <w:rsid w:val="008662F7"/>
    <w:rsid w:val="00867EF2"/>
    <w:rsid w:val="00872B78"/>
    <w:rsid w:val="00872BE7"/>
    <w:rsid w:val="00873E6B"/>
    <w:rsid w:val="00875D5B"/>
    <w:rsid w:val="00880474"/>
    <w:rsid w:val="008805E8"/>
    <w:rsid w:val="008817FB"/>
    <w:rsid w:val="00884BAB"/>
    <w:rsid w:val="00890042"/>
    <w:rsid w:val="00893123"/>
    <w:rsid w:val="00895739"/>
    <w:rsid w:val="008959A0"/>
    <w:rsid w:val="00896730"/>
    <w:rsid w:val="008A29A6"/>
    <w:rsid w:val="008A480C"/>
    <w:rsid w:val="008A5EB1"/>
    <w:rsid w:val="008B3438"/>
    <w:rsid w:val="008C2E57"/>
    <w:rsid w:val="008D2638"/>
    <w:rsid w:val="008D2EF9"/>
    <w:rsid w:val="008D5F32"/>
    <w:rsid w:val="008D64B6"/>
    <w:rsid w:val="008E01DB"/>
    <w:rsid w:val="008E725D"/>
    <w:rsid w:val="008F5BF1"/>
    <w:rsid w:val="0090431D"/>
    <w:rsid w:val="00912F7C"/>
    <w:rsid w:val="00913032"/>
    <w:rsid w:val="00913201"/>
    <w:rsid w:val="009207F7"/>
    <w:rsid w:val="00926B61"/>
    <w:rsid w:val="0092791E"/>
    <w:rsid w:val="009341A3"/>
    <w:rsid w:val="009358DE"/>
    <w:rsid w:val="0094080A"/>
    <w:rsid w:val="00941BE2"/>
    <w:rsid w:val="0096105A"/>
    <w:rsid w:val="009710C0"/>
    <w:rsid w:val="00972378"/>
    <w:rsid w:val="00975292"/>
    <w:rsid w:val="00976951"/>
    <w:rsid w:val="0098251E"/>
    <w:rsid w:val="0098255A"/>
    <w:rsid w:val="00982578"/>
    <w:rsid w:val="009832BE"/>
    <w:rsid w:val="00984786"/>
    <w:rsid w:val="00984F1A"/>
    <w:rsid w:val="009850EE"/>
    <w:rsid w:val="00985BD6"/>
    <w:rsid w:val="009941B4"/>
    <w:rsid w:val="009A09A0"/>
    <w:rsid w:val="009A5814"/>
    <w:rsid w:val="009B211A"/>
    <w:rsid w:val="009B2AE0"/>
    <w:rsid w:val="009B346D"/>
    <w:rsid w:val="009B4DD5"/>
    <w:rsid w:val="009B5024"/>
    <w:rsid w:val="009B79AF"/>
    <w:rsid w:val="009C05EB"/>
    <w:rsid w:val="009C0CF3"/>
    <w:rsid w:val="009C2E1D"/>
    <w:rsid w:val="009C47FC"/>
    <w:rsid w:val="009D33A2"/>
    <w:rsid w:val="009D5100"/>
    <w:rsid w:val="009D53DA"/>
    <w:rsid w:val="009D7E4D"/>
    <w:rsid w:val="009E0E45"/>
    <w:rsid w:val="009E345E"/>
    <w:rsid w:val="009E69D3"/>
    <w:rsid w:val="009E6EE0"/>
    <w:rsid w:val="009F0804"/>
    <w:rsid w:val="009F359A"/>
    <w:rsid w:val="009F3FAC"/>
    <w:rsid w:val="00A03601"/>
    <w:rsid w:val="00A20FB8"/>
    <w:rsid w:val="00A21706"/>
    <w:rsid w:val="00A24EE3"/>
    <w:rsid w:val="00A36D91"/>
    <w:rsid w:val="00A37CDF"/>
    <w:rsid w:val="00A406B8"/>
    <w:rsid w:val="00A41493"/>
    <w:rsid w:val="00A46505"/>
    <w:rsid w:val="00A5320C"/>
    <w:rsid w:val="00A53CB0"/>
    <w:rsid w:val="00A617B7"/>
    <w:rsid w:val="00A634D8"/>
    <w:rsid w:val="00A6624B"/>
    <w:rsid w:val="00A70C8E"/>
    <w:rsid w:val="00A76C3A"/>
    <w:rsid w:val="00A855AE"/>
    <w:rsid w:val="00A85E73"/>
    <w:rsid w:val="00A868C2"/>
    <w:rsid w:val="00A916BA"/>
    <w:rsid w:val="00A958F8"/>
    <w:rsid w:val="00A97D57"/>
    <w:rsid w:val="00AA0450"/>
    <w:rsid w:val="00AA1635"/>
    <w:rsid w:val="00AA18C8"/>
    <w:rsid w:val="00AA3BCC"/>
    <w:rsid w:val="00AA4DA0"/>
    <w:rsid w:val="00AA55E1"/>
    <w:rsid w:val="00AA5AC9"/>
    <w:rsid w:val="00AA630A"/>
    <w:rsid w:val="00AA66F6"/>
    <w:rsid w:val="00AA76B1"/>
    <w:rsid w:val="00AB394A"/>
    <w:rsid w:val="00AC136C"/>
    <w:rsid w:val="00AC5338"/>
    <w:rsid w:val="00AC6274"/>
    <w:rsid w:val="00AC7FB9"/>
    <w:rsid w:val="00AD209C"/>
    <w:rsid w:val="00AD28A7"/>
    <w:rsid w:val="00AD378A"/>
    <w:rsid w:val="00AD4E0B"/>
    <w:rsid w:val="00AD6042"/>
    <w:rsid w:val="00AD6E28"/>
    <w:rsid w:val="00AE00D1"/>
    <w:rsid w:val="00AE039E"/>
    <w:rsid w:val="00AE2317"/>
    <w:rsid w:val="00AE46FD"/>
    <w:rsid w:val="00AF155D"/>
    <w:rsid w:val="00AF47AD"/>
    <w:rsid w:val="00AF5960"/>
    <w:rsid w:val="00AF5996"/>
    <w:rsid w:val="00AF6D16"/>
    <w:rsid w:val="00B05FAA"/>
    <w:rsid w:val="00B128EA"/>
    <w:rsid w:val="00B13A9D"/>
    <w:rsid w:val="00B1439B"/>
    <w:rsid w:val="00B14DDB"/>
    <w:rsid w:val="00B17C65"/>
    <w:rsid w:val="00B26A66"/>
    <w:rsid w:val="00B30208"/>
    <w:rsid w:val="00B30EDF"/>
    <w:rsid w:val="00B32428"/>
    <w:rsid w:val="00B35180"/>
    <w:rsid w:val="00B3568B"/>
    <w:rsid w:val="00B36F0E"/>
    <w:rsid w:val="00B40EE5"/>
    <w:rsid w:val="00B416A2"/>
    <w:rsid w:val="00B42F50"/>
    <w:rsid w:val="00B4534B"/>
    <w:rsid w:val="00B54332"/>
    <w:rsid w:val="00B549A2"/>
    <w:rsid w:val="00B54A81"/>
    <w:rsid w:val="00B55116"/>
    <w:rsid w:val="00B663CD"/>
    <w:rsid w:val="00B66975"/>
    <w:rsid w:val="00B7088B"/>
    <w:rsid w:val="00B709DD"/>
    <w:rsid w:val="00B75583"/>
    <w:rsid w:val="00B8392E"/>
    <w:rsid w:val="00B8542D"/>
    <w:rsid w:val="00B93067"/>
    <w:rsid w:val="00B93331"/>
    <w:rsid w:val="00B933BC"/>
    <w:rsid w:val="00B94CB1"/>
    <w:rsid w:val="00BA02A8"/>
    <w:rsid w:val="00BB1848"/>
    <w:rsid w:val="00BB7187"/>
    <w:rsid w:val="00BC5318"/>
    <w:rsid w:val="00BC73D6"/>
    <w:rsid w:val="00BD0A2A"/>
    <w:rsid w:val="00BD3E43"/>
    <w:rsid w:val="00BD690B"/>
    <w:rsid w:val="00BE2CBD"/>
    <w:rsid w:val="00BE3EE6"/>
    <w:rsid w:val="00BF05EB"/>
    <w:rsid w:val="00BF2E0C"/>
    <w:rsid w:val="00BF30C9"/>
    <w:rsid w:val="00BF56C6"/>
    <w:rsid w:val="00C03E7A"/>
    <w:rsid w:val="00C040E8"/>
    <w:rsid w:val="00C0633E"/>
    <w:rsid w:val="00C15117"/>
    <w:rsid w:val="00C20B1B"/>
    <w:rsid w:val="00C2171F"/>
    <w:rsid w:val="00C22B8D"/>
    <w:rsid w:val="00C24084"/>
    <w:rsid w:val="00C31A7F"/>
    <w:rsid w:val="00C35B70"/>
    <w:rsid w:val="00C44B8C"/>
    <w:rsid w:val="00C508D7"/>
    <w:rsid w:val="00C50C77"/>
    <w:rsid w:val="00C53FAD"/>
    <w:rsid w:val="00C55D19"/>
    <w:rsid w:val="00C60AC3"/>
    <w:rsid w:val="00C708BC"/>
    <w:rsid w:val="00C70AF5"/>
    <w:rsid w:val="00C71186"/>
    <w:rsid w:val="00C71B28"/>
    <w:rsid w:val="00C71B35"/>
    <w:rsid w:val="00C71BEF"/>
    <w:rsid w:val="00C73A96"/>
    <w:rsid w:val="00C770D9"/>
    <w:rsid w:val="00C7760B"/>
    <w:rsid w:val="00C81AF9"/>
    <w:rsid w:val="00C81BB3"/>
    <w:rsid w:val="00C82A85"/>
    <w:rsid w:val="00C84A58"/>
    <w:rsid w:val="00C87079"/>
    <w:rsid w:val="00C9381C"/>
    <w:rsid w:val="00C95F88"/>
    <w:rsid w:val="00CB6A69"/>
    <w:rsid w:val="00CB6BF9"/>
    <w:rsid w:val="00CC217D"/>
    <w:rsid w:val="00CC6B06"/>
    <w:rsid w:val="00CD1FAE"/>
    <w:rsid w:val="00CD2182"/>
    <w:rsid w:val="00CD2BC6"/>
    <w:rsid w:val="00CD325F"/>
    <w:rsid w:val="00CD6B3B"/>
    <w:rsid w:val="00CE05E8"/>
    <w:rsid w:val="00CE0F94"/>
    <w:rsid w:val="00CE2A10"/>
    <w:rsid w:val="00CE307E"/>
    <w:rsid w:val="00CE3AAC"/>
    <w:rsid w:val="00CE6A36"/>
    <w:rsid w:val="00CE6D12"/>
    <w:rsid w:val="00CE7FFA"/>
    <w:rsid w:val="00CF0E0F"/>
    <w:rsid w:val="00CF1197"/>
    <w:rsid w:val="00CF19AC"/>
    <w:rsid w:val="00CF1F41"/>
    <w:rsid w:val="00CF209D"/>
    <w:rsid w:val="00CF2C84"/>
    <w:rsid w:val="00CF56FD"/>
    <w:rsid w:val="00CF71BD"/>
    <w:rsid w:val="00D063F6"/>
    <w:rsid w:val="00D0685D"/>
    <w:rsid w:val="00D10616"/>
    <w:rsid w:val="00D12BC9"/>
    <w:rsid w:val="00D166CF"/>
    <w:rsid w:val="00D21248"/>
    <w:rsid w:val="00D2314E"/>
    <w:rsid w:val="00D42174"/>
    <w:rsid w:val="00D45CC0"/>
    <w:rsid w:val="00D46342"/>
    <w:rsid w:val="00D4717A"/>
    <w:rsid w:val="00D51CCD"/>
    <w:rsid w:val="00D52268"/>
    <w:rsid w:val="00D5394F"/>
    <w:rsid w:val="00D56F9A"/>
    <w:rsid w:val="00D6058A"/>
    <w:rsid w:val="00D642E1"/>
    <w:rsid w:val="00D668B2"/>
    <w:rsid w:val="00D77729"/>
    <w:rsid w:val="00D77C1E"/>
    <w:rsid w:val="00D82A24"/>
    <w:rsid w:val="00D83FC5"/>
    <w:rsid w:val="00D93AA4"/>
    <w:rsid w:val="00D946F8"/>
    <w:rsid w:val="00D9552D"/>
    <w:rsid w:val="00D9674B"/>
    <w:rsid w:val="00DA111F"/>
    <w:rsid w:val="00DA165B"/>
    <w:rsid w:val="00DA3801"/>
    <w:rsid w:val="00DA399A"/>
    <w:rsid w:val="00DB0A69"/>
    <w:rsid w:val="00DB587E"/>
    <w:rsid w:val="00DC6626"/>
    <w:rsid w:val="00DC78E3"/>
    <w:rsid w:val="00DD5012"/>
    <w:rsid w:val="00DE2EB5"/>
    <w:rsid w:val="00DE4420"/>
    <w:rsid w:val="00DE5484"/>
    <w:rsid w:val="00DF19A4"/>
    <w:rsid w:val="00DF2634"/>
    <w:rsid w:val="00DF5081"/>
    <w:rsid w:val="00DF5A91"/>
    <w:rsid w:val="00E0196F"/>
    <w:rsid w:val="00E025AF"/>
    <w:rsid w:val="00E04045"/>
    <w:rsid w:val="00E0650A"/>
    <w:rsid w:val="00E07795"/>
    <w:rsid w:val="00E07D3E"/>
    <w:rsid w:val="00E14CFD"/>
    <w:rsid w:val="00E15B50"/>
    <w:rsid w:val="00E168AB"/>
    <w:rsid w:val="00E1699E"/>
    <w:rsid w:val="00E1764B"/>
    <w:rsid w:val="00E178D3"/>
    <w:rsid w:val="00E17DED"/>
    <w:rsid w:val="00E20341"/>
    <w:rsid w:val="00E20366"/>
    <w:rsid w:val="00E21A26"/>
    <w:rsid w:val="00E22918"/>
    <w:rsid w:val="00E23AA2"/>
    <w:rsid w:val="00E23DB1"/>
    <w:rsid w:val="00E30EF5"/>
    <w:rsid w:val="00E336D1"/>
    <w:rsid w:val="00E37A8E"/>
    <w:rsid w:val="00E41A67"/>
    <w:rsid w:val="00E4519F"/>
    <w:rsid w:val="00E5230E"/>
    <w:rsid w:val="00E5485B"/>
    <w:rsid w:val="00E5495E"/>
    <w:rsid w:val="00E6433F"/>
    <w:rsid w:val="00E645B2"/>
    <w:rsid w:val="00E70CE1"/>
    <w:rsid w:val="00E71185"/>
    <w:rsid w:val="00E71F05"/>
    <w:rsid w:val="00E72DB8"/>
    <w:rsid w:val="00E73E83"/>
    <w:rsid w:val="00E75213"/>
    <w:rsid w:val="00E7534D"/>
    <w:rsid w:val="00E76712"/>
    <w:rsid w:val="00E82C6A"/>
    <w:rsid w:val="00E85B70"/>
    <w:rsid w:val="00E955C1"/>
    <w:rsid w:val="00E96045"/>
    <w:rsid w:val="00E965A3"/>
    <w:rsid w:val="00EA11EE"/>
    <w:rsid w:val="00EA5DE7"/>
    <w:rsid w:val="00EB37D2"/>
    <w:rsid w:val="00EB3EC3"/>
    <w:rsid w:val="00EB5206"/>
    <w:rsid w:val="00EB5385"/>
    <w:rsid w:val="00EC6588"/>
    <w:rsid w:val="00EC6D2D"/>
    <w:rsid w:val="00EC6E01"/>
    <w:rsid w:val="00ED1651"/>
    <w:rsid w:val="00ED1AB8"/>
    <w:rsid w:val="00ED3262"/>
    <w:rsid w:val="00ED6939"/>
    <w:rsid w:val="00EE29D2"/>
    <w:rsid w:val="00EE3057"/>
    <w:rsid w:val="00EF0E6C"/>
    <w:rsid w:val="00EF4737"/>
    <w:rsid w:val="00EF7107"/>
    <w:rsid w:val="00F00950"/>
    <w:rsid w:val="00F02E2A"/>
    <w:rsid w:val="00F030BC"/>
    <w:rsid w:val="00F05B62"/>
    <w:rsid w:val="00F0633C"/>
    <w:rsid w:val="00F10C11"/>
    <w:rsid w:val="00F10F15"/>
    <w:rsid w:val="00F2305B"/>
    <w:rsid w:val="00F23D25"/>
    <w:rsid w:val="00F26116"/>
    <w:rsid w:val="00F26DCE"/>
    <w:rsid w:val="00F37B40"/>
    <w:rsid w:val="00F421E7"/>
    <w:rsid w:val="00F4245E"/>
    <w:rsid w:val="00F42519"/>
    <w:rsid w:val="00F43434"/>
    <w:rsid w:val="00F43C05"/>
    <w:rsid w:val="00F50275"/>
    <w:rsid w:val="00F50C70"/>
    <w:rsid w:val="00F514C6"/>
    <w:rsid w:val="00F617F3"/>
    <w:rsid w:val="00F6284C"/>
    <w:rsid w:val="00F6626F"/>
    <w:rsid w:val="00F72261"/>
    <w:rsid w:val="00F73A52"/>
    <w:rsid w:val="00F76E8E"/>
    <w:rsid w:val="00F92720"/>
    <w:rsid w:val="00F934DF"/>
    <w:rsid w:val="00FA1518"/>
    <w:rsid w:val="00FA5117"/>
    <w:rsid w:val="00FB1E1B"/>
    <w:rsid w:val="00FB3369"/>
    <w:rsid w:val="00FB512A"/>
    <w:rsid w:val="00FC3742"/>
    <w:rsid w:val="00FC3C77"/>
    <w:rsid w:val="00FD1EAA"/>
    <w:rsid w:val="00FD76EF"/>
    <w:rsid w:val="00FF176B"/>
    <w:rsid w:val="00FF1FBD"/>
    <w:rsid w:val="00FF22B9"/>
    <w:rsid w:val="00FF2B27"/>
    <w:rsid w:val="00FF6788"/>
    <w:rsid w:val="00FF6E37"/>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F500E"/>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 w:type="character" w:styleId="NichtaufgelsteErwhnung">
    <w:name w:val="Unresolved Mention"/>
    <w:basedOn w:val="Absatz-Standardschriftart"/>
    <w:uiPriority w:val="99"/>
    <w:semiHidden/>
    <w:unhideWhenUsed/>
    <w:rsid w:val="004F4F23"/>
    <w:rPr>
      <w:color w:val="605E5C"/>
      <w:shd w:val="clear" w:color="auto" w:fill="E1DFDD"/>
    </w:rPr>
  </w:style>
  <w:style w:type="character" w:styleId="BesuchterLink">
    <w:name w:val="FollowedHyperlink"/>
    <w:basedOn w:val="Absatz-Standardschriftart"/>
    <w:uiPriority w:val="99"/>
    <w:semiHidden/>
    <w:unhideWhenUsed/>
    <w:rsid w:val="00EF0E6C"/>
    <w:rPr>
      <w:color w:val="3C32A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18305109">
      <w:bodyDiv w:val="1"/>
      <w:marLeft w:val="0"/>
      <w:marRight w:val="0"/>
      <w:marTop w:val="0"/>
      <w:marBottom w:val="0"/>
      <w:divBdr>
        <w:top w:val="none" w:sz="0" w:space="0" w:color="auto"/>
        <w:left w:val="none" w:sz="0" w:space="0" w:color="auto"/>
        <w:bottom w:val="none" w:sz="0" w:space="0" w:color="auto"/>
        <w:right w:val="none" w:sz="0" w:space="0" w:color="auto"/>
      </w:divBdr>
      <w:divsChild>
        <w:div w:id="966008970">
          <w:marLeft w:val="0"/>
          <w:marRight w:val="0"/>
          <w:marTop w:val="0"/>
          <w:marBottom w:val="0"/>
          <w:divBdr>
            <w:top w:val="none" w:sz="0" w:space="0" w:color="auto"/>
            <w:left w:val="none" w:sz="0" w:space="0" w:color="auto"/>
            <w:bottom w:val="none" w:sz="0" w:space="0" w:color="auto"/>
            <w:right w:val="none" w:sz="0" w:space="0" w:color="auto"/>
          </w:divBdr>
          <w:divsChild>
            <w:div w:id="1821194959">
              <w:marLeft w:val="0"/>
              <w:marRight w:val="0"/>
              <w:marTop w:val="0"/>
              <w:marBottom w:val="0"/>
              <w:divBdr>
                <w:top w:val="none" w:sz="0" w:space="0" w:color="auto"/>
                <w:left w:val="none" w:sz="0" w:space="0" w:color="auto"/>
                <w:bottom w:val="none" w:sz="0" w:space="0" w:color="auto"/>
                <w:right w:val="none" w:sz="0" w:space="0" w:color="auto"/>
              </w:divBdr>
              <w:divsChild>
                <w:div w:id="175357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331E0"/>
    <w:rsid w:val="000362E8"/>
    <w:rsid w:val="00043071"/>
    <w:rsid w:val="00045272"/>
    <w:rsid w:val="00051811"/>
    <w:rsid w:val="000520D3"/>
    <w:rsid w:val="00080202"/>
    <w:rsid w:val="00084651"/>
    <w:rsid w:val="00087EF5"/>
    <w:rsid w:val="00090384"/>
    <w:rsid w:val="000A0E9E"/>
    <w:rsid w:val="000A2ABB"/>
    <w:rsid w:val="000A6DC3"/>
    <w:rsid w:val="000D083B"/>
    <w:rsid w:val="000D1BDF"/>
    <w:rsid w:val="000D44D9"/>
    <w:rsid w:val="000D77F1"/>
    <w:rsid w:val="001207B4"/>
    <w:rsid w:val="00120B13"/>
    <w:rsid w:val="0012277B"/>
    <w:rsid w:val="00135190"/>
    <w:rsid w:val="001463E5"/>
    <w:rsid w:val="001469B7"/>
    <w:rsid w:val="001D32B8"/>
    <w:rsid w:val="001D5E23"/>
    <w:rsid w:val="001D7F73"/>
    <w:rsid w:val="00203308"/>
    <w:rsid w:val="0025080B"/>
    <w:rsid w:val="00263EBA"/>
    <w:rsid w:val="002718A4"/>
    <w:rsid w:val="0027236C"/>
    <w:rsid w:val="00294F0F"/>
    <w:rsid w:val="002A674C"/>
    <w:rsid w:val="002B60D3"/>
    <w:rsid w:val="002C3B25"/>
    <w:rsid w:val="002F168B"/>
    <w:rsid w:val="00327660"/>
    <w:rsid w:val="003558E6"/>
    <w:rsid w:val="003613A6"/>
    <w:rsid w:val="003734D1"/>
    <w:rsid w:val="003A2341"/>
    <w:rsid w:val="003D4885"/>
    <w:rsid w:val="003F1266"/>
    <w:rsid w:val="003F7D29"/>
    <w:rsid w:val="004643C1"/>
    <w:rsid w:val="00477D0A"/>
    <w:rsid w:val="004805C0"/>
    <w:rsid w:val="00482FD4"/>
    <w:rsid w:val="004A589A"/>
    <w:rsid w:val="004A794B"/>
    <w:rsid w:val="004C2587"/>
    <w:rsid w:val="004C3E4A"/>
    <w:rsid w:val="004D725B"/>
    <w:rsid w:val="0051326F"/>
    <w:rsid w:val="00533DD7"/>
    <w:rsid w:val="005516A4"/>
    <w:rsid w:val="005611C8"/>
    <w:rsid w:val="00563015"/>
    <w:rsid w:val="005902CD"/>
    <w:rsid w:val="005944B2"/>
    <w:rsid w:val="005A3334"/>
    <w:rsid w:val="005A3D17"/>
    <w:rsid w:val="005B6300"/>
    <w:rsid w:val="005B6D0B"/>
    <w:rsid w:val="005C23CE"/>
    <w:rsid w:val="00613E43"/>
    <w:rsid w:val="00647C66"/>
    <w:rsid w:val="00650FAA"/>
    <w:rsid w:val="00651C4F"/>
    <w:rsid w:val="00656731"/>
    <w:rsid w:val="00670BC4"/>
    <w:rsid w:val="00677A52"/>
    <w:rsid w:val="00692B99"/>
    <w:rsid w:val="006E0979"/>
    <w:rsid w:val="007322DA"/>
    <w:rsid w:val="00783DA3"/>
    <w:rsid w:val="00793147"/>
    <w:rsid w:val="007B31F3"/>
    <w:rsid w:val="007E2980"/>
    <w:rsid w:val="007F76FB"/>
    <w:rsid w:val="008273D7"/>
    <w:rsid w:val="00883F98"/>
    <w:rsid w:val="008A274B"/>
    <w:rsid w:val="008C7785"/>
    <w:rsid w:val="00902E7D"/>
    <w:rsid w:val="00907ECB"/>
    <w:rsid w:val="00930109"/>
    <w:rsid w:val="00937D0C"/>
    <w:rsid w:val="0096234D"/>
    <w:rsid w:val="00964BF9"/>
    <w:rsid w:val="00971A5A"/>
    <w:rsid w:val="00972BD4"/>
    <w:rsid w:val="00976A5E"/>
    <w:rsid w:val="009D005D"/>
    <w:rsid w:val="009E287A"/>
    <w:rsid w:val="009E4AA6"/>
    <w:rsid w:val="009F1CB6"/>
    <w:rsid w:val="009F34AB"/>
    <w:rsid w:val="00A071DE"/>
    <w:rsid w:val="00A6401A"/>
    <w:rsid w:val="00A66420"/>
    <w:rsid w:val="00A84020"/>
    <w:rsid w:val="00A85E73"/>
    <w:rsid w:val="00A9052F"/>
    <w:rsid w:val="00A932FF"/>
    <w:rsid w:val="00AE5AA2"/>
    <w:rsid w:val="00AF36BF"/>
    <w:rsid w:val="00B03CB7"/>
    <w:rsid w:val="00B10058"/>
    <w:rsid w:val="00B20C61"/>
    <w:rsid w:val="00B2628E"/>
    <w:rsid w:val="00B4644B"/>
    <w:rsid w:val="00B46505"/>
    <w:rsid w:val="00B65E0E"/>
    <w:rsid w:val="00B9451A"/>
    <w:rsid w:val="00B95DE4"/>
    <w:rsid w:val="00BA0699"/>
    <w:rsid w:val="00BB7882"/>
    <w:rsid w:val="00BD6808"/>
    <w:rsid w:val="00BF5BA0"/>
    <w:rsid w:val="00C20DBB"/>
    <w:rsid w:val="00C365C7"/>
    <w:rsid w:val="00C3733E"/>
    <w:rsid w:val="00C5486F"/>
    <w:rsid w:val="00C75312"/>
    <w:rsid w:val="00C8487B"/>
    <w:rsid w:val="00C863B9"/>
    <w:rsid w:val="00CB402E"/>
    <w:rsid w:val="00CC3B92"/>
    <w:rsid w:val="00CD2B94"/>
    <w:rsid w:val="00CE53DF"/>
    <w:rsid w:val="00D0717E"/>
    <w:rsid w:val="00D12C8B"/>
    <w:rsid w:val="00D32132"/>
    <w:rsid w:val="00D36392"/>
    <w:rsid w:val="00D4717A"/>
    <w:rsid w:val="00D74E8B"/>
    <w:rsid w:val="00D851B6"/>
    <w:rsid w:val="00DB0F46"/>
    <w:rsid w:val="00DB14BD"/>
    <w:rsid w:val="00DC4694"/>
    <w:rsid w:val="00DC70EF"/>
    <w:rsid w:val="00E071A4"/>
    <w:rsid w:val="00E17311"/>
    <w:rsid w:val="00E324B7"/>
    <w:rsid w:val="00E454B2"/>
    <w:rsid w:val="00E5485B"/>
    <w:rsid w:val="00EB16A0"/>
    <w:rsid w:val="00EB2E95"/>
    <w:rsid w:val="00EB5E69"/>
    <w:rsid w:val="00EB7235"/>
    <w:rsid w:val="00ED2BE9"/>
    <w:rsid w:val="00EF2A6C"/>
    <w:rsid w:val="00F26DCE"/>
    <w:rsid w:val="00F34CAC"/>
    <w:rsid w:val="00F43EFC"/>
    <w:rsid w:val="00F54CD0"/>
    <w:rsid w:val="00F553D1"/>
    <w:rsid w:val="00F654EC"/>
    <w:rsid w:val="00F76E8E"/>
    <w:rsid w:val="00F957CC"/>
    <w:rsid w:val="00FA67DA"/>
    <w:rsid w:val="00FB0995"/>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2025-01-22T00:00:00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B920590751E2364AAA436A92C15B8549" ma:contentTypeVersion="12" ma:contentTypeDescription="Luo uusi asiakirja." ma:contentTypeScope="" ma:versionID="866c7132ee9a73a03d0087df51afcbfa">
  <xsd:schema xmlns:xsd="http://www.w3.org/2001/XMLSchema" xmlns:xs="http://www.w3.org/2001/XMLSchema" xmlns:p="http://schemas.microsoft.com/office/2006/metadata/properties" xmlns:ns3="a4ac2eab-6993-4fda-9d27-3bf87450802e" xmlns:ns4="fd189396-c0e6-4045-8d39-4d8d282dfd7f" targetNamespace="http://schemas.microsoft.com/office/2006/metadata/properties" ma:root="true" ma:fieldsID="13fc56e8aeec9ff21cee8020c404d5a1" ns3:_="" ns4:_="">
    <xsd:import namespace="a4ac2eab-6993-4fda-9d27-3bf87450802e"/>
    <xsd:import namespace="fd189396-c0e6-4045-8d39-4d8d282dfd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c2eab-6993-4fda-9d27-3bf87450802e"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Jakamisen tiedot" ma:internalName="SharedWithDetails" ma:readOnly="true">
      <xsd:simpleType>
        <xsd:restriction base="dms:Note">
          <xsd:maxLength value="255"/>
        </xsd:restriction>
      </xsd:simpleType>
    </xsd:element>
    <xsd:element name="SharingHintHash" ma:index="10" nillable="true" ma:displayName="Jakamisvihjeen hajautus"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189396-c0e6-4045-8d39-4d8d282dfd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676D7E7-59D2-47E3-8AB2-3323EAAF16C8}">
  <ds:schemaRefs>
    <ds:schemaRef ds:uri="http://schemas.microsoft.com/sharepoint/v3/contenttype/forms"/>
  </ds:schemaRefs>
</ds:datastoreItem>
</file>

<file path=customXml/itemProps3.xml><?xml version="1.0" encoding="utf-8"?>
<ds:datastoreItem xmlns:ds="http://schemas.openxmlformats.org/officeDocument/2006/customXml" ds:itemID="{A0CB2FB2-D649-4140-8EAB-23E71C53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c2eab-6993-4fda-9d27-3bf87450802e"/>
    <ds:schemaRef ds:uri="fd189396-c0e6-4045-8d39-4d8d282df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98CAB0-3468-473E-AF4F-3FF8106F819C}">
  <ds:schemaRefs>
    <ds:schemaRef ds:uri="http://schemas.openxmlformats.org/officeDocument/2006/bibliography"/>
  </ds:schemaRefs>
</ds:datastoreItem>
</file>

<file path=customXml/itemProps5.xml><?xml version="1.0" encoding="utf-8"?>
<ds:datastoreItem xmlns:ds="http://schemas.openxmlformats.org/officeDocument/2006/customXml" ds:itemID="{C476300D-93C7-49D0-A8A9-A22612BED5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3</Pages>
  <Words>482</Words>
  <Characters>3037</Characters>
  <Application>Microsoft Office Word</Application>
  <DocSecurity>0</DocSecurity>
  <Lines>25</Lines>
  <Paragraphs>7</Paragraphs>
  <ScaleCrop>false</ScaleCrop>
  <HeadingPairs>
    <vt:vector size="6" baseType="variant">
      <vt:variant>
        <vt:lpstr>Titel</vt:lpstr>
      </vt:variant>
      <vt:variant>
        <vt:i4>1</vt:i4>
      </vt:variant>
      <vt:variant>
        <vt:lpstr>Title</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Teuwsen Maike</dc:creator>
  <cp:lastModifiedBy>Martinus Menne</cp:lastModifiedBy>
  <cp:revision>5</cp:revision>
  <cp:lastPrinted>2024-05-28T11:05:00Z</cp:lastPrinted>
  <dcterms:created xsi:type="dcterms:W3CDTF">2025-01-22T11:12:00Z</dcterms:created>
  <dcterms:modified xsi:type="dcterms:W3CDTF">2025-01-22T11:35:00Z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0x010100B920590751E2364AAA436A92C15B8549</vt:lpwstr>
  </property>
</Properties>
</file>