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3A46E9CB" w:rsidR="000F0410" w:rsidRDefault="00B30208" w:rsidP="000F0410">
      <w:pPr>
        <w:rPr>
          <w:rFonts w:asciiTheme="majorHAnsi" w:hAnsiTheme="majorHAnsi" w:cstheme="majorHAnsi"/>
          <w:b/>
          <w:bCs/>
          <w:lang w:val="de-DE"/>
        </w:rPr>
      </w:pPr>
      <w:r>
        <w:rPr>
          <w:rFonts w:asciiTheme="majorHAnsi" w:hAnsiTheme="majorHAnsi" w:cstheme="majorHAnsi"/>
          <w:b/>
          <w:bCs/>
          <w:lang w:val="de-DE"/>
        </w:rPr>
        <w:t>AMB 2024</w:t>
      </w:r>
      <w:r w:rsidR="00840E3B">
        <w:rPr>
          <w:rFonts w:asciiTheme="majorHAnsi" w:hAnsiTheme="majorHAnsi" w:cstheme="majorHAnsi"/>
          <w:b/>
          <w:bCs/>
          <w:lang w:val="de-DE"/>
        </w:rPr>
        <w:t>:</w:t>
      </w:r>
      <w:r w:rsidR="00266BC2">
        <w:rPr>
          <w:rFonts w:asciiTheme="majorHAnsi" w:hAnsiTheme="majorHAnsi" w:cstheme="majorHAnsi"/>
          <w:b/>
          <w:bCs/>
          <w:lang w:val="de-DE"/>
        </w:rPr>
        <w:t xml:space="preserve"> </w:t>
      </w:r>
      <w:proofErr w:type="spellStart"/>
      <w:r>
        <w:rPr>
          <w:rFonts w:asciiTheme="majorHAnsi" w:hAnsiTheme="majorHAnsi" w:cstheme="majorHAnsi"/>
          <w:b/>
          <w:bCs/>
          <w:lang w:val="de-DE"/>
        </w:rPr>
        <w:t>Fastems</w:t>
      </w:r>
      <w:proofErr w:type="spellEnd"/>
      <w:r>
        <w:rPr>
          <w:rFonts w:asciiTheme="majorHAnsi" w:hAnsiTheme="majorHAnsi" w:cstheme="majorHAnsi"/>
          <w:b/>
          <w:bCs/>
          <w:lang w:val="de-DE"/>
        </w:rPr>
        <w:t xml:space="preserve"> </w:t>
      </w:r>
      <w:r w:rsidR="00B32428">
        <w:rPr>
          <w:rFonts w:asciiTheme="majorHAnsi" w:hAnsiTheme="majorHAnsi" w:cstheme="majorHAnsi"/>
          <w:b/>
          <w:bCs/>
          <w:lang w:val="de-DE"/>
        </w:rPr>
        <w:t>stellt</w:t>
      </w:r>
      <w:r>
        <w:rPr>
          <w:rFonts w:asciiTheme="majorHAnsi" w:hAnsiTheme="majorHAnsi" w:cstheme="majorHAnsi"/>
          <w:b/>
          <w:bCs/>
          <w:lang w:val="de-DE"/>
        </w:rPr>
        <w:t xml:space="preserve"> Strategien für erfolgreiche CNC-Automatisierung</w:t>
      </w:r>
      <w:r w:rsidR="00B32428">
        <w:rPr>
          <w:rFonts w:asciiTheme="majorHAnsi" w:hAnsiTheme="majorHAnsi" w:cstheme="majorHAnsi"/>
          <w:b/>
          <w:bCs/>
          <w:lang w:val="de-DE"/>
        </w:rPr>
        <w:t xml:space="preserve"> vor</w:t>
      </w:r>
    </w:p>
    <w:p w14:paraId="65C74453" w14:textId="77777777" w:rsidR="00D93AA4" w:rsidRPr="00D93AA4" w:rsidRDefault="00D93AA4" w:rsidP="00D93AA4">
      <w:pPr>
        <w:rPr>
          <w:rFonts w:asciiTheme="majorHAnsi" w:hAnsiTheme="majorHAnsi" w:cstheme="majorHAnsi"/>
          <w:lang w:val="de-DE"/>
        </w:rPr>
      </w:pPr>
    </w:p>
    <w:p w14:paraId="5C18B9F6" w14:textId="428C4C99" w:rsidR="003F1B6A" w:rsidRDefault="00B30208" w:rsidP="000F0410">
      <w:pPr>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weltweit führender Anbieter von CNC-Automatisierung, </w:t>
      </w:r>
      <w:r w:rsidR="00266BC2">
        <w:rPr>
          <w:rFonts w:asciiTheme="majorHAnsi" w:hAnsiTheme="majorHAnsi" w:cstheme="majorHAnsi"/>
          <w:lang w:val="de-DE"/>
        </w:rPr>
        <w:t xml:space="preserve">präsentiert sich auf der </w:t>
      </w:r>
      <w:r>
        <w:rPr>
          <w:rFonts w:asciiTheme="majorHAnsi" w:hAnsiTheme="majorHAnsi" w:cstheme="majorHAnsi"/>
          <w:lang w:val="de-DE"/>
        </w:rPr>
        <w:t xml:space="preserve">AMB </w:t>
      </w:r>
      <w:r w:rsidR="00266BC2">
        <w:rPr>
          <w:rFonts w:asciiTheme="majorHAnsi" w:hAnsiTheme="majorHAnsi" w:cstheme="majorHAnsi"/>
          <w:lang w:val="de-DE"/>
        </w:rPr>
        <w:t xml:space="preserve">mit dem </w:t>
      </w:r>
      <w:r>
        <w:rPr>
          <w:rFonts w:asciiTheme="majorHAnsi" w:hAnsiTheme="majorHAnsi" w:cstheme="majorHAnsi"/>
          <w:lang w:val="de-DE"/>
        </w:rPr>
        <w:t xml:space="preserve"> Motto: „</w:t>
      </w:r>
      <w:proofErr w:type="spellStart"/>
      <w:r>
        <w:rPr>
          <w:rFonts w:asciiTheme="majorHAnsi" w:hAnsiTheme="majorHAnsi" w:cstheme="majorHAnsi"/>
          <w:lang w:val="de-DE"/>
        </w:rPr>
        <w:t>Succeed</w:t>
      </w:r>
      <w:proofErr w:type="spellEnd"/>
      <w:r>
        <w:rPr>
          <w:rFonts w:asciiTheme="majorHAnsi" w:hAnsiTheme="majorHAnsi" w:cstheme="majorHAnsi"/>
          <w:lang w:val="de-DE"/>
        </w:rPr>
        <w:t xml:space="preserve"> in CNC Automation“. </w:t>
      </w:r>
      <w:r w:rsidR="00B32428">
        <w:rPr>
          <w:rFonts w:asciiTheme="majorHAnsi" w:hAnsiTheme="majorHAnsi" w:cstheme="majorHAnsi"/>
          <w:lang w:val="de-DE"/>
        </w:rPr>
        <w:t>Was genau damit gemeint ist, ist auf dem diesjährigen Messestand zu sehen.</w:t>
      </w:r>
    </w:p>
    <w:p w14:paraId="7432A016" w14:textId="77777777" w:rsidR="003F1B6A" w:rsidRDefault="003F1B6A" w:rsidP="000F0410">
      <w:pPr>
        <w:rPr>
          <w:rFonts w:asciiTheme="majorHAnsi" w:hAnsiTheme="majorHAnsi" w:cstheme="majorHAnsi"/>
          <w:lang w:val="de-DE"/>
        </w:rPr>
      </w:pPr>
    </w:p>
    <w:p w14:paraId="33AADEBC" w14:textId="182E3CF3" w:rsidR="003F1B6A" w:rsidRDefault="003F1B6A" w:rsidP="000F0410">
      <w:pPr>
        <w:rPr>
          <w:rFonts w:asciiTheme="majorHAnsi" w:hAnsiTheme="majorHAnsi" w:cstheme="majorHAnsi"/>
          <w:lang w:val="de-DE"/>
        </w:rPr>
      </w:pPr>
      <w:r>
        <w:rPr>
          <w:rFonts w:asciiTheme="majorHAnsi" w:hAnsiTheme="majorHAnsi" w:cstheme="majorHAnsi"/>
          <w:lang w:val="de-DE"/>
        </w:rPr>
        <w:t xml:space="preserve">Zugeschnitten auf Unternehmen mit einer High-Mix-Fertigung, zeigt das </w:t>
      </w:r>
      <w:r w:rsidR="00B30208">
        <w:rPr>
          <w:rFonts w:asciiTheme="majorHAnsi" w:hAnsiTheme="majorHAnsi" w:cstheme="majorHAnsi"/>
          <w:lang w:val="de-DE"/>
        </w:rPr>
        <w:t>Angebot</w:t>
      </w:r>
      <w:r w:rsidR="002D44D8">
        <w:rPr>
          <w:rFonts w:asciiTheme="majorHAnsi" w:hAnsiTheme="majorHAnsi" w:cstheme="majorHAnsi"/>
          <w:lang w:val="de-DE"/>
        </w:rPr>
        <w:t xml:space="preserve"> von </w:t>
      </w:r>
      <w:proofErr w:type="spellStart"/>
      <w:r w:rsidR="002D44D8">
        <w:rPr>
          <w:rFonts w:asciiTheme="majorHAnsi" w:hAnsiTheme="majorHAnsi" w:cstheme="majorHAnsi"/>
          <w:lang w:val="de-DE"/>
        </w:rPr>
        <w:t>Fastem</w:t>
      </w:r>
      <w:r w:rsidR="00E6433F">
        <w:rPr>
          <w:rFonts w:asciiTheme="majorHAnsi" w:hAnsiTheme="majorHAnsi" w:cstheme="majorHAnsi"/>
          <w:lang w:val="de-DE"/>
        </w:rPr>
        <w:t>s</w:t>
      </w:r>
      <w:proofErr w:type="spellEnd"/>
      <w:r w:rsidR="00B30208">
        <w:rPr>
          <w:rFonts w:asciiTheme="majorHAnsi" w:hAnsiTheme="majorHAnsi" w:cstheme="majorHAnsi"/>
          <w:lang w:val="de-DE"/>
        </w:rPr>
        <w:t xml:space="preserve"> in Halle </w:t>
      </w:r>
      <w:r w:rsidR="008817FB">
        <w:rPr>
          <w:rFonts w:asciiTheme="majorHAnsi" w:hAnsiTheme="majorHAnsi" w:cstheme="majorHAnsi"/>
          <w:lang w:val="de-DE"/>
        </w:rPr>
        <w:t>10 (Stand A43)</w:t>
      </w:r>
      <w:r>
        <w:rPr>
          <w:rFonts w:asciiTheme="majorHAnsi" w:hAnsiTheme="majorHAnsi" w:cstheme="majorHAnsi"/>
          <w:lang w:val="de-DE"/>
        </w:rPr>
        <w:t xml:space="preserve">, wie Betriebe im Wettbewerb um Stückkosten, Durchlaufzeiten und Qualität gewinnen können. </w:t>
      </w:r>
      <w:r w:rsidR="00B30208">
        <w:rPr>
          <w:rFonts w:asciiTheme="majorHAnsi" w:hAnsiTheme="majorHAnsi" w:cstheme="majorHAnsi"/>
          <w:lang w:val="de-DE"/>
        </w:rPr>
        <w:t>Die Ausstellung umfasst tägliche</w:t>
      </w:r>
      <w:r>
        <w:rPr>
          <w:rFonts w:asciiTheme="majorHAnsi" w:hAnsiTheme="majorHAnsi" w:cstheme="majorHAnsi"/>
          <w:lang w:val="de-DE"/>
        </w:rPr>
        <w:t xml:space="preserve">, praxisorientierte </w:t>
      </w:r>
      <w:r w:rsidR="002D44D8">
        <w:rPr>
          <w:rFonts w:asciiTheme="majorHAnsi" w:hAnsiTheme="majorHAnsi" w:cstheme="majorHAnsi"/>
          <w:lang w:val="de-DE"/>
        </w:rPr>
        <w:t xml:space="preserve">Vorträge </w:t>
      </w:r>
      <w:r>
        <w:rPr>
          <w:rFonts w:asciiTheme="majorHAnsi" w:hAnsiTheme="majorHAnsi" w:cstheme="majorHAnsi"/>
          <w:lang w:val="de-DE"/>
        </w:rPr>
        <w:t>zur Produktivität im Shopfloor und Live-Vorführungen von CNC-Automatisierungssystemen.</w:t>
      </w:r>
    </w:p>
    <w:p w14:paraId="405367B7" w14:textId="77777777" w:rsidR="007D2AD9" w:rsidRDefault="007D2AD9" w:rsidP="000F0410">
      <w:pPr>
        <w:rPr>
          <w:rFonts w:asciiTheme="majorHAnsi" w:hAnsiTheme="majorHAnsi" w:cstheme="majorHAnsi"/>
          <w:lang w:val="de-DE"/>
        </w:rPr>
      </w:pPr>
    </w:p>
    <w:p w14:paraId="25F86E1F" w14:textId="63D5FAAC" w:rsidR="00607E91" w:rsidRDefault="007D2AD9" w:rsidP="000F0410">
      <w:pPr>
        <w:rPr>
          <w:rFonts w:asciiTheme="majorHAnsi" w:hAnsiTheme="majorHAnsi" w:cstheme="majorHAnsi"/>
          <w:lang w:val="de-DE"/>
        </w:rPr>
      </w:pPr>
      <w:r>
        <w:rPr>
          <w:rFonts w:asciiTheme="majorHAnsi" w:hAnsiTheme="majorHAnsi" w:cstheme="majorHAnsi"/>
          <w:lang w:val="de-DE"/>
        </w:rPr>
        <w:t>Veranschaulicht wird das u.a. mit e</w:t>
      </w:r>
      <w:r w:rsidRPr="00E21A26">
        <w:rPr>
          <w:rFonts w:asciiTheme="majorHAnsi" w:hAnsiTheme="majorHAnsi" w:cstheme="majorHAnsi"/>
          <w:lang w:val="de-DE"/>
        </w:rPr>
        <w:t>ine</w:t>
      </w:r>
      <w:r>
        <w:rPr>
          <w:rFonts w:asciiTheme="majorHAnsi" w:hAnsiTheme="majorHAnsi" w:cstheme="majorHAnsi"/>
          <w:lang w:val="de-DE"/>
        </w:rPr>
        <w:t>r</w:t>
      </w:r>
      <w:r w:rsidRPr="00E21A26">
        <w:rPr>
          <w:rFonts w:asciiTheme="majorHAnsi" w:hAnsiTheme="majorHAnsi" w:cstheme="majorHAnsi"/>
          <w:lang w:val="de-DE"/>
        </w:rPr>
        <w:t xml:space="preserve"> Demoeinheit </w:t>
      </w:r>
      <w:r>
        <w:rPr>
          <w:rFonts w:asciiTheme="majorHAnsi" w:hAnsiTheme="majorHAnsi" w:cstheme="majorHAnsi"/>
          <w:lang w:val="de-DE"/>
        </w:rPr>
        <w:t>des neuen</w:t>
      </w:r>
      <w:r w:rsidRPr="00E21A26">
        <w:rPr>
          <w:rFonts w:asciiTheme="majorHAnsi" w:hAnsiTheme="majorHAnsi" w:cstheme="majorHAnsi"/>
          <w:lang w:val="de-DE"/>
        </w:rPr>
        <w:t xml:space="preserve"> </w:t>
      </w:r>
      <w:r w:rsidR="009B4DD5">
        <w:rPr>
          <w:rFonts w:asciiTheme="majorHAnsi" w:hAnsiTheme="majorHAnsi" w:cstheme="majorHAnsi"/>
          <w:lang w:val="de-DE"/>
        </w:rPr>
        <w:t xml:space="preserve">Flexible Pallet System </w:t>
      </w:r>
      <w:r w:rsidRPr="00E21A26">
        <w:rPr>
          <w:rFonts w:asciiTheme="majorHAnsi" w:hAnsiTheme="majorHAnsi" w:cstheme="majorHAnsi"/>
          <w:lang w:val="de-DE"/>
        </w:rPr>
        <w:t>(FPS) und d</w:t>
      </w:r>
      <w:r>
        <w:rPr>
          <w:rFonts w:asciiTheme="majorHAnsi" w:hAnsiTheme="majorHAnsi" w:cstheme="majorHAnsi"/>
          <w:lang w:val="de-DE"/>
        </w:rPr>
        <w:t>er</w:t>
      </w:r>
      <w:r w:rsidRPr="00E21A26">
        <w:rPr>
          <w:rFonts w:asciiTheme="majorHAnsi" w:hAnsiTheme="majorHAnsi" w:cstheme="majorHAnsi"/>
          <w:lang w:val="de-DE"/>
        </w:rPr>
        <w:t xml:space="preserve"> </w:t>
      </w:r>
      <w:r w:rsidR="009B4DD5">
        <w:rPr>
          <w:rFonts w:asciiTheme="majorHAnsi" w:hAnsiTheme="majorHAnsi" w:cstheme="majorHAnsi"/>
          <w:lang w:val="de-DE"/>
        </w:rPr>
        <w:t xml:space="preserve">jüngsten </w:t>
      </w:r>
      <w:r w:rsidRPr="00E21A26">
        <w:rPr>
          <w:rFonts w:asciiTheme="majorHAnsi" w:hAnsiTheme="majorHAnsi" w:cstheme="majorHAnsi"/>
          <w:lang w:val="de-DE"/>
        </w:rPr>
        <w:t xml:space="preserve">Version 8.2 der Automatisierungssoftware MMS </w:t>
      </w:r>
      <w:r>
        <w:rPr>
          <w:rFonts w:asciiTheme="majorHAnsi" w:hAnsiTheme="majorHAnsi" w:cstheme="majorHAnsi"/>
          <w:lang w:val="de-DE"/>
        </w:rPr>
        <w:t>(Manufacturing Management Software)</w:t>
      </w:r>
      <w:r w:rsidRPr="00E21A26">
        <w:rPr>
          <w:rFonts w:asciiTheme="majorHAnsi" w:hAnsiTheme="majorHAnsi" w:cstheme="majorHAnsi"/>
          <w:lang w:val="de-DE"/>
        </w:rPr>
        <w:t xml:space="preserve">. </w:t>
      </w:r>
      <w:r>
        <w:rPr>
          <w:rFonts w:asciiTheme="majorHAnsi" w:hAnsiTheme="majorHAnsi" w:cstheme="majorHAnsi"/>
          <w:lang w:val="de-DE"/>
        </w:rPr>
        <w:t xml:space="preserve">Das </w:t>
      </w:r>
      <w:r w:rsidRPr="00E21A26">
        <w:rPr>
          <w:rFonts w:asciiTheme="majorHAnsi" w:hAnsiTheme="majorHAnsi" w:cstheme="majorHAnsi"/>
          <w:lang w:val="de-DE"/>
        </w:rPr>
        <w:t xml:space="preserve">FPS ist </w:t>
      </w:r>
      <w:r>
        <w:rPr>
          <w:rFonts w:asciiTheme="majorHAnsi" w:hAnsiTheme="majorHAnsi" w:cstheme="majorHAnsi"/>
          <w:lang w:val="de-DE"/>
        </w:rPr>
        <w:t xml:space="preserve">eine </w:t>
      </w:r>
      <w:r w:rsidRPr="00E21A26">
        <w:rPr>
          <w:rFonts w:asciiTheme="majorHAnsi" w:hAnsiTheme="majorHAnsi" w:cstheme="majorHAnsi"/>
          <w:lang w:val="de-DE"/>
        </w:rPr>
        <w:t>Automatisierung</w:t>
      </w:r>
      <w:r>
        <w:rPr>
          <w:rFonts w:asciiTheme="majorHAnsi" w:hAnsiTheme="majorHAnsi" w:cstheme="majorHAnsi"/>
          <w:lang w:val="de-DE"/>
        </w:rPr>
        <w:t xml:space="preserve"> für horizontale sowie vertikale </w:t>
      </w:r>
      <w:r w:rsidRPr="00E21A26">
        <w:rPr>
          <w:rFonts w:asciiTheme="majorHAnsi" w:hAnsiTheme="majorHAnsi" w:cstheme="majorHAnsi"/>
          <w:lang w:val="de-DE"/>
        </w:rPr>
        <w:t xml:space="preserve">4- und 5-Achs-Bearbeitungszentren mit </w:t>
      </w:r>
      <w:r>
        <w:rPr>
          <w:rFonts w:asciiTheme="majorHAnsi" w:hAnsiTheme="majorHAnsi" w:cstheme="majorHAnsi"/>
          <w:lang w:val="de-DE"/>
        </w:rPr>
        <w:t xml:space="preserve">Paletten in den Dimensionen </w:t>
      </w:r>
      <w:r w:rsidRPr="00E21A26">
        <w:rPr>
          <w:rFonts w:asciiTheme="majorHAnsi" w:hAnsiTheme="majorHAnsi" w:cstheme="majorHAnsi"/>
          <w:lang w:val="de-DE"/>
        </w:rPr>
        <w:t>300-630 mm oder Nullpunkt</w:t>
      </w:r>
      <w:r>
        <w:rPr>
          <w:rFonts w:asciiTheme="majorHAnsi" w:hAnsiTheme="majorHAnsi" w:cstheme="majorHAnsi"/>
          <w:lang w:val="de-DE"/>
        </w:rPr>
        <w:t>spannsystemen.</w:t>
      </w:r>
      <w:r w:rsidRPr="00E21A26">
        <w:rPr>
          <w:rFonts w:asciiTheme="majorHAnsi" w:hAnsiTheme="majorHAnsi" w:cstheme="majorHAnsi"/>
          <w:lang w:val="de-DE"/>
        </w:rPr>
        <w:t xml:space="preserve"> </w:t>
      </w:r>
      <w:r>
        <w:rPr>
          <w:rFonts w:asciiTheme="majorHAnsi" w:hAnsiTheme="majorHAnsi" w:cstheme="majorHAnsi"/>
          <w:lang w:val="de-DE"/>
        </w:rPr>
        <w:t xml:space="preserve">Das </w:t>
      </w:r>
      <w:r w:rsidR="009B4DD5">
        <w:rPr>
          <w:rFonts w:asciiTheme="majorHAnsi" w:hAnsiTheme="majorHAnsi" w:cstheme="majorHAnsi"/>
          <w:lang w:val="de-DE"/>
        </w:rPr>
        <w:t>modulare System</w:t>
      </w:r>
      <w:r w:rsidRPr="00E21A26">
        <w:rPr>
          <w:rFonts w:asciiTheme="majorHAnsi" w:hAnsiTheme="majorHAnsi" w:cstheme="majorHAnsi"/>
          <w:lang w:val="de-DE"/>
        </w:rPr>
        <w:t xml:space="preserve"> </w:t>
      </w:r>
      <w:r>
        <w:rPr>
          <w:rFonts w:asciiTheme="majorHAnsi" w:hAnsiTheme="majorHAnsi" w:cstheme="majorHAnsi"/>
          <w:lang w:val="de-DE"/>
        </w:rPr>
        <w:t xml:space="preserve">verfügt über ein </w:t>
      </w:r>
      <w:r w:rsidRPr="00E21A26">
        <w:rPr>
          <w:rFonts w:asciiTheme="majorHAnsi" w:hAnsiTheme="majorHAnsi" w:cstheme="majorHAnsi"/>
          <w:lang w:val="de-DE"/>
        </w:rPr>
        <w:t xml:space="preserve">360-Grad-Design, </w:t>
      </w:r>
      <w:r>
        <w:rPr>
          <w:rFonts w:asciiTheme="majorHAnsi" w:hAnsiTheme="majorHAnsi" w:cstheme="majorHAnsi"/>
          <w:lang w:val="de-DE"/>
        </w:rPr>
        <w:t xml:space="preserve">sodass sich </w:t>
      </w:r>
      <w:r w:rsidRPr="000F0410">
        <w:rPr>
          <w:rFonts w:asciiTheme="majorHAnsi" w:hAnsiTheme="majorHAnsi" w:cstheme="majorHAnsi"/>
          <w:lang w:val="de-DE"/>
        </w:rPr>
        <w:t xml:space="preserve">Werkzeugmaschinen, </w:t>
      </w:r>
      <w:proofErr w:type="spellStart"/>
      <w:r w:rsidRPr="000F0410">
        <w:rPr>
          <w:rFonts w:asciiTheme="majorHAnsi" w:hAnsiTheme="majorHAnsi" w:cstheme="majorHAnsi"/>
          <w:lang w:val="de-DE"/>
        </w:rPr>
        <w:t>Palettenspeicher</w:t>
      </w:r>
      <w:proofErr w:type="spellEnd"/>
      <w:r w:rsidRPr="000F0410">
        <w:rPr>
          <w:rFonts w:asciiTheme="majorHAnsi" w:hAnsiTheme="majorHAnsi" w:cstheme="majorHAnsi"/>
          <w:lang w:val="de-DE"/>
        </w:rPr>
        <w:t xml:space="preserve"> und Ladestationen flexibel auf allen vier Seiten des Systems </w:t>
      </w:r>
      <w:r>
        <w:rPr>
          <w:rFonts w:asciiTheme="majorHAnsi" w:hAnsiTheme="majorHAnsi" w:cstheme="majorHAnsi"/>
          <w:lang w:val="de-DE"/>
        </w:rPr>
        <w:t>platzieren lassen</w:t>
      </w:r>
      <w:r w:rsidR="009B4DD5">
        <w:rPr>
          <w:rFonts w:asciiTheme="majorHAnsi" w:hAnsiTheme="majorHAnsi" w:cstheme="majorHAnsi"/>
          <w:lang w:val="de-DE"/>
        </w:rPr>
        <w:t xml:space="preserve">. Darüber hinaus präsentiert </w:t>
      </w:r>
      <w:proofErr w:type="spellStart"/>
      <w:r w:rsidR="009B4DD5">
        <w:rPr>
          <w:rFonts w:asciiTheme="majorHAnsi" w:hAnsiTheme="majorHAnsi" w:cstheme="majorHAnsi"/>
          <w:lang w:val="de-DE"/>
        </w:rPr>
        <w:t>Fastems</w:t>
      </w:r>
      <w:proofErr w:type="spellEnd"/>
      <w:r w:rsidR="009B4DD5">
        <w:rPr>
          <w:rFonts w:asciiTheme="majorHAnsi" w:hAnsiTheme="majorHAnsi" w:cstheme="majorHAnsi"/>
          <w:lang w:val="de-DE"/>
        </w:rPr>
        <w:t xml:space="preserve"> in der Living Factory </w:t>
      </w:r>
      <w:r w:rsidR="00E21A26" w:rsidRPr="00E21A26">
        <w:rPr>
          <w:rFonts w:asciiTheme="majorHAnsi" w:hAnsiTheme="majorHAnsi" w:cstheme="majorHAnsi"/>
          <w:lang w:val="de-DE"/>
        </w:rPr>
        <w:t xml:space="preserve">sein gesamtes Portfolio </w:t>
      </w:r>
      <w:r w:rsidR="00E21A26">
        <w:rPr>
          <w:rFonts w:asciiTheme="majorHAnsi" w:hAnsiTheme="majorHAnsi" w:cstheme="majorHAnsi"/>
          <w:lang w:val="de-DE"/>
        </w:rPr>
        <w:t>an Fl</w:t>
      </w:r>
      <w:r w:rsidR="00E21A26" w:rsidRPr="00E21A26">
        <w:rPr>
          <w:rFonts w:asciiTheme="majorHAnsi" w:hAnsiTheme="majorHAnsi" w:cstheme="majorHAnsi"/>
          <w:lang w:val="de-DE"/>
        </w:rPr>
        <w:t>exible</w:t>
      </w:r>
      <w:r w:rsidR="00E21A26">
        <w:rPr>
          <w:rFonts w:asciiTheme="majorHAnsi" w:hAnsiTheme="majorHAnsi" w:cstheme="majorHAnsi"/>
          <w:lang w:val="de-DE"/>
        </w:rPr>
        <w:t>n</w:t>
      </w:r>
      <w:r w:rsidR="00E21A26" w:rsidRPr="00E21A26">
        <w:rPr>
          <w:rFonts w:asciiTheme="majorHAnsi" w:hAnsiTheme="majorHAnsi" w:cstheme="majorHAnsi"/>
          <w:lang w:val="de-DE"/>
        </w:rPr>
        <w:t xml:space="preserve"> Fertigungssysteme</w:t>
      </w:r>
      <w:r w:rsidR="00E21A26">
        <w:rPr>
          <w:rFonts w:asciiTheme="majorHAnsi" w:hAnsiTheme="majorHAnsi" w:cstheme="majorHAnsi"/>
          <w:lang w:val="de-DE"/>
        </w:rPr>
        <w:t>n</w:t>
      </w:r>
      <w:r w:rsidR="00BD0A2A">
        <w:rPr>
          <w:rFonts w:asciiTheme="majorHAnsi" w:hAnsiTheme="majorHAnsi" w:cstheme="majorHAnsi"/>
          <w:lang w:val="de-DE"/>
        </w:rPr>
        <w:t xml:space="preserve">. </w:t>
      </w:r>
    </w:p>
    <w:p w14:paraId="22073323" w14:textId="77777777" w:rsidR="007D2AD9" w:rsidRDefault="007D2AD9" w:rsidP="000F0410">
      <w:pPr>
        <w:rPr>
          <w:rFonts w:asciiTheme="majorHAnsi" w:hAnsiTheme="majorHAnsi" w:cstheme="majorHAnsi"/>
          <w:lang w:val="de-DE"/>
        </w:rPr>
      </w:pPr>
    </w:p>
    <w:p w14:paraId="32F51A64" w14:textId="16C945A6" w:rsidR="007D2AD9" w:rsidRDefault="007D2AD9" w:rsidP="000F0410">
      <w:pPr>
        <w:rPr>
          <w:rFonts w:asciiTheme="majorHAnsi" w:hAnsiTheme="majorHAnsi" w:cstheme="majorHAnsi"/>
          <w:lang w:val="de-DE"/>
        </w:rPr>
      </w:pPr>
      <w:r>
        <w:rPr>
          <w:rFonts w:asciiTheme="majorHAnsi" w:hAnsiTheme="majorHAnsi" w:cstheme="majorHAnsi"/>
          <w:lang w:val="de-DE"/>
        </w:rPr>
        <w:t xml:space="preserve">Darüber hinaus freut sich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r w:rsidR="00E336D1">
        <w:rPr>
          <w:rFonts w:asciiTheme="majorHAnsi" w:hAnsiTheme="majorHAnsi" w:cstheme="majorHAnsi"/>
          <w:lang w:val="de-DE"/>
        </w:rPr>
        <w:t xml:space="preserve">besonders, </w:t>
      </w:r>
      <w:r>
        <w:rPr>
          <w:rFonts w:asciiTheme="majorHAnsi" w:hAnsiTheme="majorHAnsi" w:cstheme="majorHAnsi"/>
          <w:lang w:val="de-DE"/>
        </w:rPr>
        <w:t xml:space="preserve">mit dem </w:t>
      </w:r>
      <w:proofErr w:type="spellStart"/>
      <w:r>
        <w:rPr>
          <w:rFonts w:asciiTheme="majorHAnsi" w:hAnsiTheme="majorHAnsi" w:cstheme="majorHAnsi"/>
          <w:lang w:val="de-DE"/>
        </w:rPr>
        <w:t>T</w:t>
      </w:r>
      <w:r w:rsidRPr="00551D90">
        <w:rPr>
          <w:rFonts w:asciiTheme="majorHAnsi" w:hAnsiTheme="majorHAnsi" w:cstheme="majorHAnsi"/>
          <w:lang w:val="de-DE"/>
        </w:rPr>
        <w:t>urret</w:t>
      </w:r>
      <w:proofErr w:type="spellEnd"/>
      <w:r w:rsidRPr="00551D90">
        <w:rPr>
          <w:rFonts w:asciiTheme="majorHAnsi" w:hAnsiTheme="majorHAnsi" w:cstheme="majorHAnsi"/>
          <w:lang w:val="de-DE"/>
        </w:rPr>
        <w:t xml:space="preserve"> Tool </w:t>
      </w:r>
      <w:proofErr w:type="spellStart"/>
      <w:r w:rsidRPr="00551D90">
        <w:rPr>
          <w:rFonts w:asciiTheme="majorHAnsi" w:hAnsiTheme="majorHAnsi" w:cstheme="majorHAnsi"/>
          <w:lang w:val="de-DE"/>
        </w:rPr>
        <w:t>Changer</w:t>
      </w:r>
      <w:proofErr w:type="spellEnd"/>
      <w:r w:rsidRPr="00551D90">
        <w:rPr>
          <w:rFonts w:asciiTheme="majorHAnsi" w:hAnsiTheme="majorHAnsi" w:cstheme="majorHAnsi"/>
          <w:lang w:val="de-DE"/>
        </w:rPr>
        <w:t xml:space="preserve"> d</w:t>
      </w:r>
      <w:r w:rsidR="00852FE6">
        <w:rPr>
          <w:rFonts w:asciiTheme="majorHAnsi" w:hAnsiTheme="majorHAnsi" w:cstheme="majorHAnsi"/>
          <w:lang w:val="de-DE"/>
        </w:rPr>
        <w:t xml:space="preserve">as </w:t>
      </w:r>
      <w:r w:rsidR="00852FE6" w:rsidRPr="003D3A63">
        <w:rPr>
          <w:rFonts w:asciiTheme="majorHAnsi" w:hAnsiTheme="majorHAnsi" w:cstheme="majorHAnsi"/>
          <w:color w:val="000000" w:themeColor="text1"/>
          <w:lang w:val="de-DE"/>
        </w:rPr>
        <w:t>neue</w:t>
      </w:r>
      <w:r w:rsidR="00573FAF" w:rsidRPr="003D3A63">
        <w:rPr>
          <w:rFonts w:asciiTheme="majorHAnsi" w:hAnsiTheme="majorHAnsi" w:cstheme="majorHAnsi"/>
          <w:color w:val="000000" w:themeColor="text1"/>
          <w:lang w:val="de-DE"/>
        </w:rPr>
        <w:t xml:space="preserve"> </w:t>
      </w:r>
      <w:r w:rsidR="00573FAF">
        <w:rPr>
          <w:rFonts w:asciiTheme="majorHAnsi" w:hAnsiTheme="majorHAnsi" w:cstheme="majorHAnsi"/>
          <w:lang w:val="de-DE"/>
        </w:rPr>
        <w:t>Konzept zu</w:t>
      </w:r>
      <w:r w:rsidR="00E336D1">
        <w:rPr>
          <w:rFonts w:asciiTheme="majorHAnsi" w:hAnsiTheme="majorHAnsi" w:cstheme="majorHAnsi"/>
          <w:lang w:val="de-DE"/>
        </w:rPr>
        <w:t xml:space="preserve">m automatisierten Werkzeugwechsel an </w:t>
      </w:r>
      <w:r w:rsidR="00E336D1" w:rsidRPr="00843500">
        <w:rPr>
          <w:rFonts w:asciiTheme="majorHAnsi" w:hAnsiTheme="majorHAnsi" w:cstheme="majorHAnsi"/>
          <w:lang w:val="de-DE"/>
        </w:rPr>
        <w:t xml:space="preserve">Drehmaschinen-Revolvern in Form einer Demozelle präsentieren zu können. </w:t>
      </w:r>
      <w:r w:rsidRPr="00843500">
        <w:rPr>
          <w:rFonts w:asciiTheme="majorHAnsi" w:hAnsiTheme="majorHAnsi" w:cstheme="majorHAnsi"/>
          <w:lang w:val="de-DE"/>
        </w:rPr>
        <w:t xml:space="preserve">Die </w:t>
      </w:r>
      <w:r w:rsidR="00E336D1" w:rsidRPr="00843500">
        <w:rPr>
          <w:rFonts w:asciiTheme="majorHAnsi" w:hAnsiTheme="majorHAnsi" w:cstheme="majorHAnsi"/>
          <w:lang w:val="de-DE"/>
        </w:rPr>
        <w:t>Lösung</w:t>
      </w:r>
      <w:r w:rsidRPr="00843500">
        <w:rPr>
          <w:rFonts w:asciiTheme="majorHAnsi" w:hAnsiTheme="majorHAnsi" w:cstheme="majorHAnsi"/>
          <w:lang w:val="de-DE"/>
        </w:rPr>
        <w:t xml:space="preserve"> basiert auf dem </w:t>
      </w:r>
      <w:r w:rsidR="00766E75" w:rsidRPr="00843500">
        <w:rPr>
          <w:rFonts w:asciiTheme="majorHAnsi" w:hAnsiTheme="majorHAnsi" w:cstheme="majorHAnsi"/>
          <w:lang w:val="de-DE"/>
        </w:rPr>
        <w:t xml:space="preserve">neu entwickelten </w:t>
      </w:r>
      <w:r w:rsidR="005A0EE2">
        <w:rPr>
          <w:rFonts w:asciiTheme="majorHAnsi" w:hAnsiTheme="majorHAnsi" w:cstheme="majorHAnsi"/>
          <w:lang w:val="de-DE"/>
        </w:rPr>
        <w:t>S</w:t>
      </w:r>
      <w:r w:rsidR="00287A0E">
        <w:rPr>
          <w:rFonts w:asciiTheme="majorHAnsi" w:hAnsiTheme="majorHAnsi" w:cstheme="majorHAnsi"/>
          <w:lang w:val="de-DE"/>
        </w:rPr>
        <w:t>auter</w:t>
      </w:r>
      <w:r>
        <w:rPr>
          <w:rFonts w:asciiTheme="majorHAnsi" w:hAnsiTheme="majorHAnsi" w:cstheme="majorHAnsi"/>
          <w:lang w:val="de-DE"/>
        </w:rPr>
        <w:t xml:space="preserve"> </w:t>
      </w:r>
      <w:proofErr w:type="spellStart"/>
      <w:r>
        <w:rPr>
          <w:rFonts w:asciiTheme="majorHAnsi" w:hAnsiTheme="majorHAnsi" w:cstheme="majorHAnsi"/>
          <w:lang w:val="de-DE"/>
        </w:rPr>
        <w:t>SolidPro</w:t>
      </w:r>
      <w:proofErr w:type="spellEnd"/>
      <w:r w:rsidR="00573FAF">
        <w:rPr>
          <w:rFonts w:asciiTheme="majorHAnsi" w:hAnsiTheme="majorHAnsi" w:cstheme="majorHAnsi"/>
          <w:lang w:val="de-DE"/>
        </w:rPr>
        <w:t xml:space="preserve">, </w:t>
      </w:r>
      <w:r w:rsidR="00A6624B">
        <w:rPr>
          <w:rFonts w:asciiTheme="majorHAnsi" w:hAnsiTheme="majorHAnsi" w:cstheme="majorHAnsi"/>
          <w:lang w:val="de-DE"/>
        </w:rPr>
        <w:t xml:space="preserve">einem </w:t>
      </w:r>
      <w:r w:rsidR="00573FAF" w:rsidRPr="00573FAF">
        <w:rPr>
          <w:rFonts w:asciiTheme="majorHAnsi" w:hAnsiTheme="majorHAnsi" w:cstheme="majorHAnsi"/>
          <w:lang w:val="de-DE"/>
        </w:rPr>
        <w:t>integrierbaren Spannmechanismus</w:t>
      </w:r>
      <w:r w:rsidR="00A6624B">
        <w:rPr>
          <w:rFonts w:asciiTheme="majorHAnsi" w:hAnsiTheme="majorHAnsi" w:cstheme="majorHAnsi"/>
          <w:lang w:val="de-DE"/>
        </w:rPr>
        <w:t xml:space="preserve">, der </w:t>
      </w:r>
      <w:r w:rsidR="00573FAF" w:rsidRPr="00573FAF">
        <w:rPr>
          <w:rFonts w:asciiTheme="majorHAnsi" w:hAnsiTheme="majorHAnsi" w:cstheme="majorHAnsi"/>
          <w:lang w:val="de-DE"/>
        </w:rPr>
        <w:t>als Schnittstelle zu ein</w:t>
      </w:r>
      <w:r w:rsidR="00573FAF" w:rsidRPr="00843500">
        <w:rPr>
          <w:rFonts w:asciiTheme="majorHAnsi" w:hAnsiTheme="majorHAnsi" w:cstheme="majorHAnsi"/>
          <w:lang w:val="de-DE"/>
        </w:rPr>
        <w:t xml:space="preserve">em Adapter als Werkzeugaufnahme dient. Für einen Werkzeugwechsel direkt am Revolver muss nur </w:t>
      </w:r>
      <w:r w:rsidR="00766E75" w:rsidRPr="00843500">
        <w:rPr>
          <w:rFonts w:asciiTheme="majorHAnsi" w:hAnsiTheme="majorHAnsi" w:cstheme="majorHAnsi"/>
          <w:lang w:val="de-DE"/>
        </w:rPr>
        <w:t xml:space="preserve">ein Betätigungsbolzen </w:t>
      </w:r>
      <w:r w:rsidR="00573FAF" w:rsidRPr="00573FAF">
        <w:rPr>
          <w:rFonts w:asciiTheme="majorHAnsi" w:hAnsiTheme="majorHAnsi" w:cstheme="majorHAnsi"/>
          <w:lang w:val="de-DE"/>
        </w:rPr>
        <w:t>am Werkzeughalter gelöst werden. Danach lässt sich der Adapter wechseln, ohne hierfür den gesamten Werkzeughalter austauschen und neu einrichten zu müssen.</w:t>
      </w:r>
      <w:r w:rsidR="00573FAF">
        <w:rPr>
          <w:rFonts w:asciiTheme="majorHAnsi" w:hAnsiTheme="majorHAnsi" w:cstheme="majorHAnsi"/>
          <w:lang w:val="de-DE"/>
        </w:rPr>
        <w:t xml:space="preserve"> </w:t>
      </w:r>
      <w:r w:rsidR="00573FAF" w:rsidRPr="00573FAF">
        <w:rPr>
          <w:rFonts w:asciiTheme="majorHAnsi" w:hAnsiTheme="majorHAnsi" w:cstheme="majorHAnsi"/>
          <w:lang w:val="de-DE"/>
        </w:rPr>
        <w:t>Da der Adapter außerdem für die Handhabung mit einem Robotergreifer konzipiert ist, kann der gesamte Werkzeugwechsel an Drehmaschinen nun vollständig automatisiert werden.</w:t>
      </w:r>
      <w:r w:rsidR="00573FAF">
        <w:rPr>
          <w:rFonts w:asciiTheme="majorHAnsi" w:hAnsiTheme="majorHAnsi" w:cstheme="majorHAnsi"/>
          <w:lang w:val="de-DE"/>
        </w:rPr>
        <w:t xml:space="preserve"> </w:t>
      </w:r>
      <w:proofErr w:type="spellStart"/>
      <w:r w:rsidR="00573FAF" w:rsidRPr="00573FAF">
        <w:rPr>
          <w:rFonts w:asciiTheme="majorHAnsi" w:hAnsiTheme="majorHAnsi" w:cstheme="majorHAnsi"/>
          <w:lang w:val="de-DE"/>
        </w:rPr>
        <w:t>Fastems</w:t>
      </w:r>
      <w:proofErr w:type="spellEnd"/>
      <w:r w:rsidR="00573FAF" w:rsidRPr="00573FAF">
        <w:rPr>
          <w:rFonts w:asciiTheme="majorHAnsi" w:hAnsiTheme="majorHAnsi" w:cstheme="majorHAnsi"/>
          <w:lang w:val="de-DE"/>
        </w:rPr>
        <w:t xml:space="preserve"> stellt hierzu ein</w:t>
      </w:r>
      <w:r w:rsidR="00573FAF">
        <w:rPr>
          <w:rFonts w:asciiTheme="majorHAnsi" w:hAnsiTheme="majorHAnsi" w:cstheme="majorHAnsi"/>
          <w:lang w:val="de-DE"/>
        </w:rPr>
        <w:t xml:space="preserve"> </w:t>
      </w:r>
      <w:r w:rsidR="00A6624B">
        <w:rPr>
          <w:rFonts w:asciiTheme="majorHAnsi" w:hAnsiTheme="majorHAnsi" w:cstheme="majorHAnsi"/>
          <w:lang w:val="de-DE"/>
        </w:rPr>
        <w:t>Systemk</w:t>
      </w:r>
      <w:r w:rsidR="00573FAF">
        <w:rPr>
          <w:rFonts w:asciiTheme="majorHAnsi" w:hAnsiTheme="majorHAnsi" w:cstheme="majorHAnsi"/>
          <w:lang w:val="de-DE"/>
        </w:rPr>
        <w:t xml:space="preserve">onzept </w:t>
      </w:r>
      <w:r w:rsidR="00573FAF" w:rsidRPr="00573FAF">
        <w:rPr>
          <w:rFonts w:asciiTheme="majorHAnsi" w:hAnsiTheme="majorHAnsi" w:cstheme="majorHAnsi"/>
          <w:lang w:val="de-DE"/>
        </w:rPr>
        <w:t>vor, d</w:t>
      </w:r>
      <w:r w:rsidR="00A6624B">
        <w:rPr>
          <w:rFonts w:asciiTheme="majorHAnsi" w:hAnsiTheme="majorHAnsi" w:cstheme="majorHAnsi"/>
          <w:lang w:val="de-DE"/>
        </w:rPr>
        <w:t>as</w:t>
      </w:r>
      <w:r w:rsidR="00573FAF" w:rsidRPr="00573FAF">
        <w:rPr>
          <w:rFonts w:asciiTheme="majorHAnsi" w:hAnsiTheme="majorHAnsi" w:cstheme="majorHAnsi"/>
          <w:lang w:val="de-DE"/>
        </w:rPr>
        <w:t xml:space="preserve"> im Wesentlichen aus einem Roboter für das Werkzeug- und Werkstückhandling, Ablageplätze für die Werkzeugadapter und einer Software zur Steuerung der Automatisierung besteht.</w:t>
      </w:r>
    </w:p>
    <w:p w14:paraId="7930BE2A" w14:textId="77777777" w:rsidR="007D2AD9" w:rsidRDefault="007D2AD9" w:rsidP="000F0410">
      <w:pPr>
        <w:rPr>
          <w:rFonts w:asciiTheme="majorHAnsi" w:hAnsiTheme="majorHAnsi" w:cstheme="majorHAnsi"/>
          <w:lang w:val="de-DE"/>
        </w:rPr>
      </w:pPr>
    </w:p>
    <w:p w14:paraId="68E97E1B" w14:textId="35D03E12" w:rsidR="00551D90" w:rsidRDefault="00551D90" w:rsidP="000F0410">
      <w:pPr>
        <w:rPr>
          <w:rFonts w:asciiTheme="majorHAnsi" w:hAnsiTheme="majorHAnsi" w:cstheme="majorHAnsi"/>
          <w:lang w:val="de-DE"/>
        </w:rPr>
      </w:pPr>
      <w:r w:rsidRPr="00551D90">
        <w:rPr>
          <w:rFonts w:asciiTheme="majorHAnsi" w:hAnsiTheme="majorHAnsi" w:cstheme="majorHAnsi"/>
          <w:lang w:val="de-DE"/>
        </w:rPr>
        <w:t xml:space="preserve">Um Hersteller bei der </w:t>
      </w:r>
      <w:r w:rsidR="009710C0">
        <w:rPr>
          <w:rFonts w:asciiTheme="majorHAnsi" w:hAnsiTheme="majorHAnsi" w:cstheme="majorHAnsi"/>
          <w:lang w:val="de-DE"/>
        </w:rPr>
        <w:t xml:space="preserve">Optimierung </w:t>
      </w:r>
      <w:r w:rsidRPr="00551D90">
        <w:rPr>
          <w:rFonts w:asciiTheme="majorHAnsi" w:hAnsiTheme="majorHAnsi" w:cstheme="majorHAnsi"/>
          <w:lang w:val="de-DE"/>
        </w:rPr>
        <w:t xml:space="preserve">ihrer Zerspanungsprozesse zu unterstützen, stellt </w:t>
      </w:r>
      <w:proofErr w:type="spellStart"/>
      <w:r w:rsidRPr="00551D90">
        <w:rPr>
          <w:rFonts w:asciiTheme="majorHAnsi" w:hAnsiTheme="majorHAnsi" w:cstheme="majorHAnsi"/>
          <w:lang w:val="de-DE"/>
        </w:rPr>
        <w:t>Fastems</w:t>
      </w:r>
      <w:proofErr w:type="spellEnd"/>
      <w:r w:rsidRPr="00551D90">
        <w:rPr>
          <w:rFonts w:asciiTheme="majorHAnsi" w:hAnsiTheme="majorHAnsi" w:cstheme="majorHAnsi"/>
          <w:lang w:val="de-DE"/>
        </w:rPr>
        <w:t xml:space="preserve"> </w:t>
      </w:r>
      <w:r w:rsidR="00BD0A2A">
        <w:rPr>
          <w:rFonts w:asciiTheme="majorHAnsi" w:hAnsiTheme="majorHAnsi" w:cstheme="majorHAnsi"/>
          <w:lang w:val="de-DE"/>
        </w:rPr>
        <w:t xml:space="preserve">Strategien für den effizienteren </w:t>
      </w:r>
      <w:r w:rsidR="009710C0">
        <w:rPr>
          <w:rFonts w:asciiTheme="majorHAnsi" w:hAnsiTheme="majorHAnsi" w:cstheme="majorHAnsi"/>
          <w:lang w:val="de-DE"/>
        </w:rPr>
        <w:t xml:space="preserve">Einsatz von </w:t>
      </w:r>
      <w:r w:rsidRPr="00551D90">
        <w:rPr>
          <w:rFonts w:asciiTheme="majorHAnsi" w:hAnsiTheme="majorHAnsi" w:cstheme="majorHAnsi"/>
          <w:lang w:val="de-DE"/>
        </w:rPr>
        <w:t>Zerspanungswerkzeuge</w:t>
      </w:r>
      <w:r w:rsidR="00BD0A2A">
        <w:rPr>
          <w:rFonts w:asciiTheme="majorHAnsi" w:hAnsiTheme="majorHAnsi" w:cstheme="majorHAnsi"/>
          <w:lang w:val="de-DE"/>
        </w:rPr>
        <w:t>n</w:t>
      </w:r>
      <w:r w:rsidRPr="00551D90">
        <w:rPr>
          <w:rFonts w:asciiTheme="majorHAnsi" w:hAnsiTheme="majorHAnsi" w:cstheme="majorHAnsi"/>
          <w:lang w:val="de-DE"/>
        </w:rPr>
        <w:t xml:space="preserve"> vor und </w:t>
      </w:r>
      <w:r w:rsidR="009710C0">
        <w:rPr>
          <w:rFonts w:asciiTheme="majorHAnsi" w:hAnsiTheme="majorHAnsi" w:cstheme="majorHAnsi"/>
          <w:lang w:val="de-DE"/>
        </w:rPr>
        <w:t xml:space="preserve">zeigt in diesem Zusammenhang die Vorteile </w:t>
      </w:r>
      <w:r w:rsidR="00BD0A2A">
        <w:rPr>
          <w:rFonts w:asciiTheme="majorHAnsi" w:hAnsiTheme="majorHAnsi" w:cstheme="majorHAnsi"/>
          <w:lang w:val="de-DE"/>
        </w:rPr>
        <w:t xml:space="preserve">von </w:t>
      </w:r>
      <w:r w:rsidR="009710C0">
        <w:rPr>
          <w:rFonts w:asciiTheme="majorHAnsi" w:hAnsiTheme="majorHAnsi" w:cstheme="majorHAnsi"/>
          <w:lang w:val="de-DE"/>
        </w:rPr>
        <w:t>A</w:t>
      </w:r>
      <w:r w:rsidRPr="00551D90">
        <w:rPr>
          <w:rFonts w:asciiTheme="majorHAnsi" w:hAnsiTheme="majorHAnsi" w:cstheme="majorHAnsi"/>
          <w:lang w:val="de-DE"/>
        </w:rPr>
        <w:t xml:space="preserve">utomatisierung </w:t>
      </w:r>
      <w:r w:rsidR="00BD0A2A">
        <w:rPr>
          <w:rFonts w:asciiTheme="majorHAnsi" w:hAnsiTheme="majorHAnsi" w:cstheme="majorHAnsi"/>
          <w:lang w:val="de-DE"/>
        </w:rPr>
        <w:t xml:space="preserve">im Hinblick auf die </w:t>
      </w:r>
      <w:r w:rsidRPr="00551D90">
        <w:rPr>
          <w:rFonts w:asciiTheme="majorHAnsi" w:hAnsiTheme="majorHAnsi" w:cstheme="majorHAnsi"/>
          <w:lang w:val="de-DE"/>
        </w:rPr>
        <w:t xml:space="preserve">physische </w:t>
      </w:r>
      <w:r w:rsidR="009710C0">
        <w:rPr>
          <w:rFonts w:asciiTheme="majorHAnsi" w:hAnsiTheme="majorHAnsi" w:cstheme="majorHAnsi"/>
          <w:lang w:val="de-DE"/>
        </w:rPr>
        <w:t xml:space="preserve">Bereitstellung von </w:t>
      </w:r>
      <w:r w:rsidRPr="00551D90">
        <w:rPr>
          <w:rFonts w:asciiTheme="majorHAnsi" w:hAnsiTheme="majorHAnsi" w:cstheme="majorHAnsi"/>
          <w:lang w:val="de-DE"/>
        </w:rPr>
        <w:t>Werkzeug</w:t>
      </w:r>
      <w:r w:rsidR="009710C0">
        <w:rPr>
          <w:rFonts w:asciiTheme="majorHAnsi" w:hAnsiTheme="majorHAnsi" w:cstheme="majorHAnsi"/>
          <w:lang w:val="de-DE"/>
        </w:rPr>
        <w:t>en, d</w:t>
      </w:r>
      <w:r w:rsidRPr="00551D90">
        <w:rPr>
          <w:rFonts w:asciiTheme="majorHAnsi" w:hAnsiTheme="majorHAnsi" w:cstheme="majorHAnsi"/>
          <w:lang w:val="de-DE"/>
        </w:rPr>
        <w:t>er Verwaltung von Werkzeugdaten</w:t>
      </w:r>
      <w:r w:rsidR="009710C0">
        <w:rPr>
          <w:rFonts w:asciiTheme="majorHAnsi" w:hAnsiTheme="majorHAnsi" w:cstheme="majorHAnsi"/>
          <w:lang w:val="de-DE"/>
        </w:rPr>
        <w:t xml:space="preserve"> inklusive </w:t>
      </w:r>
      <w:r w:rsidR="00BD0A2A">
        <w:rPr>
          <w:rFonts w:asciiTheme="majorHAnsi" w:hAnsiTheme="majorHAnsi" w:cstheme="majorHAnsi"/>
          <w:lang w:val="de-DE"/>
        </w:rPr>
        <w:t xml:space="preserve">der </w:t>
      </w:r>
      <w:r w:rsidR="00812FD6">
        <w:rPr>
          <w:rFonts w:asciiTheme="majorHAnsi" w:hAnsiTheme="majorHAnsi" w:cstheme="majorHAnsi"/>
          <w:lang w:val="de-DE"/>
        </w:rPr>
        <w:t xml:space="preserve">Überwachung </w:t>
      </w:r>
      <w:r w:rsidR="009710C0">
        <w:rPr>
          <w:rFonts w:asciiTheme="majorHAnsi" w:hAnsiTheme="majorHAnsi" w:cstheme="majorHAnsi"/>
          <w:lang w:val="de-DE"/>
        </w:rPr>
        <w:t>der Werkzeugstandzeiten</w:t>
      </w:r>
      <w:r w:rsidRPr="00551D90">
        <w:rPr>
          <w:rFonts w:asciiTheme="majorHAnsi" w:hAnsiTheme="majorHAnsi" w:cstheme="majorHAnsi"/>
          <w:lang w:val="de-DE"/>
        </w:rPr>
        <w:t xml:space="preserve">. </w:t>
      </w:r>
      <w:r w:rsidR="00812FD6">
        <w:rPr>
          <w:rFonts w:asciiTheme="majorHAnsi" w:hAnsiTheme="majorHAnsi" w:cstheme="majorHAnsi"/>
          <w:lang w:val="de-DE"/>
        </w:rPr>
        <w:t xml:space="preserve"> </w:t>
      </w:r>
    </w:p>
    <w:p w14:paraId="0250BF7D" w14:textId="77777777" w:rsidR="00E21A26" w:rsidRDefault="00E21A26" w:rsidP="000F0410">
      <w:pPr>
        <w:rPr>
          <w:rFonts w:asciiTheme="majorHAnsi" w:hAnsiTheme="majorHAnsi" w:cstheme="majorHAnsi"/>
          <w:lang w:val="de-DE"/>
        </w:rPr>
      </w:pPr>
    </w:p>
    <w:p w14:paraId="537DE1C4" w14:textId="20A7A033" w:rsidR="00C71B28" w:rsidRDefault="00812FD6" w:rsidP="000F0410">
      <w:pPr>
        <w:rPr>
          <w:rFonts w:asciiTheme="majorHAnsi" w:hAnsiTheme="majorHAnsi" w:cstheme="majorHAnsi"/>
          <w:lang w:val="de-DE"/>
        </w:rPr>
      </w:pPr>
      <w:r>
        <w:rPr>
          <w:rFonts w:asciiTheme="majorHAnsi" w:hAnsiTheme="majorHAnsi" w:cstheme="majorHAnsi"/>
          <w:lang w:val="de-DE"/>
        </w:rPr>
        <w:t xml:space="preserve">Ein weiterer </w:t>
      </w:r>
      <w:r w:rsidR="009C2E1D">
        <w:rPr>
          <w:rFonts w:asciiTheme="majorHAnsi" w:hAnsiTheme="majorHAnsi" w:cstheme="majorHAnsi"/>
          <w:lang w:val="de-DE"/>
        </w:rPr>
        <w:t>Messes</w:t>
      </w:r>
      <w:r>
        <w:rPr>
          <w:rFonts w:asciiTheme="majorHAnsi" w:hAnsiTheme="majorHAnsi" w:cstheme="majorHAnsi"/>
          <w:lang w:val="de-DE"/>
        </w:rPr>
        <w:t>chwerpunkt widmet sich den</w:t>
      </w:r>
      <w:r w:rsidRPr="00812FD6">
        <w:rPr>
          <w:rFonts w:asciiTheme="majorHAnsi" w:hAnsiTheme="majorHAnsi" w:cstheme="majorHAnsi"/>
          <w:lang w:val="de-DE"/>
        </w:rPr>
        <w:t xml:space="preserve"> neuesten Möglichkeiten </w:t>
      </w:r>
      <w:r>
        <w:rPr>
          <w:rFonts w:asciiTheme="majorHAnsi" w:hAnsiTheme="majorHAnsi" w:cstheme="majorHAnsi"/>
          <w:lang w:val="de-DE"/>
        </w:rPr>
        <w:t xml:space="preserve">zur </w:t>
      </w:r>
      <w:r w:rsidRPr="00812FD6">
        <w:rPr>
          <w:rFonts w:asciiTheme="majorHAnsi" w:hAnsiTheme="majorHAnsi" w:cstheme="majorHAnsi"/>
          <w:lang w:val="de-DE"/>
        </w:rPr>
        <w:t xml:space="preserve">Digitalisierung der </w:t>
      </w:r>
      <w:r>
        <w:rPr>
          <w:rFonts w:asciiTheme="majorHAnsi" w:hAnsiTheme="majorHAnsi" w:cstheme="majorHAnsi"/>
          <w:lang w:val="de-DE"/>
        </w:rPr>
        <w:t xml:space="preserve">spanabhebenden </w:t>
      </w:r>
      <w:r w:rsidRPr="00812FD6">
        <w:rPr>
          <w:rFonts w:asciiTheme="majorHAnsi" w:hAnsiTheme="majorHAnsi" w:cstheme="majorHAnsi"/>
          <w:lang w:val="de-DE"/>
        </w:rPr>
        <w:t>Fertigung</w:t>
      </w:r>
      <w:r w:rsidR="00BD0A2A">
        <w:rPr>
          <w:rFonts w:asciiTheme="majorHAnsi" w:hAnsiTheme="majorHAnsi" w:cstheme="majorHAnsi"/>
          <w:lang w:val="de-DE"/>
        </w:rPr>
        <w:t xml:space="preserve">, bei der </w:t>
      </w:r>
      <w:r>
        <w:rPr>
          <w:rFonts w:asciiTheme="majorHAnsi" w:hAnsiTheme="majorHAnsi" w:cstheme="majorHAnsi"/>
          <w:lang w:val="de-DE"/>
        </w:rPr>
        <w:t xml:space="preserve">sich alles um eine bessere </w:t>
      </w:r>
      <w:r w:rsidRPr="00812FD6">
        <w:rPr>
          <w:rFonts w:asciiTheme="majorHAnsi" w:hAnsiTheme="majorHAnsi" w:cstheme="majorHAnsi"/>
          <w:lang w:val="de-DE"/>
        </w:rPr>
        <w:t>Entscheidungsfindung</w:t>
      </w:r>
      <w:r w:rsidR="00BD0A2A">
        <w:rPr>
          <w:rFonts w:asciiTheme="majorHAnsi" w:hAnsiTheme="majorHAnsi" w:cstheme="majorHAnsi"/>
          <w:lang w:val="de-DE"/>
        </w:rPr>
        <w:t xml:space="preserve"> im Produktionsalltag dreht</w:t>
      </w:r>
      <w:r w:rsidR="009C2E1D">
        <w:rPr>
          <w:rFonts w:asciiTheme="majorHAnsi" w:hAnsiTheme="majorHAnsi" w:cstheme="majorHAnsi"/>
          <w:lang w:val="de-DE"/>
        </w:rPr>
        <w:t xml:space="preserve">. Dies wird </w:t>
      </w:r>
      <w:r w:rsidR="00C71B28">
        <w:rPr>
          <w:rFonts w:asciiTheme="majorHAnsi" w:hAnsiTheme="majorHAnsi" w:cstheme="majorHAnsi"/>
          <w:lang w:val="de-DE"/>
        </w:rPr>
        <w:t xml:space="preserve">vor allem </w:t>
      </w:r>
      <w:r w:rsidRPr="00812FD6">
        <w:rPr>
          <w:rFonts w:asciiTheme="majorHAnsi" w:hAnsiTheme="majorHAnsi" w:cstheme="majorHAnsi"/>
          <w:lang w:val="de-DE"/>
        </w:rPr>
        <w:t xml:space="preserve">durch die </w:t>
      </w:r>
      <w:r w:rsidR="00C71B28">
        <w:rPr>
          <w:rFonts w:asciiTheme="majorHAnsi" w:hAnsiTheme="majorHAnsi" w:cstheme="majorHAnsi"/>
          <w:lang w:val="de-DE"/>
        </w:rPr>
        <w:t xml:space="preserve">Verbindung </w:t>
      </w:r>
      <w:r w:rsidRPr="00812FD6">
        <w:rPr>
          <w:rFonts w:asciiTheme="majorHAnsi" w:hAnsiTheme="majorHAnsi" w:cstheme="majorHAnsi"/>
          <w:lang w:val="de-DE"/>
        </w:rPr>
        <w:t>von Datensystemen und Maschinen</w:t>
      </w:r>
      <w:r w:rsidR="002422EF">
        <w:rPr>
          <w:rFonts w:asciiTheme="majorHAnsi" w:hAnsiTheme="majorHAnsi" w:cstheme="majorHAnsi"/>
          <w:lang w:val="de-DE"/>
        </w:rPr>
        <w:t xml:space="preserve"> sowie </w:t>
      </w:r>
      <w:r w:rsidRPr="00812FD6">
        <w:rPr>
          <w:rFonts w:asciiTheme="majorHAnsi" w:hAnsiTheme="majorHAnsi" w:cstheme="majorHAnsi"/>
          <w:lang w:val="de-DE"/>
        </w:rPr>
        <w:t>de</w:t>
      </w:r>
      <w:r w:rsidR="00C71B28">
        <w:rPr>
          <w:rFonts w:asciiTheme="majorHAnsi" w:hAnsiTheme="majorHAnsi" w:cstheme="majorHAnsi"/>
          <w:lang w:val="de-DE"/>
        </w:rPr>
        <w:t>r</w:t>
      </w:r>
      <w:r w:rsidRPr="00812FD6">
        <w:rPr>
          <w:rFonts w:asciiTheme="majorHAnsi" w:hAnsiTheme="majorHAnsi" w:cstheme="majorHAnsi"/>
          <w:lang w:val="de-DE"/>
        </w:rPr>
        <w:t xml:space="preserve"> </w:t>
      </w:r>
      <w:r w:rsidR="00C71B28">
        <w:rPr>
          <w:rFonts w:asciiTheme="majorHAnsi" w:hAnsiTheme="majorHAnsi" w:cstheme="majorHAnsi"/>
          <w:lang w:val="de-DE"/>
        </w:rPr>
        <w:t>konsequenten Nachv</w:t>
      </w:r>
      <w:r w:rsidRPr="00812FD6">
        <w:rPr>
          <w:rFonts w:asciiTheme="majorHAnsi" w:hAnsiTheme="majorHAnsi" w:cstheme="majorHAnsi"/>
          <w:lang w:val="de-DE"/>
        </w:rPr>
        <w:t xml:space="preserve">erfolgung von KPIs ermöglicht. </w:t>
      </w:r>
      <w:r w:rsidR="00AD4E0B">
        <w:rPr>
          <w:rFonts w:asciiTheme="majorHAnsi" w:hAnsiTheme="majorHAnsi" w:cstheme="majorHAnsi"/>
          <w:lang w:val="de-DE"/>
        </w:rPr>
        <w:t>So ist d</w:t>
      </w:r>
      <w:r w:rsidR="002422EF">
        <w:rPr>
          <w:rFonts w:asciiTheme="majorHAnsi" w:hAnsiTheme="majorHAnsi" w:cstheme="majorHAnsi"/>
          <w:lang w:val="de-DE"/>
        </w:rPr>
        <w:t xml:space="preserve">as MMS-Modul </w:t>
      </w:r>
      <w:r w:rsidR="00C71B28">
        <w:rPr>
          <w:rFonts w:asciiTheme="majorHAnsi" w:hAnsiTheme="majorHAnsi" w:cstheme="majorHAnsi"/>
          <w:lang w:val="de-DE"/>
        </w:rPr>
        <w:t>„</w:t>
      </w:r>
      <w:r w:rsidRPr="00812FD6">
        <w:rPr>
          <w:rFonts w:asciiTheme="majorHAnsi" w:hAnsiTheme="majorHAnsi" w:cstheme="majorHAnsi"/>
          <w:lang w:val="de-DE"/>
        </w:rPr>
        <w:t xml:space="preserve">Work </w:t>
      </w:r>
      <w:proofErr w:type="spellStart"/>
      <w:r w:rsidRPr="00812FD6">
        <w:rPr>
          <w:rFonts w:asciiTheme="majorHAnsi" w:hAnsiTheme="majorHAnsi" w:cstheme="majorHAnsi"/>
          <w:lang w:val="de-DE"/>
        </w:rPr>
        <w:t>Cell</w:t>
      </w:r>
      <w:proofErr w:type="spellEnd"/>
      <w:r w:rsidRPr="00812FD6">
        <w:rPr>
          <w:rFonts w:asciiTheme="majorHAnsi" w:hAnsiTheme="majorHAnsi" w:cstheme="majorHAnsi"/>
          <w:lang w:val="de-DE"/>
        </w:rPr>
        <w:t xml:space="preserve"> </w:t>
      </w:r>
      <w:proofErr w:type="spellStart"/>
      <w:r w:rsidRPr="00812FD6">
        <w:rPr>
          <w:rFonts w:asciiTheme="majorHAnsi" w:hAnsiTheme="majorHAnsi" w:cstheme="majorHAnsi"/>
          <w:lang w:val="de-DE"/>
        </w:rPr>
        <w:lastRenderedPageBreak/>
        <w:t>Operations</w:t>
      </w:r>
      <w:proofErr w:type="spellEnd"/>
      <w:r w:rsidR="00C71B28">
        <w:rPr>
          <w:rFonts w:asciiTheme="majorHAnsi" w:hAnsiTheme="majorHAnsi" w:cstheme="majorHAnsi"/>
          <w:lang w:val="de-DE"/>
        </w:rPr>
        <w:t>“</w:t>
      </w:r>
      <w:r w:rsidRPr="00812FD6">
        <w:rPr>
          <w:rFonts w:asciiTheme="majorHAnsi" w:hAnsiTheme="majorHAnsi" w:cstheme="majorHAnsi"/>
          <w:lang w:val="de-DE"/>
        </w:rPr>
        <w:t xml:space="preserve"> </w:t>
      </w:r>
      <w:r w:rsidR="002422EF">
        <w:rPr>
          <w:rFonts w:asciiTheme="majorHAnsi" w:hAnsiTheme="majorHAnsi" w:cstheme="majorHAnsi"/>
          <w:lang w:val="de-DE"/>
        </w:rPr>
        <w:t xml:space="preserve">(WCO) </w:t>
      </w:r>
      <w:r w:rsidRPr="00812FD6">
        <w:rPr>
          <w:rFonts w:asciiTheme="majorHAnsi" w:hAnsiTheme="majorHAnsi" w:cstheme="majorHAnsi"/>
          <w:lang w:val="de-DE"/>
        </w:rPr>
        <w:t xml:space="preserve">von </w:t>
      </w:r>
      <w:proofErr w:type="spellStart"/>
      <w:r w:rsidRPr="00812FD6">
        <w:rPr>
          <w:rFonts w:asciiTheme="majorHAnsi" w:hAnsiTheme="majorHAnsi" w:cstheme="majorHAnsi"/>
          <w:lang w:val="de-DE"/>
        </w:rPr>
        <w:t>Fastems</w:t>
      </w:r>
      <w:proofErr w:type="spellEnd"/>
      <w:r w:rsidRPr="00812FD6">
        <w:rPr>
          <w:rFonts w:asciiTheme="majorHAnsi" w:hAnsiTheme="majorHAnsi" w:cstheme="majorHAnsi"/>
          <w:lang w:val="de-DE"/>
        </w:rPr>
        <w:t xml:space="preserve"> </w:t>
      </w:r>
      <w:r w:rsidR="00C71B28">
        <w:rPr>
          <w:rFonts w:asciiTheme="majorHAnsi" w:hAnsiTheme="majorHAnsi" w:cstheme="majorHAnsi"/>
          <w:lang w:val="de-DE"/>
        </w:rPr>
        <w:t xml:space="preserve">in der Lage, </w:t>
      </w:r>
      <w:r w:rsidR="00AD4E0B">
        <w:rPr>
          <w:rFonts w:asciiTheme="majorHAnsi" w:hAnsiTheme="majorHAnsi" w:cstheme="majorHAnsi"/>
          <w:lang w:val="de-DE"/>
        </w:rPr>
        <w:t xml:space="preserve">selbst bislang kaum verfügbare </w:t>
      </w:r>
      <w:r w:rsidR="00C71B28">
        <w:rPr>
          <w:rFonts w:asciiTheme="majorHAnsi" w:hAnsiTheme="majorHAnsi" w:cstheme="majorHAnsi"/>
          <w:lang w:val="de-DE"/>
        </w:rPr>
        <w:t xml:space="preserve">Informationen von Stand-Alone-Maschinen und Einzelarbeitsplätzen in </w:t>
      </w:r>
      <w:r w:rsidR="002422EF">
        <w:rPr>
          <w:rFonts w:asciiTheme="majorHAnsi" w:hAnsiTheme="majorHAnsi" w:cstheme="majorHAnsi"/>
          <w:lang w:val="de-DE"/>
        </w:rPr>
        <w:t>die Digitalisierungsstrategie z</w:t>
      </w:r>
      <w:r w:rsidR="00C71B28">
        <w:rPr>
          <w:rFonts w:asciiTheme="majorHAnsi" w:hAnsiTheme="majorHAnsi" w:cstheme="majorHAnsi"/>
          <w:lang w:val="de-DE"/>
        </w:rPr>
        <w:t xml:space="preserve">u integrieren und somit ein </w:t>
      </w:r>
      <w:r w:rsidR="002422EF">
        <w:rPr>
          <w:rFonts w:asciiTheme="majorHAnsi" w:hAnsiTheme="majorHAnsi" w:cstheme="majorHAnsi"/>
          <w:lang w:val="de-DE"/>
        </w:rPr>
        <w:t xml:space="preserve">noch höheres </w:t>
      </w:r>
      <w:r w:rsidR="00C71B28">
        <w:rPr>
          <w:rFonts w:asciiTheme="majorHAnsi" w:hAnsiTheme="majorHAnsi" w:cstheme="majorHAnsi"/>
          <w:lang w:val="de-DE"/>
        </w:rPr>
        <w:t xml:space="preserve">Maß an </w:t>
      </w:r>
      <w:r w:rsidR="00AD4E0B">
        <w:rPr>
          <w:rFonts w:asciiTheme="majorHAnsi" w:hAnsiTheme="majorHAnsi" w:cstheme="majorHAnsi"/>
          <w:lang w:val="de-DE"/>
        </w:rPr>
        <w:t>Fertigungst</w:t>
      </w:r>
      <w:r w:rsidR="00C71B28">
        <w:rPr>
          <w:rFonts w:asciiTheme="majorHAnsi" w:hAnsiTheme="majorHAnsi" w:cstheme="majorHAnsi"/>
          <w:lang w:val="de-DE"/>
        </w:rPr>
        <w:t xml:space="preserve">ransparenz zu schaffen. </w:t>
      </w:r>
    </w:p>
    <w:p w14:paraId="1C37D9DE" w14:textId="77777777" w:rsidR="00C71B28" w:rsidRDefault="00C71B28" w:rsidP="000F0410">
      <w:pPr>
        <w:rPr>
          <w:rFonts w:asciiTheme="majorHAnsi" w:hAnsiTheme="majorHAnsi" w:cstheme="majorHAnsi"/>
          <w:lang w:val="de-DE"/>
        </w:rPr>
      </w:pPr>
    </w:p>
    <w:p w14:paraId="4F63F95F" w14:textId="0C872F47" w:rsidR="00100839" w:rsidRDefault="00B32428" w:rsidP="000F0410">
      <w:pPr>
        <w:rPr>
          <w:rFonts w:asciiTheme="majorHAnsi" w:hAnsiTheme="majorHAnsi" w:cstheme="majorHAnsi"/>
          <w:lang w:val="de-DE"/>
        </w:rPr>
      </w:pPr>
      <w:r>
        <w:rPr>
          <w:rFonts w:asciiTheme="majorHAnsi" w:hAnsiTheme="majorHAnsi" w:cstheme="majorHAnsi"/>
          <w:lang w:val="de-DE"/>
        </w:rPr>
        <w:t xml:space="preserve">Vor diesem Hintergrund sammelt und analysiert </w:t>
      </w:r>
      <w:r w:rsidR="00C71B28" w:rsidRPr="00C71B28">
        <w:rPr>
          <w:rFonts w:asciiTheme="majorHAnsi" w:hAnsiTheme="majorHAnsi" w:cstheme="majorHAnsi"/>
          <w:lang w:val="de-DE"/>
        </w:rPr>
        <w:t xml:space="preserve">Factory Cockpit </w:t>
      </w:r>
      <w:r w:rsidR="00C71B28">
        <w:rPr>
          <w:rFonts w:asciiTheme="majorHAnsi" w:hAnsiTheme="majorHAnsi" w:cstheme="majorHAnsi"/>
          <w:lang w:val="de-DE"/>
        </w:rPr>
        <w:t xml:space="preserve">von </w:t>
      </w:r>
      <w:proofErr w:type="spellStart"/>
      <w:r w:rsidR="00C71B28">
        <w:rPr>
          <w:rFonts w:asciiTheme="majorHAnsi" w:hAnsiTheme="majorHAnsi" w:cstheme="majorHAnsi"/>
          <w:lang w:val="de-DE"/>
        </w:rPr>
        <w:t>Fastems</w:t>
      </w:r>
      <w:proofErr w:type="spellEnd"/>
      <w:r w:rsidR="00C71B28">
        <w:rPr>
          <w:rFonts w:asciiTheme="majorHAnsi" w:hAnsiTheme="majorHAnsi" w:cstheme="majorHAnsi"/>
          <w:lang w:val="de-DE"/>
        </w:rPr>
        <w:t xml:space="preserve"> die </w:t>
      </w:r>
      <w:r w:rsidR="00C71B28" w:rsidRPr="00C71B28">
        <w:rPr>
          <w:rFonts w:asciiTheme="majorHAnsi" w:hAnsiTheme="majorHAnsi" w:cstheme="majorHAnsi"/>
          <w:lang w:val="de-DE"/>
        </w:rPr>
        <w:t>Daten von Produktionsmitteln im Shop Floor und IT-Systemen (z. B. ERP oder MES)</w:t>
      </w:r>
      <w:r w:rsidR="00C71B28">
        <w:rPr>
          <w:rFonts w:asciiTheme="majorHAnsi" w:hAnsiTheme="majorHAnsi" w:cstheme="majorHAnsi"/>
          <w:lang w:val="de-DE"/>
        </w:rPr>
        <w:t xml:space="preserve">, um die </w:t>
      </w:r>
      <w:r w:rsidR="00C71B28" w:rsidRPr="00C71B28">
        <w:rPr>
          <w:rFonts w:asciiTheme="majorHAnsi" w:hAnsiTheme="majorHAnsi" w:cstheme="majorHAnsi"/>
          <w:lang w:val="de-DE"/>
        </w:rPr>
        <w:t>wichtigsten KPIs in Form von übersichtlichen Grafiken dar</w:t>
      </w:r>
      <w:r w:rsidR="00C71B28">
        <w:rPr>
          <w:rFonts w:asciiTheme="majorHAnsi" w:hAnsiTheme="majorHAnsi" w:cstheme="majorHAnsi"/>
          <w:lang w:val="de-DE"/>
        </w:rPr>
        <w:t xml:space="preserve">zustellen. Die Steuerungssoftware für die Automatisierung </w:t>
      </w:r>
      <w:r>
        <w:rPr>
          <w:rFonts w:asciiTheme="majorHAnsi" w:hAnsiTheme="majorHAnsi" w:cstheme="majorHAnsi"/>
          <w:lang w:val="de-DE"/>
        </w:rPr>
        <w:t>(</w:t>
      </w:r>
      <w:r w:rsidR="00C71B28">
        <w:rPr>
          <w:rFonts w:asciiTheme="majorHAnsi" w:hAnsiTheme="majorHAnsi" w:cstheme="majorHAnsi"/>
          <w:lang w:val="de-DE"/>
        </w:rPr>
        <w:t>MMS</w:t>
      </w:r>
      <w:r>
        <w:rPr>
          <w:rFonts w:asciiTheme="majorHAnsi" w:hAnsiTheme="majorHAnsi" w:cstheme="majorHAnsi"/>
          <w:lang w:val="de-DE"/>
        </w:rPr>
        <w:t>)</w:t>
      </w:r>
      <w:r w:rsidR="00C71B28">
        <w:rPr>
          <w:rFonts w:asciiTheme="majorHAnsi" w:hAnsiTheme="majorHAnsi" w:cstheme="majorHAnsi"/>
          <w:lang w:val="de-DE"/>
        </w:rPr>
        <w:t xml:space="preserve"> </w:t>
      </w:r>
      <w:r w:rsidR="00100839">
        <w:rPr>
          <w:rFonts w:asciiTheme="majorHAnsi" w:hAnsiTheme="majorHAnsi" w:cstheme="majorHAnsi"/>
          <w:lang w:val="de-DE"/>
        </w:rPr>
        <w:t xml:space="preserve">liefert </w:t>
      </w:r>
      <w:r w:rsidR="00FC3C77">
        <w:rPr>
          <w:rFonts w:asciiTheme="majorHAnsi" w:hAnsiTheme="majorHAnsi" w:cstheme="majorHAnsi"/>
          <w:lang w:val="de-DE"/>
        </w:rPr>
        <w:t xml:space="preserve">hierzu </w:t>
      </w:r>
      <w:r w:rsidR="00100839">
        <w:rPr>
          <w:rFonts w:asciiTheme="majorHAnsi" w:hAnsiTheme="majorHAnsi" w:cstheme="majorHAnsi"/>
          <w:lang w:val="de-DE"/>
        </w:rPr>
        <w:t>datenbasierte Vorschläge zur Verbesserung der Systemperformance</w:t>
      </w:r>
      <w:r w:rsidR="00FC3C77">
        <w:rPr>
          <w:rFonts w:asciiTheme="majorHAnsi" w:hAnsiTheme="majorHAnsi" w:cstheme="majorHAnsi"/>
          <w:lang w:val="de-DE"/>
        </w:rPr>
        <w:t>,</w:t>
      </w:r>
      <w:r w:rsidR="00100839">
        <w:rPr>
          <w:rFonts w:asciiTheme="majorHAnsi" w:hAnsiTheme="majorHAnsi" w:cstheme="majorHAnsi"/>
          <w:lang w:val="de-DE"/>
        </w:rPr>
        <w:t xml:space="preserve"> flankiert vom digitalen Serviceportal </w:t>
      </w:r>
      <w:proofErr w:type="spellStart"/>
      <w:r w:rsidR="00100839">
        <w:rPr>
          <w:rFonts w:asciiTheme="majorHAnsi" w:hAnsiTheme="majorHAnsi" w:cstheme="majorHAnsi"/>
          <w:lang w:val="de-DE"/>
        </w:rPr>
        <w:t>myFastems</w:t>
      </w:r>
      <w:proofErr w:type="spellEnd"/>
      <w:r w:rsidR="00100839">
        <w:rPr>
          <w:rFonts w:asciiTheme="majorHAnsi" w:hAnsiTheme="majorHAnsi" w:cstheme="majorHAnsi"/>
          <w:lang w:val="de-DE"/>
        </w:rPr>
        <w:t xml:space="preserve">, das </w:t>
      </w:r>
      <w:r w:rsidR="00100839" w:rsidRPr="00224DCB">
        <w:rPr>
          <w:rFonts w:asciiTheme="majorHAnsi" w:hAnsiTheme="majorHAnsi" w:cstheme="majorHAnsi"/>
          <w:lang w:val="de-DE"/>
        </w:rPr>
        <w:t xml:space="preserve">leistungsstarke Werkzeuge </w:t>
      </w:r>
      <w:r w:rsidR="00FC3C77">
        <w:rPr>
          <w:rFonts w:asciiTheme="majorHAnsi" w:hAnsiTheme="majorHAnsi" w:cstheme="majorHAnsi"/>
          <w:lang w:val="de-DE"/>
        </w:rPr>
        <w:t>bereitstell</w:t>
      </w:r>
      <w:r>
        <w:rPr>
          <w:rFonts w:asciiTheme="majorHAnsi" w:hAnsiTheme="majorHAnsi" w:cstheme="majorHAnsi"/>
          <w:lang w:val="de-DE"/>
        </w:rPr>
        <w:t>t</w:t>
      </w:r>
      <w:r w:rsidR="00FC3C77">
        <w:rPr>
          <w:rFonts w:asciiTheme="majorHAnsi" w:hAnsiTheme="majorHAnsi" w:cstheme="majorHAnsi"/>
          <w:lang w:val="de-DE"/>
        </w:rPr>
        <w:t>, um die Verfügbarkeit der</w:t>
      </w:r>
      <w:r w:rsidR="00100839">
        <w:rPr>
          <w:rFonts w:asciiTheme="majorHAnsi" w:hAnsiTheme="majorHAnsi" w:cstheme="majorHAnsi"/>
          <w:lang w:val="de-DE"/>
        </w:rPr>
        <w:t xml:space="preserve"> </w:t>
      </w:r>
      <w:r w:rsidR="00100839" w:rsidRPr="00224DCB">
        <w:rPr>
          <w:rFonts w:asciiTheme="majorHAnsi" w:hAnsiTheme="majorHAnsi" w:cstheme="majorHAnsi"/>
          <w:lang w:val="de-DE"/>
        </w:rPr>
        <w:t xml:space="preserve"> Automatisierungslösungen </w:t>
      </w:r>
      <w:r w:rsidR="00100839">
        <w:rPr>
          <w:rFonts w:asciiTheme="majorHAnsi" w:hAnsiTheme="majorHAnsi" w:cstheme="majorHAnsi"/>
          <w:lang w:val="de-DE"/>
        </w:rPr>
        <w:t xml:space="preserve">von </w:t>
      </w:r>
      <w:proofErr w:type="spellStart"/>
      <w:r w:rsidR="00100839">
        <w:rPr>
          <w:rFonts w:asciiTheme="majorHAnsi" w:hAnsiTheme="majorHAnsi" w:cstheme="majorHAnsi"/>
          <w:lang w:val="de-DE"/>
        </w:rPr>
        <w:t>Fastems</w:t>
      </w:r>
      <w:proofErr w:type="spellEnd"/>
      <w:r w:rsidR="00100839">
        <w:rPr>
          <w:rFonts w:asciiTheme="majorHAnsi" w:hAnsiTheme="majorHAnsi" w:cstheme="majorHAnsi"/>
          <w:lang w:val="de-DE"/>
        </w:rPr>
        <w:t xml:space="preserve"> </w:t>
      </w:r>
      <w:r w:rsidR="00FC3C77">
        <w:rPr>
          <w:rFonts w:asciiTheme="majorHAnsi" w:hAnsiTheme="majorHAnsi" w:cstheme="majorHAnsi"/>
          <w:lang w:val="de-DE"/>
        </w:rPr>
        <w:t>zu steigern</w:t>
      </w:r>
      <w:r w:rsidR="00100839" w:rsidRPr="00224DCB">
        <w:rPr>
          <w:rFonts w:asciiTheme="majorHAnsi" w:hAnsiTheme="majorHAnsi" w:cstheme="majorHAnsi"/>
          <w:lang w:val="de-DE"/>
        </w:rPr>
        <w:t>.</w:t>
      </w:r>
    </w:p>
    <w:p w14:paraId="051FB997" w14:textId="77777777" w:rsidR="00312E10" w:rsidRDefault="00312E10" w:rsidP="000F0410">
      <w:pPr>
        <w:rPr>
          <w:rFonts w:asciiTheme="majorHAnsi" w:hAnsiTheme="majorHAnsi" w:cstheme="majorHAnsi"/>
          <w:lang w:val="de-DE"/>
        </w:rPr>
      </w:pPr>
    </w:p>
    <w:p w14:paraId="089EF1F5" w14:textId="55727F1B" w:rsidR="00266BC2" w:rsidRDefault="00266BC2" w:rsidP="000F0410">
      <w:pPr>
        <w:rPr>
          <w:rFonts w:asciiTheme="majorHAnsi" w:hAnsiTheme="majorHAnsi" w:cstheme="majorHAnsi"/>
          <w:lang w:val="de-DE"/>
        </w:rPr>
      </w:pPr>
      <w:r>
        <w:rPr>
          <w:rFonts w:asciiTheme="majorHAnsi" w:hAnsiTheme="majorHAnsi" w:cstheme="majorHAnsi"/>
          <w:lang w:val="de-DE"/>
        </w:rPr>
        <w:t xml:space="preserve">Mehr zu den Veranstaltungen </w:t>
      </w:r>
      <w:r w:rsidR="00FC3C77">
        <w:rPr>
          <w:rFonts w:asciiTheme="majorHAnsi" w:hAnsiTheme="majorHAnsi" w:cstheme="majorHAnsi"/>
          <w:lang w:val="de-DE"/>
        </w:rPr>
        <w:t>a</w:t>
      </w:r>
      <w:r>
        <w:rPr>
          <w:rFonts w:asciiTheme="majorHAnsi" w:hAnsiTheme="majorHAnsi" w:cstheme="majorHAnsi"/>
          <w:lang w:val="de-DE"/>
        </w:rPr>
        <w:t xml:space="preserve">uf dem Stand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r w:rsidR="00FC3C77">
        <w:rPr>
          <w:rFonts w:asciiTheme="majorHAnsi" w:hAnsiTheme="majorHAnsi" w:cstheme="majorHAnsi"/>
          <w:lang w:val="de-DE"/>
        </w:rPr>
        <w:t xml:space="preserve">während der AMB </w:t>
      </w:r>
      <w:r>
        <w:rPr>
          <w:rFonts w:asciiTheme="majorHAnsi" w:hAnsiTheme="majorHAnsi" w:cstheme="majorHAnsi"/>
          <w:lang w:val="de-DE"/>
        </w:rPr>
        <w:t>sind unter folgendem Link erhältlich: www.</w:t>
      </w:r>
      <w:r w:rsidRPr="00266BC2">
        <w:rPr>
          <w:rFonts w:asciiTheme="majorHAnsi" w:hAnsiTheme="majorHAnsi" w:cstheme="majorHAnsi"/>
          <w:lang w:val="de-DE"/>
        </w:rPr>
        <w:t>fastems.com/amb-2024.</w:t>
      </w:r>
    </w:p>
    <w:p w14:paraId="470BDF18" w14:textId="5F384E96" w:rsidR="00840E3B" w:rsidRDefault="00840E3B" w:rsidP="00266BC2">
      <w:pPr>
        <w:rPr>
          <w:rFonts w:asciiTheme="majorHAnsi" w:hAnsiTheme="majorHAnsi" w:cstheme="majorHAnsi"/>
          <w:lang w:val="de-DE"/>
        </w:rPr>
      </w:pPr>
    </w:p>
    <w:p w14:paraId="59D1BB44" w14:textId="73EE3596" w:rsidR="007505B3" w:rsidRDefault="007505B3" w:rsidP="00266BC2">
      <w:pPr>
        <w:rPr>
          <w:rFonts w:asciiTheme="majorHAnsi" w:hAnsiTheme="majorHAnsi" w:cstheme="majorHAnsi"/>
          <w:lang w:val="de-DE"/>
        </w:rPr>
      </w:pP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auf der AMB:</w:t>
      </w:r>
      <w:r>
        <w:rPr>
          <w:rFonts w:asciiTheme="majorHAnsi" w:hAnsiTheme="majorHAnsi" w:cstheme="majorHAnsi"/>
          <w:lang w:val="de-DE"/>
        </w:rPr>
        <w:br/>
      </w:r>
      <w:r>
        <w:rPr>
          <w:rFonts w:asciiTheme="majorHAnsi" w:hAnsiTheme="majorHAnsi" w:cstheme="majorHAnsi"/>
          <w:lang w:val="de-DE"/>
        </w:rPr>
        <w:t>Halle 10</w:t>
      </w:r>
      <w:r>
        <w:rPr>
          <w:rFonts w:asciiTheme="majorHAnsi" w:hAnsiTheme="majorHAnsi" w:cstheme="majorHAnsi"/>
          <w:lang w:val="de-DE"/>
        </w:rPr>
        <w:t xml:space="preserve">, </w:t>
      </w:r>
      <w:r>
        <w:rPr>
          <w:rFonts w:asciiTheme="majorHAnsi" w:hAnsiTheme="majorHAnsi" w:cstheme="majorHAnsi"/>
          <w:lang w:val="de-DE"/>
        </w:rPr>
        <w:t>Stand A43</w:t>
      </w:r>
    </w:p>
    <w:p w14:paraId="7ACDE7FA" w14:textId="0E2BC0BD" w:rsidR="000F0410" w:rsidRDefault="000F0410" w:rsidP="000F0410">
      <w:pPr>
        <w:rPr>
          <w:rFonts w:asciiTheme="majorHAnsi" w:hAnsiTheme="majorHAnsi" w:cstheme="majorHAnsi"/>
          <w:lang w:val="de-DE"/>
        </w:rPr>
      </w:pPr>
    </w:p>
    <w:p w14:paraId="48494A0C" w14:textId="121FC743" w:rsidR="00F10C11" w:rsidRDefault="007505B3" w:rsidP="000F0410">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443C56B2" wp14:editId="682C0016">
            <wp:extent cx="5631442" cy="3716968"/>
            <wp:effectExtent l="0" t="0" r="0" b="4445"/>
            <wp:docPr id="1246074988" name="Grafik 1" descr="Ein Bild, das Kleidung, Person, Gebäude,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74988" name="Grafik 1" descr="Ein Bild, das Kleidung, Person, Gebäude, Menschliches Gesich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54152" cy="3731957"/>
                    </a:xfrm>
                    <a:prstGeom prst="rect">
                      <a:avLst/>
                    </a:prstGeom>
                  </pic:spPr>
                </pic:pic>
              </a:graphicData>
            </a:graphic>
          </wp:inline>
        </w:drawing>
      </w:r>
      <w:r w:rsidR="000F0410">
        <w:rPr>
          <w:rFonts w:asciiTheme="majorHAnsi" w:hAnsiTheme="majorHAnsi" w:cstheme="majorHAnsi"/>
          <w:lang w:val="de-DE"/>
        </w:rPr>
        <w:br/>
      </w:r>
      <w:r>
        <w:rPr>
          <w:rFonts w:asciiTheme="majorHAnsi" w:hAnsiTheme="majorHAnsi" w:cstheme="majorHAnsi"/>
          <w:lang w:val="de-DE"/>
        </w:rPr>
        <w:t xml:space="preserve">Zugeschnitten auf Unternehmen mit einer High-Mix-Fertigung, zeigt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r>
        <w:rPr>
          <w:rFonts w:asciiTheme="majorHAnsi" w:hAnsiTheme="majorHAnsi" w:cstheme="majorHAnsi"/>
          <w:lang w:val="de-DE"/>
        </w:rPr>
        <w:t>während der AMB</w:t>
      </w:r>
      <w:r>
        <w:rPr>
          <w:rFonts w:asciiTheme="majorHAnsi" w:hAnsiTheme="majorHAnsi" w:cstheme="majorHAnsi"/>
          <w:lang w:val="de-DE"/>
        </w:rPr>
        <w:t xml:space="preserve">, wie Betriebe im Wettbewerb um Stückkosten, Durchlaufzeiten und Qualität gewinnen können. </w:t>
      </w:r>
      <w:r>
        <w:rPr>
          <w:rFonts w:asciiTheme="majorHAnsi" w:hAnsiTheme="majorHAnsi" w:cstheme="majorHAnsi"/>
          <w:lang w:val="de-DE"/>
        </w:rPr>
        <w:br/>
      </w:r>
      <w:r w:rsidR="000F0410" w:rsidRPr="00D21248">
        <w:rPr>
          <w:rFonts w:asciiTheme="majorHAnsi" w:hAnsiTheme="majorHAnsi" w:cstheme="majorHAnsi"/>
          <w:lang w:val="de-DE"/>
        </w:rPr>
        <w:t xml:space="preserve">(Bild: </w:t>
      </w:r>
      <w:proofErr w:type="spellStart"/>
      <w:r w:rsidR="000F0410" w:rsidRPr="00D21248">
        <w:rPr>
          <w:rFonts w:asciiTheme="majorHAnsi" w:hAnsiTheme="majorHAnsi" w:cstheme="majorHAnsi"/>
          <w:lang w:val="de-DE"/>
        </w:rPr>
        <w:t>Fastems</w:t>
      </w:r>
      <w:proofErr w:type="spellEnd"/>
      <w:r w:rsidR="000F0410">
        <w:rPr>
          <w:rFonts w:asciiTheme="majorHAnsi" w:hAnsiTheme="majorHAnsi" w:cstheme="majorHAnsi"/>
          <w:lang w:val="de-DE"/>
        </w:rPr>
        <w:t xml:space="preserve"> Oy AB</w:t>
      </w:r>
      <w:r w:rsidR="000F0410"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liefert intelligente Lösungen für die Fabrikautomatisierung in der metallverarbeitenden Industrie. </w:t>
      </w: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4292AA9E" w:rsidR="003D2D5E" w:rsidRPr="003D2D5E" w:rsidRDefault="003D2D5E" w:rsidP="003D2D5E">
      <w:pPr>
        <w:pStyle w:val="AbsatzohneAbstandnach"/>
        <w:spacing w:line="240" w:lineRule="auto"/>
        <w:rPr>
          <w:rFonts w:asciiTheme="majorHAnsi" w:hAnsiTheme="majorHAnsi" w:cstheme="majorHAnsi"/>
        </w:rPr>
      </w:pPr>
      <w:proofErr w:type="spellStart"/>
      <w:r w:rsidRPr="003D2D5E">
        <w:rPr>
          <w:rFonts w:asciiTheme="majorHAnsi" w:hAnsiTheme="majorHAnsi" w:cstheme="majorHAnsi"/>
        </w:rPr>
        <w:t>Fastems</w:t>
      </w:r>
      <w:proofErr w:type="spellEnd"/>
      <w:r w:rsidRPr="003D2D5E">
        <w:rPr>
          <w:rFonts w:asciiTheme="majorHAnsi" w:hAnsiTheme="majorHAnsi" w:cstheme="majorHAnsi"/>
        </w:rPr>
        <w:t xml:space="preserve"> hat seinen Hauptsitz in Tampere (Finnland). Mit seinem Fertigungsstandort in Finnland sowie einer globalen Verkaufs- und Serviceorganisation hat das Unternehmen bisher über </w:t>
      </w:r>
      <w:r w:rsidR="00431916">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Maike </w:t>
      </w:r>
      <w:proofErr w:type="spellStart"/>
      <w:r w:rsidRPr="003D2D5E">
        <w:rPr>
          <w:rFonts w:asciiTheme="majorHAnsi" w:hAnsiTheme="majorHAnsi" w:cstheme="majorHAnsi"/>
          <w:color w:val="000000"/>
          <w:lang w:val="de-DE"/>
        </w:rPr>
        <w:t>Teuwsen</w:t>
      </w:r>
      <w:proofErr w:type="spellEnd"/>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99F6" w14:textId="77777777" w:rsidR="008838E5" w:rsidRDefault="008838E5" w:rsidP="001C44B3">
      <w:r>
        <w:separator/>
      </w:r>
    </w:p>
  </w:endnote>
  <w:endnote w:type="continuationSeparator" w:id="0">
    <w:p w14:paraId="51831664" w14:textId="77777777" w:rsidR="008838E5" w:rsidRDefault="008838E5"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7505B3"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7505B3"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7505B3"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proofErr w:type="spellStart"/>
          <w:r w:rsidRPr="00183099">
            <w:rPr>
              <w:b/>
              <w:lang w:val="de-DE"/>
            </w:rPr>
            <w:t>Fastems</w:t>
          </w:r>
          <w:proofErr w:type="spellEnd"/>
          <w:r w:rsidRPr="00183099">
            <w:rPr>
              <w:b/>
              <w:lang w:val="de-DE"/>
            </w:rPr>
            <w:t xml:space="preserve">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 xml:space="preserve">Heikki </w:t>
          </w:r>
          <w:proofErr w:type="spellStart"/>
          <w:r w:rsidRPr="00FF2F2F">
            <w:rPr>
              <w:lang w:val="de-DE"/>
            </w:rPr>
            <w:t>Hallila</w:t>
          </w:r>
          <w:proofErr w:type="spellEnd"/>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7505B3"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CBB20" w14:textId="77777777" w:rsidR="008838E5" w:rsidRDefault="008838E5" w:rsidP="001C44B3">
      <w:r>
        <w:separator/>
      </w:r>
    </w:p>
  </w:footnote>
  <w:footnote w:type="continuationSeparator" w:id="0">
    <w:p w14:paraId="1DF99679" w14:textId="77777777" w:rsidR="008838E5" w:rsidRDefault="008838E5"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4-06-03T00:00:00Z">
            <w:dateFormat w:val="d.M.yyyy"/>
            <w:lid w:val="fi-FI"/>
            <w:storeMappedDataAs w:val="dateTime"/>
            <w:calendar w:val="gregorian"/>
          </w:date>
        </w:sdtPr>
        <w:sdtContent>
          <w:tc>
            <w:tcPr>
              <w:tcW w:w="3219" w:type="dxa"/>
            </w:tcPr>
            <w:p w14:paraId="4D09DD22" w14:textId="48CB4A7F" w:rsidR="00270F49" w:rsidRDefault="00287A0E" w:rsidP="00701680">
              <w:pPr>
                <w:pStyle w:val="Kopfzeile"/>
                <w:jc w:val="right"/>
              </w:pPr>
              <w:r>
                <w:t>3</w:t>
              </w:r>
              <w:r w:rsidR="00DF5A91">
                <w:rPr>
                  <w:lang w:val="fi-FI"/>
                </w:rPr>
                <w:t>.</w:t>
              </w:r>
              <w:r>
                <w:rPr>
                  <w:lang w:val="fi-FI"/>
                </w:rPr>
                <w:t>6</w:t>
              </w:r>
              <w:r w:rsidR="00DF5A91">
                <w:rPr>
                  <w:lang w:val="fi-FI"/>
                </w:rPr>
                <w:t>.2024</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4-06-03T00:00:00Z">
            <w:dateFormat w:val="d.M.yyyy"/>
            <w:lid w:val="fi-FI"/>
            <w:storeMappedDataAs w:val="dateTime"/>
            <w:calendar w:val="gregorian"/>
          </w:date>
        </w:sdtPr>
        <w:sdtContent>
          <w:tc>
            <w:tcPr>
              <w:tcW w:w="3219" w:type="dxa"/>
            </w:tcPr>
            <w:p w14:paraId="7990D5DA" w14:textId="29B32EA0" w:rsidR="00DE2EB5" w:rsidRDefault="00287A0E" w:rsidP="00E22FAC">
              <w:pPr>
                <w:pStyle w:val="Kopfzeile"/>
                <w:jc w:val="right"/>
              </w:pPr>
              <w:r>
                <w:rPr>
                  <w:lang w:val="fi-FI"/>
                </w:rPr>
                <w:t>3.6.2024</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1A06"/>
    <w:rsid w:val="000038D2"/>
    <w:rsid w:val="0000589D"/>
    <w:rsid w:val="000219D2"/>
    <w:rsid w:val="00021AA0"/>
    <w:rsid w:val="00026FCE"/>
    <w:rsid w:val="000331E0"/>
    <w:rsid w:val="00035A34"/>
    <w:rsid w:val="000362E8"/>
    <w:rsid w:val="00037859"/>
    <w:rsid w:val="000400FF"/>
    <w:rsid w:val="00041D96"/>
    <w:rsid w:val="000450BB"/>
    <w:rsid w:val="00046926"/>
    <w:rsid w:val="00046987"/>
    <w:rsid w:val="000543E9"/>
    <w:rsid w:val="00060459"/>
    <w:rsid w:val="00061202"/>
    <w:rsid w:val="00065C5C"/>
    <w:rsid w:val="00067594"/>
    <w:rsid w:val="00070CFA"/>
    <w:rsid w:val="00077CC6"/>
    <w:rsid w:val="00080D94"/>
    <w:rsid w:val="00082DED"/>
    <w:rsid w:val="00083593"/>
    <w:rsid w:val="000836B0"/>
    <w:rsid w:val="00086F02"/>
    <w:rsid w:val="000968BF"/>
    <w:rsid w:val="000A10E6"/>
    <w:rsid w:val="000B0C4F"/>
    <w:rsid w:val="000B4843"/>
    <w:rsid w:val="000B4D83"/>
    <w:rsid w:val="000C3708"/>
    <w:rsid w:val="000C3C3C"/>
    <w:rsid w:val="000C6CC8"/>
    <w:rsid w:val="000C7E4A"/>
    <w:rsid w:val="000D5719"/>
    <w:rsid w:val="000E14BC"/>
    <w:rsid w:val="000E1F7B"/>
    <w:rsid w:val="000E22B6"/>
    <w:rsid w:val="000E71E0"/>
    <w:rsid w:val="000F0410"/>
    <w:rsid w:val="000F4E8A"/>
    <w:rsid w:val="00100839"/>
    <w:rsid w:val="00111E37"/>
    <w:rsid w:val="00113188"/>
    <w:rsid w:val="0011580F"/>
    <w:rsid w:val="00120A71"/>
    <w:rsid w:val="00132D12"/>
    <w:rsid w:val="00135190"/>
    <w:rsid w:val="00135A4A"/>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D1277"/>
    <w:rsid w:val="001D6D56"/>
    <w:rsid w:val="001E3ECA"/>
    <w:rsid w:val="001F3711"/>
    <w:rsid w:val="001F5AAD"/>
    <w:rsid w:val="001F5B62"/>
    <w:rsid w:val="001F6A5E"/>
    <w:rsid w:val="00207899"/>
    <w:rsid w:val="0021070D"/>
    <w:rsid w:val="00211506"/>
    <w:rsid w:val="00212FB6"/>
    <w:rsid w:val="00213DF2"/>
    <w:rsid w:val="002237AD"/>
    <w:rsid w:val="00224011"/>
    <w:rsid w:val="002248BE"/>
    <w:rsid w:val="00234BFB"/>
    <w:rsid w:val="0023525D"/>
    <w:rsid w:val="00235DD8"/>
    <w:rsid w:val="00240950"/>
    <w:rsid w:val="002422EF"/>
    <w:rsid w:val="00256DB9"/>
    <w:rsid w:val="002570C7"/>
    <w:rsid w:val="00260132"/>
    <w:rsid w:val="002615AD"/>
    <w:rsid w:val="00266BC2"/>
    <w:rsid w:val="00270F49"/>
    <w:rsid w:val="002730BE"/>
    <w:rsid w:val="00273A74"/>
    <w:rsid w:val="0027747B"/>
    <w:rsid w:val="00283B2A"/>
    <w:rsid w:val="00287A0E"/>
    <w:rsid w:val="002971E8"/>
    <w:rsid w:val="002A37B6"/>
    <w:rsid w:val="002A3E56"/>
    <w:rsid w:val="002A674C"/>
    <w:rsid w:val="002A7E43"/>
    <w:rsid w:val="002B3AD8"/>
    <w:rsid w:val="002B7ED3"/>
    <w:rsid w:val="002C143D"/>
    <w:rsid w:val="002C58FE"/>
    <w:rsid w:val="002D1C91"/>
    <w:rsid w:val="002D44D8"/>
    <w:rsid w:val="002E0746"/>
    <w:rsid w:val="002E0CAA"/>
    <w:rsid w:val="002E421D"/>
    <w:rsid w:val="002E42DD"/>
    <w:rsid w:val="002E5DA3"/>
    <w:rsid w:val="002E73B5"/>
    <w:rsid w:val="002F0586"/>
    <w:rsid w:val="002F4695"/>
    <w:rsid w:val="002F5F9C"/>
    <w:rsid w:val="002F7E44"/>
    <w:rsid w:val="003016C2"/>
    <w:rsid w:val="00303F16"/>
    <w:rsid w:val="00310D40"/>
    <w:rsid w:val="00311CD7"/>
    <w:rsid w:val="00312E10"/>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6F90"/>
    <w:rsid w:val="003C339C"/>
    <w:rsid w:val="003C4569"/>
    <w:rsid w:val="003C53F4"/>
    <w:rsid w:val="003C6EA9"/>
    <w:rsid w:val="003C7991"/>
    <w:rsid w:val="003C7FF1"/>
    <w:rsid w:val="003D205C"/>
    <w:rsid w:val="003D2D5E"/>
    <w:rsid w:val="003D322E"/>
    <w:rsid w:val="003D3A63"/>
    <w:rsid w:val="003D6870"/>
    <w:rsid w:val="003E00D5"/>
    <w:rsid w:val="003E1FF0"/>
    <w:rsid w:val="003F07F3"/>
    <w:rsid w:val="003F1B6A"/>
    <w:rsid w:val="003F4190"/>
    <w:rsid w:val="003F5E61"/>
    <w:rsid w:val="004001C3"/>
    <w:rsid w:val="004132E0"/>
    <w:rsid w:val="004136A2"/>
    <w:rsid w:val="00415E93"/>
    <w:rsid w:val="004168E3"/>
    <w:rsid w:val="004261FB"/>
    <w:rsid w:val="0042752A"/>
    <w:rsid w:val="00431859"/>
    <w:rsid w:val="00431916"/>
    <w:rsid w:val="00435B2C"/>
    <w:rsid w:val="00441456"/>
    <w:rsid w:val="00445864"/>
    <w:rsid w:val="00454AEE"/>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211F8"/>
    <w:rsid w:val="005226EF"/>
    <w:rsid w:val="005264EB"/>
    <w:rsid w:val="00535257"/>
    <w:rsid w:val="00537969"/>
    <w:rsid w:val="005416D6"/>
    <w:rsid w:val="005420B6"/>
    <w:rsid w:val="00551D90"/>
    <w:rsid w:val="00552ADD"/>
    <w:rsid w:val="00555393"/>
    <w:rsid w:val="005611C8"/>
    <w:rsid w:val="005638E5"/>
    <w:rsid w:val="00573FAF"/>
    <w:rsid w:val="00583733"/>
    <w:rsid w:val="00584A42"/>
    <w:rsid w:val="005875FB"/>
    <w:rsid w:val="0059756D"/>
    <w:rsid w:val="005A0EE2"/>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91"/>
    <w:rsid w:val="00611F76"/>
    <w:rsid w:val="00613E43"/>
    <w:rsid w:val="006140D4"/>
    <w:rsid w:val="00616CBD"/>
    <w:rsid w:val="00623AF0"/>
    <w:rsid w:val="00625061"/>
    <w:rsid w:val="006320BC"/>
    <w:rsid w:val="00634B20"/>
    <w:rsid w:val="00634C8E"/>
    <w:rsid w:val="006430E3"/>
    <w:rsid w:val="00643CCC"/>
    <w:rsid w:val="006504B3"/>
    <w:rsid w:val="0065688E"/>
    <w:rsid w:val="00683448"/>
    <w:rsid w:val="00686C5C"/>
    <w:rsid w:val="00687C2D"/>
    <w:rsid w:val="006A1913"/>
    <w:rsid w:val="006A2615"/>
    <w:rsid w:val="006A5073"/>
    <w:rsid w:val="006A642A"/>
    <w:rsid w:val="006B0753"/>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667"/>
    <w:rsid w:val="006F7B5E"/>
    <w:rsid w:val="00701229"/>
    <w:rsid w:val="00701680"/>
    <w:rsid w:val="0070273E"/>
    <w:rsid w:val="00702BE2"/>
    <w:rsid w:val="00713ABE"/>
    <w:rsid w:val="00715613"/>
    <w:rsid w:val="0072238E"/>
    <w:rsid w:val="0072692A"/>
    <w:rsid w:val="00726F5E"/>
    <w:rsid w:val="007275A8"/>
    <w:rsid w:val="00732611"/>
    <w:rsid w:val="00733018"/>
    <w:rsid w:val="00741BF5"/>
    <w:rsid w:val="007420E4"/>
    <w:rsid w:val="00742664"/>
    <w:rsid w:val="00743204"/>
    <w:rsid w:val="007454AE"/>
    <w:rsid w:val="007456F8"/>
    <w:rsid w:val="00745980"/>
    <w:rsid w:val="00746B95"/>
    <w:rsid w:val="00746C94"/>
    <w:rsid w:val="007505B3"/>
    <w:rsid w:val="00752D86"/>
    <w:rsid w:val="00753F08"/>
    <w:rsid w:val="00757B69"/>
    <w:rsid w:val="00762B2E"/>
    <w:rsid w:val="00765D70"/>
    <w:rsid w:val="00766E75"/>
    <w:rsid w:val="00773664"/>
    <w:rsid w:val="0077502C"/>
    <w:rsid w:val="007808DE"/>
    <w:rsid w:val="0078344B"/>
    <w:rsid w:val="0078650F"/>
    <w:rsid w:val="007865AA"/>
    <w:rsid w:val="00797A2A"/>
    <w:rsid w:val="007A1299"/>
    <w:rsid w:val="007A4036"/>
    <w:rsid w:val="007A5123"/>
    <w:rsid w:val="007B02CC"/>
    <w:rsid w:val="007B1428"/>
    <w:rsid w:val="007B660C"/>
    <w:rsid w:val="007C52A7"/>
    <w:rsid w:val="007D16CF"/>
    <w:rsid w:val="007D19D4"/>
    <w:rsid w:val="007D2AD9"/>
    <w:rsid w:val="007E05F6"/>
    <w:rsid w:val="007E0754"/>
    <w:rsid w:val="007F404B"/>
    <w:rsid w:val="00805059"/>
    <w:rsid w:val="0080696D"/>
    <w:rsid w:val="00807207"/>
    <w:rsid w:val="008105C1"/>
    <w:rsid w:val="00812552"/>
    <w:rsid w:val="00812FD6"/>
    <w:rsid w:val="0081558E"/>
    <w:rsid w:val="00815F19"/>
    <w:rsid w:val="00816856"/>
    <w:rsid w:val="0082180F"/>
    <w:rsid w:val="00821A55"/>
    <w:rsid w:val="008261C3"/>
    <w:rsid w:val="00826D18"/>
    <w:rsid w:val="008327F6"/>
    <w:rsid w:val="00832C1D"/>
    <w:rsid w:val="0083705E"/>
    <w:rsid w:val="00840E3B"/>
    <w:rsid w:val="008410B4"/>
    <w:rsid w:val="00841C08"/>
    <w:rsid w:val="00843500"/>
    <w:rsid w:val="00844C46"/>
    <w:rsid w:val="0085000C"/>
    <w:rsid w:val="00852FE6"/>
    <w:rsid w:val="00855252"/>
    <w:rsid w:val="00867EF2"/>
    <w:rsid w:val="00872B78"/>
    <w:rsid w:val="00872BE7"/>
    <w:rsid w:val="00873E6B"/>
    <w:rsid w:val="00875D5B"/>
    <w:rsid w:val="00880474"/>
    <w:rsid w:val="008805E8"/>
    <w:rsid w:val="008817FB"/>
    <w:rsid w:val="008838E5"/>
    <w:rsid w:val="00884BAB"/>
    <w:rsid w:val="00890042"/>
    <w:rsid w:val="00893123"/>
    <w:rsid w:val="00895739"/>
    <w:rsid w:val="008959A0"/>
    <w:rsid w:val="00896730"/>
    <w:rsid w:val="008A29A6"/>
    <w:rsid w:val="008A480C"/>
    <w:rsid w:val="008A5EB1"/>
    <w:rsid w:val="008B3438"/>
    <w:rsid w:val="008C2E57"/>
    <w:rsid w:val="008D2638"/>
    <w:rsid w:val="008D2EF9"/>
    <w:rsid w:val="008D5F32"/>
    <w:rsid w:val="008D64B6"/>
    <w:rsid w:val="008E01DB"/>
    <w:rsid w:val="008E725D"/>
    <w:rsid w:val="008F5BF1"/>
    <w:rsid w:val="0090431D"/>
    <w:rsid w:val="00912F7C"/>
    <w:rsid w:val="00913032"/>
    <w:rsid w:val="009207F7"/>
    <w:rsid w:val="00926B61"/>
    <w:rsid w:val="0092791E"/>
    <w:rsid w:val="009341A3"/>
    <w:rsid w:val="009358DE"/>
    <w:rsid w:val="00941BE2"/>
    <w:rsid w:val="0096105A"/>
    <w:rsid w:val="009710C0"/>
    <w:rsid w:val="00972378"/>
    <w:rsid w:val="00975292"/>
    <w:rsid w:val="00976951"/>
    <w:rsid w:val="0098251E"/>
    <w:rsid w:val="0098255A"/>
    <w:rsid w:val="00982578"/>
    <w:rsid w:val="009832BE"/>
    <w:rsid w:val="00984786"/>
    <w:rsid w:val="00984F1A"/>
    <w:rsid w:val="009850EE"/>
    <w:rsid w:val="00985BD6"/>
    <w:rsid w:val="009941B4"/>
    <w:rsid w:val="009A5814"/>
    <w:rsid w:val="009B211A"/>
    <w:rsid w:val="009B2AE0"/>
    <w:rsid w:val="009B346D"/>
    <w:rsid w:val="009B4DD5"/>
    <w:rsid w:val="009B5024"/>
    <w:rsid w:val="009B79AF"/>
    <w:rsid w:val="009C05EB"/>
    <w:rsid w:val="009C2E1D"/>
    <w:rsid w:val="009C47FC"/>
    <w:rsid w:val="009D33A2"/>
    <w:rsid w:val="009D5100"/>
    <w:rsid w:val="009D53DA"/>
    <w:rsid w:val="009D7E4D"/>
    <w:rsid w:val="009E0E45"/>
    <w:rsid w:val="009E345E"/>
    <w:rsid w:val="009E69D3"/>
    <w:rsid w:val="009E6EE0"/>
    <w:rsid w:val="009F0804"/>
    <w:rsid w:val="009F359A"/>
    <w:rsid w:val="009F3FAC"/>
    <w:rsid w:val="00A03601"/>
    <w:rsid w:val="00A20FB8"/>
    <w:rsid w:val="00A21706"/>
    <w:rsid w:val="00A24EE3"/>
    <w:rsid w:val="00A36D91"/>
    <w:rsid w:val="00A406B8"/>
    <w:rsid w:val="00A46505"/>
    <w:rsid w:val="00A5320C"/>
    <w:rsid w:val="00A53CB0"/>
    <w:rsid w:val="00A617B7"/>
    <w:rsid w:val="00A634D8"/>
    <w:rsid w:val="00A6624B"/>
    <w:rsid w:val="00A70C8E"/>
    <w:rsid w:val="00A76C3A"/>
    <w:rsid w:val="00A855AE"/>
    <w:rsid w:val="00A868C2"/>
    <w:rsid w:val="00A916BA"/>
    <w:rsid w:val="00A958F8"/>
    <w:rsid w:val="00A97D57"/>
    <w:rsid w:val="00AA0450"/>
    <w:rsid w:val="00AA1635"/>
    <w:rsid w:val="00AA18C8"/>
    <w:rsid w:val="00AA3BCC"/>
    <w:rsid w:val="00AA4DA0"/>
    <w:rsid w:val="00AA55E1"/>
    <w:rsid w:val="00AA5AC9"/>
    <w:rsid w:val="00AA630A"/>
    <w:rsid w:val="00AA66F6"/>
    <w:rsid w:val="00AA76B1"/>
    <w:rsid w:val="00AB394A"/>
    <w:rsid w:val="00AC5338"/>
    <w:rsid w:val="00AC6274"/>
    <w:rsid w:val="00AC7FB9"/>
    <w:rsid w:val="00AD28A7"/>
    <w:rsid w:val="00AD378A"/>
    <w:rsid w:val="00AD4E0B"/>
    <w:rsid w:val="00AD6042"/>
    <w:rsid w:val="00AD6E28"/>
    <w:rsid w:val="00AE00D1"/>
    <w:rsid w:val="00AE039E"/>
    <w:rsid w:val="00AE2317"/>
    <w:rsid w:val="00AE46FD"/>
    <w:rsid w:val="00AF155D"/>
    <w:rsid w:val="00AF47AD"/>
    <w:rsid w:val="00AF5960"/>
    <w:rsid w:val="00AF5996"/>
    <w:rsid w:val="00AF6D16"/>
    <w:rsid w:val="00B05FAA"/>
    <w:rsid w:val="00B128EA"/>
    <w:rsid w:val="00B13A9D"/>
    <w:rsid w:val="00B1439B"/>
    <w:rsid w:val="00B14DDB"/>
    <w:rsid w:val="00B17C65"/>
    <w:rsid w:val="00B26A66"/>
    <w:rsid w:val="00B30208"/>
    <w:rsid w:val="00B30EDF"/>
    <w:rsid w:val="00B32428"/>
    <w:rsid w:val="00B35180"/>
    <w:rsid w:val="00B3568B"/>
    <w:rsid w:val="00B36F0E"/>
    <w:rsid w:val="00B40EE5"/>
    <w:rsid w:val="00B416A2"/>
    <w:rsid w:val="00B42F50"/>
    <w:rsid w:val="00B4534B"/>
    <w:rsid w:val="00B54332"/>
    <w:rsid w:val="00B549A2"/>
    <w:rsid w:val="00B54A81"/>
    <w:rsid w:val="00B55116"/>
    <w:rsid w:val="00B663CD"/>
    <w:rsid w:val="00B66975"/>
    <w:rsid w:val="00B7088B"/>
    <w:rsid w:val="00B709DD"/>
    <w:rsid w:val="00B75583"/>
    <w:rsid w:val="00B8392E"/>
    <w:rsid w:val="00B8542D"/>
    <w:rsid w:val="00B93067"/>
    <w:rsid w:val="00B93331"/>
    <w:rsid w:val="00B933BC"/>
    <w:rsid w:val="00B94CB1"/>
    <w:rsid w:val="00BA02A8"/>
    <w:rsid w:val="00BB1848"/>
    <w:rsid w:val="00BB7187"/>
    <w:rsid w:val="00BC5318"/>
    <w:rsid w:val="00BC73D6"/>
    <w:rsid w:val="00BD0A2A"/>
    <w:rsid w:val="00BD3E43"/>
    <w:rsid w:val="00BD690B"/>
    <w:rsid w:val="00BE2CBD"/>
    <w:rsid w:val="00BE3EE6"/>
    <w:rsid w:val="00BF2E0C"/>
    <w:rsid w:val="00BF30C9"/>
    <w:rsid w:val="00BF56C6"/>
    <w:rsid w:val="00C03E7A"/>
    <w:rsid w:val="00C040E8"/>
    <w:rsid w:val="00C0633E"/>
    <w:rsid w:val="00C15117"/>
    <w:rsid w:val="00C20B1B"/>
    <w:rsid w:val="00C2171F"/>
    <w:rsid w:val="00C22B8D"/>
    <w:rsid w:val="00C24084"/>
    <w:rsid w:val="00C31A7F"/>
    <w:rsid w:val="00C35B70"/>
    <w:rsid w:val="00C44B8C"/>
    <w:rsid w:val="00C508D7"/>
    <w:rsid w:val="00C50C77"/>
    <w:rsid w:val="00C53FAD"/>
    <w:rsid w:val="00C55D19"/>
    <w:rsid w:val="00C708BC"/>
    <w:rsid w:val="00C70AF5"/>
    <w:rsid w:val="00C71186"/>
    <w:rsid w:val="00C71B28"/>
    <w:rsid w:val="00C71B35"/>
    <w:rsid w:val="00C71BEF"/>
    <w:rsid w:val="00C73A96"/>
    <w:rsid w:val="00C770D9"/>
    <w:rsid w:val="00C7760B"/>
    <w:rsid w:val="00C81AF9"/>
    <w:rsid w:val="00C81BB3"/>
    <w:rsid w:val="00C82A85"/>
    <w:rsid w:val="00C84A58"/>
    <w:rsid w:val="00C87079"/>
    <w:rsid w:val="00C9381C"/>
    <w:rsid w:val="00C95F88"/>
    <w:rsid w:val="00CB6A69"/>
    <w:rsid w:val="00CB6BF9"/>
    <w:rsid w:val="00CC217D"/>
    <w:rsid w:val="00CC6B06"/>
    <w:rsid w:val="00CD1FAE"/>
    <w:rsid w:val="00CD2182"/>
    <w:rsid w:val="00CD2BC6"/>
    <w:rsid w:val="00CD6B3B"/>
    <w:rsid w:val="00CE05E8"/>
    <w:rsid w:val="00CE0F94"/>
    <w:rsid w:val="00CE2A10"/>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616"/>
    <w:rsid w:val="00D12BC9"/>
    <w:rsid w:val="00D166CF"/>
    <w:rsid w:val="00D21248"/>
    <w:rsid w:val="00D2314E"/>
    <w:rsid w:val="00D42174"/>
    <w:rsid w:val="00D45CC0"/>
    <w:rsid w:val="00D46342"/>
    <w:rsid w:val="00D4717A"/>
    <w:rsid w:val="00D51CCD"/>
    <w:rsid w:val="00D52268"/>
    <w:rsid w:val="00D5394F"/>
    <w:rsid w:val="00D56F9A"/>
    <w:rsid w:val="00D6058A"/>
    <w:rsid w:val="00D642E1"/>
    <w:rsid w:val="00D668B2"/>
    <w:rsid w:val="00D77729"/>
    <w:rsid w:val="00D77C1E"/>
    <w:rsid w:val="00D82A24"/>
    <w:rsid w:val="00D83FC5"/>
    <w:rsid w:val="00D93AA4"/>
    <w:rsid w:val="00D946F8"/>
    <w:rsid w:val="00D9552D"/>
    <w:rsid w:val="00D9674B"/>
    <w:rsid w:val="00DA111F"/>
    <w:rsid w:val="00DA3801"/>
    <w:rsid w:val="00DA399A"/>
    <w:rsid w:val="00DB587E"/>
    <w:rsid w:val="00DC6626"/>
    <w:rsid w:val="00DC78E3"/>
    <w:rsid w:val="00DE2EB5"/>
    <w:rsid w:val="00DE4420"/>
    <w:rsid w:val="00DE5484"/>
    <w:rsid w:val="00DF19A4"/>
    <w:rsid w:val="00DF2634"/>
    <w:rsid w:val="00DF5081"/>
    <w:rsid w:val="00DF5A91"/>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1A26"/>
    <w:rsid w:val="00E22918"/>
    <w:rsid w:val="00E23AA2"/>
    <w:rsid w:val="00E23DB1"/>
    <w:rsid w:val="00E30EF5"/>
    <w:rsid w:val="00E336D1"/>
    <w:rsid w:val="00E37A8E"/>
    <w:rsid w:val="00E41A67"/>
    <w:rsid w:val="00E4519F"/>
    <w:rsid w:val="00E5230E"/>
    <w:rsid w:val="00E5485B"/>
    <w:rsid w:val="00E5495E"/>
    <w:rsid w:val="00E6433F"/>
    <w:rsid w:val="00E645B2"/>
    <w:rsid w:val="00E70CE1"/>
    <w:rsid w:val="00E71185"/>
    <w:rsid w:val="00E71F05"/>
    <w:rsid w:val="00E72DB8"/>
    <w:rsid w:val="00E73E83"/>
    <w:rsid w:val="00E75213"/>
    <w:rsid w:val="00E7534D"/>
    <w:rsid w:val="00E76712"/>
    <w:rsid w:val="00E85B70"/>
    <w:rsid w:val="00E96045"/>
    <w:rsid w:val="00E965A3"/>
    <w:rsid w:val="00EA11EE"/>
    <w:rsid w:val="00EA5DE7"/>
    <w:rsid w:val="00EB37D2"/>
    <w:rsid w:val="00EB3EC3"/>
    <w:rsid w:val="00EB5206"/>
    <w:rsid w:val="00EB5385"/>
    <w:rsid w:val="00EC6588"/>
    <w:rsid w:val="00EC6E01"/>
    <w:rsid w:val="00ED1651"/>
    <w:rsid w:val="00ED1AB8"/>
    <w:rsid w:val="00ED3262"/>
    <w:rsid w:val="00ED6939"/>
    <w:rsid w:val="00EE3057"/>
    <w:rsid w:val="00EF0E6C"/>
    <w:rsid w:val="00EF4737"/>
    <w:rsid w:val="00EF7107"/>
    <w:rsid w:val="00F02E2A"/>
    <w:rsid w:val="00F030BC"/>
    <w:rsid w:val="00F05B62"/>
    <w:rsid w:val="00F0633C"/>
    <w:rsid w:val="00F10C11"/>
    <w:rsid w:val="00F2305B"/>
    <w:rsid w:val="00F23D25"/>
    <w:rsid w:val="00F26DCE"/>
    <w:rsid w:val="00F37B40"/>
    <w:rsid w:val="00F421E7"/>
    <w:rsid w:val="00F4245E"/>
    <w:rsid w:val="00F42519"/>
    <w:rsid w:val="00F43434"/>
    <w:rsid w:val="00F43C05"/>
    <w:rsid w:val="00F455B4"/>
    <w:rsid w:val="00F50275"/>
    <w:rsid w:val="00F50C70"/>
    <w:rsid w:val="00F514C6"/>
    <w:rsid w:val="00F617F3"/>
    <w:rsid w:val="00F6284C"/>
    <w:rsid w:val="00F6626F"/>
    <w:rsid w:val="00F72261"/>
    <w:rsid w:val="00F73A52"/>
    <w:rsid w:val="00F76E8E"/>
    <w:rsid w:val="00F92720"/>
    <w:rsid w:val="00F934DF"/>
    <w:rsid w:val="00FA1518"/>
    <w:rsid w:val="00FA5117"/>
    <w:rsid w:val="00FB1E1B"/>
    <w:rsid w:val="00FB3369"/>
    <w:rsid w:val="00FB512A"/>
    <w:rsid w:val="00FC3C77"/>
    <w:rsid w:val="00FD76EF"/>
    <w:rsid w:val="00FF176B"/>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5272"/>
    <w:rsid w:val="000520D3"/>
    <w:rsid w:val="00080202"/>
    <w:rsid w:val="00084651"/>
    <w:rsid w:val="00087EF5"/>
    <w:rsid w:val="00090384"/>
    <w:rsid w:val="000A0E9E"/>
    <w:rsid w:val="000A2ABB"/>
    <w:rsid w:val="000A6DC3"/>
    <w:rsid w:val="000D083B"/>
    <w:rsid w:val="000D1BDF"/>
    <w:rsid w:val="000D77F1"/>
    <w:rsid w:val="001207B4"/>
    <w:rsid w:val="00120B13"/>
    <w:rsid w:val="0012277B"/>
    <w:rsid w:val="00135190"/>
    <w:rsid w:val="001463E5"/>
    <w:rsid w:val="001469B7"/>
    <w:rsid w:val="001D32B8"/>
    <w:rsid w:val="001D5E23"/>
    <w:rsid w:val="001D7F73"/>
    <w:rsid w:val="00203308"/>
    <w:rsid w:val="0025080B"/>
    <w:rsid w:val="00263EBA"/>
    <w:rsid w:val="002718A4"/>
    <w:rsid w:val="00294F0F"/>
    <w:rsid w:val="002A674C"/>
    <w:rsid w:val="002B60D3"/>
    <w:rsid w:val="002C3B25"/>
    <w:rsid w:val="002F168B"/>
    <w:rsid w:val="00327660"/>
    <w:rsid w:val="003558E6"/>
    <w:rsid w:val="003613A6"/>
    <w:rsid w:val="003734D1"/>
    <w:rsid w:val="003A2341"/>
    <w:rsid w:val="003D4885"/>
    <w:rsid w:val="003F1266"/>
    <w:rsid w:val="004643C1"/>
    <w:rsid w:val="00477D0A"/>
    <w:rsid w:val="004805C0"/>
    <w:rsid w:val="00482FD4"/>
    <w:rsid w:val="004A589A"/>
    <w:rsid w:val="004A794B"/>
    <w:rsid w:val="004C2587"/>
    <w:rsid w:val="004C3E4A"/>
    <w:rsid w:val="0051326F"/>
    <w:rsid w:val="00533DD7"/>
    <w:rsid w:val="005516A4"/>
    <w:rsid w:val="005611C8"/>
    <w:rsid w:val="00563015"/>
    <w:rsid w:val="005902CD"/>
    <w:rsid w:val="005944B2"/>
    <w:rsid w:val="005A3334"/>
    <w:rsid w:val="005A3D17"/>
    <w:rsid w:val="005B6300"/>
    <w:rsid w:val="005B6D0B"/>
    <w:rsid w:val="005C23CE"/>
    <w:rsid w:val="00613E43"/>
    <w:rsid w:val="00647C66"/>
    <w:rsid w:val="00650FAA"/>
    <w:rsid w:val="00651C4F"/>
    <w:rsid w:val="00656731"/>
    <w:rsid w:val="00677A52"/>
    <w:rsid w:val="00692B99"/>
    <w:rsid w:val="006E0979"/>
    <w:rsid w:val="007322DA"/>
    <w:rsid w:val="00743204"/>
    <w:rsid w:val="00783DA3"/>
    <w:rsid w:val="00793147"/>
    <w:rsid w:val="007B31F3"/>
    <w:rsid w:val="007E2980"/>
    <w:rsid w:val="007F76FB"/>
    <w:rsid w:val="008273D7"/>
    <w:rsid w:val="00880954"/>
    <w:rsid w:val="00883F98"/>
    <w:rsid w:val="008A274B"/>
    <w:rsid w:val="008C7785"/>
    <w:rsid w:val="00902E7D"/>
    <w:rsid w:val="00907ECB"/>
    <w:rsid w:val="00930109"/>
    <w:rsid w:val="00937D0C"/>
    <w:rsid w:val="0096234D"/>
    <w:rsid w:val="00964BF9"/>
    <w:rsid w:val="00971A5A"/>
    <w:rsid w:val="00972BD4"/>
    <w:rsid w:val="00976A5E"/>
    <w:rsid w:val="009D005D"/>
    <w:rsid w:val="009E287A"/>
    <w:rsid w:val="009F1CB6"/>
    <w:rsid w:val="009F34AB"/>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487B"/>
    <w:rsid w:val="00C863B9"/>
    <w:rsid w:val="00CB402E"/>
    <w:rsid w:val="00CC3B92"/>
    <w:rsid w:val="00CD2B94"/>
    <w:rsid w:val="00CE53DF"/>
    <w:rsid w:val="00D0717E"/>
    <w:rsid w:val="00D32132"/>
    <w:rsid w:val="00D36392"/>
    <w:rsid w:val="00D4717A"/>
    <w:rsid w:val="00D74E8B"/>
    <w:rsid w:val="00D851B6"/>
    <w:rsid w:val="00DB0F46"/>
    <w:rsid w:val="00DB14BD"/>
    <w:rsid w:val="00DC4694"/>
    <w:rsid w:val="00DC70EF"/>
    <w:rsid w:val="00E071A4"/>
    <w:rsid w:val="00E17311"/>
    <w:rsid w:val="00E454B2"/>
    <w:rsid w:val="00E5485B"/>
    <w:rsid w:val="00EB16A0"/>
    <w:rsid w:val="00EB2E95"/>
    <w:rsid w:val="00EB5E69"/>
    <w:rsid w:val="00EB7235"/>
    <w:rsid w:val="00ED2BE9"/>
    <w:rsid w:val="00EF2A6C"/>
    <w:rsid w:val="00F26DCE"/>
    <w:rsid w:val="00F34CAC"/>
    <w:rsid w:val="00F43EFC"/>
    <w:rsid w:val="00F54CD0"/>
    <w:rsid w:val="00F553D1"/>
    <w:rsid w:val="00F654EC"/>
    <w:rsid w:val="00F76E8E"/>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2024-06-03T00:00:00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3.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5.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786</Words>
  <Characters>4956</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6</cp:revision>
  <cp:lastPrinted>2024-05-28T11:05:00Z</cp:lastPrinted>
  <dcterms:created xsi:type="dcterms:W3CDTF">2024-05-31T11:02:00Z</dcterms:created>
  <dcterms:modified xsi:type="dcterms:W3CDTF">2024-06-05T08:34:00Z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